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7BB" w:rsidRPr="00721FA0" w:rsidRDefault="002837BB" w:rsidP="008A0535">
      <w:pPr>
        <w:pStyle w:val="BodyTextIndent"/>
        <w:ind w:right="565" w:firstLine="0"/>
        <w:rPr>
          <w:rFonts w:ascii="GHEA Grapalat" w:hAnsi="GHEA Grapalat" w:cs="Times New Roman"/>
          <w:sz w:val="24"/>
          <w:szCs w:val="24"/>
        </w:rPr>
      </w:pPr>
    </w:p>
    <w:p w:rsidR="002837BB" w:rsidRPr="00721FA0" w:rsidRDefault="002837BB" w:rsidP="007B2F52">
      <w:pPr>
        <w:pStyle w:val="BodyTextIndent"/>
        <w:ind w:left="567" w:right="565" w:firstLine="0"/>
        <w:jc w:val="center"/>
        <w:rPr>
          <w:rFonts w:ascii="GHEA Grapalat" w:hAnsi="GHEA Grapalat" w:cs="Times New Roman"/>
          <w:sz w:val="24"/>
          <w:szCs w:val="24"/>
        </w:rPr>
      </w:pPr>
      <w:r w:rsidRPr="00721FA0">
        <w:rPr>
          <w:rFonts w:ascii="GHEA Grapalat" w:hAnsi="GHEA Grapalat" w:cs="Times New Roman"/>
          <w:sz w:val="24"/>
          <w:szCs w:val="24"/>
        </w:rPr>
        <w:t>ОБЪЯВЛЕНИЕ</w:t>
      </w:r>
      <w:r>
        <w:rPr>
          <w:rFonts w:ascii="GHEA Grapalat" w:hAnsi="GHEA Grapalat" w:cs="Times New Roman"/>
          <w:sz w:val="24"/>
          <w:szCs w:val="24"/>
        </w:rPr>
        <w:br/>
      </w:r>
      <w:r w:rsidRPr="00721FA0">
        <w:rPr>
          <w:rFonts w:ascii="GHEA Grapalat" w:hAnsi="GHEA Grapalat" w:cs="Times New Roman"/>
          <w:sz w:val="24"/>
          <w:szCs w:val="24"/>
        </w:rPr>
        <w:t>О ЗАПРОСЕ КОТИРОВОК</w:t>
      </w:r>
    </w:p>
    <w:p w:rsidR="002837BB" w:rsidRPr="00721FA0" w:rsidRDefault="002837BB" w:rsidP="007B2F52">
      <w:pPr>
        <w:pStyle w:val="BodyTextIndent"/>
        <w:ind w:left="567" w:right="565" w:firstLine="0"/>
        <w:jc w:val="center"/>
        <w:rPr>
          <w:rFonts w:ascii="GHEA Grapalat" w:hAnsi="GHEA Grapalat" w:cs="Times New Roman"/>
          <w:sz w:val="24"/>
          <w:szCs w:val="24"/>
        </w:rPr>
      </w:pPr>
      <w:r w:rsidRPr="00721FA0">
        <w:rPr>
          <w:rFonts w:ascii="GHEA Grapalat" w:hAnsi="GHEA Grapalat" w:cs="Times New Roman"/>
          <w:sz w:val="24"/>
          <w:szCs w:val="24"/>
        </w:rPr>
        <w:t>Настоящий текст объявления утвержден решением Комиссии 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GHEA Grapalat" w:hAnsi="GHEA Grapalat" w:cs="Times New Roman"/>
          <w:sz w:val="24"/>
          <w:szCs w:val="24"/>
        </w:rPr>
        <w:t xml:space="preserve">запросу </w:t>
      </w:r>
      <w:r>
        <w:rPr>
          <w:rFonts w:ascii="GHEA Grapalat" w:hAnsi="GHEA Grapalat" w:cs="Times New Roman"/>
          <w:b/>
          <w:sz w:val="24"/>
          <w:szCs w:val="24"/>
        </w:rPr>
        <w:t>котировок</w:t>
      </w:r>
      <w:r w:rsidRPr="00FC33A8">
        <w:rPr>
          <w:rFonts w:ascii="GHEA Grapalat" w:hAnsi="GHEA Grapalat" w:cs="Times New Roman"/>
          <w:b/>
          <w:sz w:val="24"/>
          <w:szCs w:val="24"/>
        </w:rPr>
        <w:t xml:space="preserve"> </w:t>
      </w:r>
      <w:r>
        <w:rPr>
          <w:rFonts w:ascii="GHEA Grapalat" w:hAnsi="GHEA Grapalat" w:cs="Times New Roman"/>
          <w:b/>
          <w:sz w:val="24"/>
          <w:szCs w:val="24"/>
        </w:rPr>
        <w:t xml:space="preserve">от </w:t>
      </w:r>
      <w:r w:rsidRPr="0015435D">
        <w:rPr>
          <w:rFonts w:ascii="GHEA Grapalat" w:hAnsi="GHEA Grapalat" w:cs="Times New Roman"/>
          <w:b/>
          <w:sz w:val="24"/>
          <w:szCs w:val="24"/>
        </w:rPr>
        <w:t>7</w:t>
      </w:r>
      <w:r w:rsidRPr="007B2F52">
        <w:rPr>
          <w:rFonts w:ascii="GHEA Grapalat" w:hAnsi="GHEA Grapalat" w:cs="Times New Roman"/>
          <w:b/>
          <w:sz w:val="24"/>
          <w:szCs w:val="24"/>
        </w:rPr>
        <w:t xml:space="preserve"> мая, 2018 года N 1 </w:t>
      </w:r>
      <w:r w:rsidRPr="00721FA0">
        <w:rPr>
          <w:rFonts w:ascii="GHEA Grapalat" w:hAnsi="GHEA Grapalat" w:cs="Times New Roman"/>
          <w:sz w:val="24"/>
          <w:szCs w:val="24"/>
        </w:rPr>
        <w:t>и публикуетсяв соответствии со статьей 27 Закона Республики Армения "О закупках"</w:t>
      </w:r>
    </w:p>
    <w:p w:rsidR="002837BB" w:rsidRPr="007B2F52" w:rsidRDefault="002837BB" w:rsidP="007B2F52">
      <w:pPr>
        <w:pStyle w:val="BodyTextIndent"/>
        <w:spacing w:after="0" w:line="240" w:lineRule="auto"/>
        <w:ind w:firstLine="720"/>
        <w:jc w:val="center"/>
        <w:rPr>
          <w:rFonts w:ascii="Sylfaen" w:hAnsi="Sylfaen" w:cs="Times New Roman"/>
          <w:b/>
          <w:sz w:val="24"/>
          <w:szCs w:val="24"/>
          <w:lang w:val="hy-AM" w:eastAsia="en-US"/>
        </w:rPr>
      </w:pPr>
      <w:r>
        <w:rPr>
          <w:rFonts w:ascii="GHEA Grapalat" w:hAnsi="GHEA Grapalat" w:cs="Times New Roman"/>
          <w:sz w:val="24"/>
          <w:szCs w:val="24"/>
        </w:rPr>
        <w:t xml:space="preserve">Код запроса котировок </w:t>
      </w:r>
      <w:r w:rsidRPr="007B2F52">
        <w:rPr>
          <w:rFonts w:ascii="Sylfaen" w:hAnsi="Sylfaen" w:cs="Times New Roman"/>
          <w:b/>
          <w:sz w:val="24"/>
          <w:szCs w:val="24"/>
          <w:lang w:val="hy-AM" w:eastAsia="en-US"/>
        </w:rPr>
        <w:t>ԳՀ-</w:t>
      </w:r>
      <w:r w:rsidRPr="007B2F52">
        <w:rPr>
          <w:rFonts w:ascii="GHEA Grapalat" w:hAnsi="GHEA Grapalat" w:cs="Times New Roman"/>
          <w:b/>
          <w:sz w:val="24"/>
          <w:szCs w:val="24"/>
          <w:lang w:val="af-ZA" w:eastAsia="en-US"/>
        </w:rPr>
        <w:t>ԳՀԱՇՁԲ</w:t>
      </w:r>
      <w:r w:rsidRPr="007B2F52">
        <w:rPr>
          <w:rFonts w:ascii="Sylfaen" w:hAnsi="Sylfaen" w:cs="Times New Roman"/>
          <w:b/>
          <w:sz w:val="24"/>
          <w:szCs w:val="24"/>
          <w:lang w:val="hy-AM" w:eastAsia="en-US"/>
        </w:rPr>
        <w:t>-18/7</w:t>
      </w:r>
    </w:p>
    <w:p w:rsidR="002837BB" w:rsidRDefault="002837BB" w:rsidP="00EB4AFC">
      <w:pPr>
        <w:pStyle w:val="BodyTextIndent"/>
        <w:spacing w:after="0"/>
        <w:ind w:firstLine="567"/>
        <w:rPr>
          <w:rFonts w:ascii="GHEA Grapalat" w:hAnsi="GHEA Grapalat" w:cs="Times New Roman"/>
          <w:sz w:val="24"/>
          <w:szCs w:val="24"/>
        </w:rPr>
      </w:pPr>
    </w:p>
    <w:p w:rsidR="002837BB" w:rsidRPr="00721FA0" w:rsidRDefault="002837BB" w:rsidP="007B2F52">
      <w:pPr>
        <w:pStyle w:val="BodyTextIndent"/>
        <w:spacing w:after="0"/>
        <w:ind w:firstLine="567"/>
        <w:rPr>
          <w:rFonts w:ascii="GHEA Grapalat" w:hAnsi="GHEA Grapalat" w:cs="Times New Roman"/>
          <w:sz w:val="24"/>
          <w:szCs w:val="24"/>
        </w:rPr>
      </w:pPr>
      <w:r w:rsidRPr="007B2F52">
        <w:rPr>
          <w:rFonts w:ascii="GHEA Grapalat" w:hAnsi="GHEA Grapalat" w:cs="Times New Roman"/>
          <w:b/>
          <w:sz w:val="24"/>
          <w:szCs w:val="24"/>
        </w:rPr>
        <w:t>Заказчик Гарнинский муниципалитет, находящийся по адресу: Котайкский марз, Гарни, Шаумян 4</w:t>
      </w:r>
      <w:r w:rsidRPr="00721FA0">
        <w:rPr>
          <w:rFonts w:ascii="GHEA Grapalat" w:hAnsi="GHEA Grapalat" w:cs="Times New Roman"/>
          <w:sz w:val="24"/>
          <w:szCs w:val="24"/>
        </w:rPr>
        <w:t>,</w:t>
      </w:r>
      <w:r w:rsidRPr="007B2F52">
        <w:rPr>
          <w:rFonts w:ascii="GHEA Grapalat" w:hAnsi="GHEA Grapalat" w:cs="Times New Roman"/>
          <w:sz w:val="24"/>
          <w:szCs w:val="24"/>
        </w:rPr>
        <w:t xml:space="preserve"> </w:t>
      </w:r>
      <w:r w:rsidRPr="00721FA0">
        <w:rPr>
          <w:rFonts w:ascii="GHEA Grapalat" w:hAnsi="GHEA Grapalat" w:cs="Times New Roman"/>
          <w:sz w:val="24"/>
          <w:szCs w:val="24"/>
        </w:rPr>
        <w:t>объявляет запрос котировок, который проводится одним этапом.</w:t>
      </w:r>
    </w:p>
    <w:p w:rsidR="002837BB" w:rsidRPr="00721FA0" w:rsidRDefault="002837BB" w:rsidP="00EB4AFC">
      <w:pPr>
        <w:pStyle w:val="BodyTextIndent"/>
        <w:spacing w:after="0"/>
        <w:ind w:firstLine="567"/>
        <w:rPr>
          <w:rFonts w:ascii="GHEA Grapalat" w:hAnsi="GHEA Grapalat" w:cs="Times New Roman"/>
          <w:sz w:val="24"/>
          <w:szCs w:val="24"/>
        </w:rPr>
      </w:pPr>
      <w:r w:rsidRPr="00721FA0">
        <w:rPr>
          <w:rFonts w:ascii="GHEA Grapalat" w:hAnsi="GHEA Grapalat" w:cs="Times New Roman"/>
          <w:sz w:val="24"/>
          <w:szCs w:val="24"/>
        </w:rPr>
        <w:t xml:space="preserve">Участнику, отобранному по итогам запроса котировок, в установленном порядке будет предложено заключить договор на выполнение </w:t>
      </w:r>
      <w:r w:rsidRPr="007B2F52">
        <w:rPr>
          <w:rFonts w:ascii="GHEA Grapalat" w:hAnsi="GHEA Grapalat" w:cs="Times New Roman"/>
          <w:b/>
          <w:sz w:val="24"/>
          <w:szCs w:val="24"/>
        </w:rPr>
        <w:t>строительно-ремонтные работ</w:t>
      </w:r>
      <w:r w:rsidRPr="00721FA0">
        <w:rPr>
          <w:rFonts w:ascii="GHEA Grapalat" w:hAnsi="GHEA Grapalat" w:cs="Times New Roman"/>
          <w:sz w:val="24"/>
          <w:szCs w:val="24"/>
        </w:rPr>
        <w:t xml:space="preserve"> (далее — договор). </w:t>
      </w:r>
    </w:p>
    <w:p w:rsidR="002837BB" w:rsidRPr="00721FA0" w:rsidRDefault="002837BB" w:rsidP="00EB4AFC">
      <w:pPr>
        <w:pStyle w:val="BodyTextIndent"/>
        <w:ind w:firstLine="567"/>
        <w:rPr>
          <w:rFonts w:ascii="GHEA Grapalat" w:hAnsi="GHEA Grapalat" w:cs="Times New Roman"/>
          <w:sz w:val="24"/>
          <w:szCs w:val="24"/>
        </w:rPr>
      </w:pPr>
      <w:r w:rsidRPr="00721FA0">
        <w:rPr>
          <w:rFonts w:ascii="GHEA Grapalat" w:hAnsi="GHEA Grapalat" w:cs="Times New Roman"/>
          <w:sz w:val="24"/>
          <w:szCs w:val="24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>
        <w:rPr>
          <w:rFonts w:ascii="Courier New" w:hAnsi="Courier New" w:cs="Courier New"/>
          <w:sz w:val="24"/>
          <w:szCs w:val="24"/>
          <w:lang w:val="en-US"/>
        </w:rPr>
        <w:t> </w:t>
      </w:r>
      <w:r w:rsidRPr="00721FA0">
        <w:rPr>
          <w:rFonts w:ascii="GHEA Grapalat" w:hAnsi="GHEA Grapalat" w:cs="Times New Roman"/>
          <w:sz w:val="24"/>
          <w:szCs w:val="24"/>
        </w:rPr>
        <w:t>настоящем запросе котировок.</w:t>
      </w:r>
    </w:p>
    <w:p w:rsidR="002837BB" w:rsidRPr="00721FA0" w:rsidRDefault="002837BB" w:rsidP="00EB4AFC">
      <w:pPr>
        <w:spacing w:after="160" w:line="360" w:lineRule="auto"/>
        <w:ind w:firstLine="567"/>
        <w:jc w:val="both"/>
        <w:rPr>
          <w:rFonts w:ascii="GHEA Grapalat" w:hAnsi="GHEA Grapalat"/>
        </w:rPr>
      </w:pPr>
      <w:r w:rsidRPr="00721FA0">
        <w:rPr>
          <w:rFonts w:ascii="GHEA Grapalat" w:hAnsi="GHEA Grapalat"/>
        </w:rPr>
        <w:t>Квалификационные критерии, предъявляемые к лицам, не имеющим права на участие в запросе котировок, а также участникам, и представляемые для оценки таких критериев документы установлены приглашением на настоящую процедуру.</w:t>
      </w:r>
    </w:p>
    <w:p w:rsidR="002837BB" w:rsidRPr="00721FA0" w:rsidRDefault="002837BB" w:rsidP="00EB4AFC">
      <w:pPr>
        <w:pStyle w:val="BodyTextIndent"/>
        <w:ind w:firstLine="567"/>
        <w:rPr>
          <w:rFonts w:ascii="GHEA Grapalat" w:hAnsi="GHEA Grapalat" w:cs="Times New Roman"/>
          <w:sz w:val="24"/>
          <w:szCs w:val="24"/>
        </w:rPr>
      </w:pPr>
      <w:r w:rsidRPr="00721FA0">
        <w:rPr>
          <w:rFonts w:ascii="GHEA Grapalat" w:hAnsi="GHEA Grapalat" w:cs="Times New Roman"/>
          <w:sz w:val="24"/>
          <w:szCs w:val="24"/>
        </w:rPr>
        <w:t xml:space="preserve">Отобранный участник определяется из числа участников, подавших заявки, оцененные как удовлетворяющие требованиям приглашения, по принципу предпочтения участника, представившего минимальное ценовое предложение. </w:t>
      </w:r>
    </w:p>
    <w:p w:rsidR="002837BB" w:rsidRDefault="002837BB" w:rsidP="00EB4AFC">
      <w:pPr>
        <w:pStyle w:val="BodyTextIndent"/>
        <w:ind w:firstLine="567"/>
        <w:rPr>
          <w:rFonts w:ascii="GHEA Grapalat" w:hAnsi="GHEA Grapalat" w:cs="Times New Roman"/>
          <w:sz w:val="24"/>
          <w:szCs w:val="24"/>
        </w:rPr>
      </w:pPr>
      <w:r w:rsidRPr="00721FA0">
        <w:rPr>
          <w:rFonts w:ascii="GHEA Grapalat" w:hAnsi="GHEA Grapalat" w:cs="Times New Roman"/>
          <w:sz w:val="24"/>
          <w:szCs w:val="24"/>
        </w:rPr>
        <w:t>Для получения приглашения на запрос котировок в документарной форме необходим</w:t>
      </w:r>
      <w:r>
        <w:rPr>
          <w:rFonts w:ascii="GHEA Grapalat" w:hAnsi="GHEA Grapalat" w:cs="Times New Roman"/>
          <w:sz w:val="24"/>
          <w:szCs w:val="24"/>
        </w:rPr>
        <w:t xml:space="preserve">о обратиться к заказчику до </w:t>
      </w:r>
      <w:r>
        <w:rPr>
          <w:rFonts w:ascii="GHEA Grapalat" w:hAnsi="GHEA Grapalat" w:cs="Times New Roman"/>
          <w:b/>
          <w:sz w:val="24"/>
          <w:szCs w:val="24"/>
        </w:rPr>
        <w:t xml:space="preserve">11:00 часов </w:t>
      </w:r>
      <w:r w:rsidRPr="00FC33A8">
        <w:rPr>
          <w:rFonts w:ascii="GHEA Grapalat" w:hAnsi="GHEA Grapalat" w:cs="Times New Roman"/>
          <w:b/>
          <w:sz w:val="24"/>
          <w:szCs w:val="24"/>
        </w:rPr>
        <w:t>7</w:t>
      </w:r>
      <w:r w:rsidRPr="007B2F52">
        <w:rPr>
          <w:rFonts w:ascii="GHEA Grapalat" w:hAnsi="GHEA Grapalat" w:cs="Times New Roman"/>
          <w:b/>
          <w:sz w:val="24"/>
          <w:szCs w:val="24"/>
        </w:rPr>
        <w:t xml:space="preserve"> дня</w:t>
      </w:r>
      <w:r w:rsidRPr="00721FA0">
        <w:rPr>
          <w:rFonts w:ascii="GHEA Grapalat" w:hAnsi="GHEA Grapalat" w:cs="Times New Roman"/>
          <w:sz w:val="24"/>
          <w:szCs w:val="24"/>
        </w:rPr>
        <w:t xml:space="preserve"> с даты</w:t>
      </w:r>
      <w:r w:rsidRPr="00721FA0">
        <w:rPr>
          <w:rFonts w:ascii="GHEA Grapalat" w:hAnsi="GHEA Grapalat" w:cs="Times New Roman"/>
          <w:i/>
          <w:sz w:val="24"/>
          <w:szCs w:val="24"/>
        </w:rPr>
        <w:t xml:space="preserve"> </w:t>
      </w:r>
      <w:r w:rsidRPr="00721FA0">
        <w:rPr>
          <w:rFonts w:ascii="GHEA Grapalat" w:hAnsi="GHEA Grapalat" w:cs="Times New Roman"/>
          <w:sz w:val="24"/>
          <w:szCs w:val="24"/>
        </w:rPr>
        <w:t>опубликования настоящего объявления.</w:t>
      </w:r>
      <w:r w:rsidRPr="00721FA0">
        <w:rPr>
          <w:rFonts w:ascii="GHEA Grapalat" w:hAnsi="GHEA Grapalat" w:cs="Times New Roman"/>
          <w:i/>
          <w:sz w:val="24"/>
          <w:szCs w:val="24"/>
        </w:rPr>
        <w:t xml:space="preserve"> </w:t>
      </w:r>
      <w:r w:rsidRPr="00721FA0">
        <w:rPr>
          <w:rFonts w:ascii="GHEA Grapalat" w:hAnsi="GHEA Grapalat" w:cs="Times New Roman"/>
          <w:sz w:val="24"/>
          <w:szCs w:val="24"/>
        </w:rPr>
        <w:t>При этом, для получения приглашения в</w:t>
      </w:r>
      <w:r>
        <w:rPr>
          <w:rFonts w:ascii="Courier New" w:hAnsi="Courier New" w:cs="Courier New"/>
          <w:sz w:val="24"/>
          <w:szCs w:val="24"/>
          <w:lang w:val="en-US"/>
        </w:rPr>
        <w:t> </w:t>
      </w:r>
      <w:r w:rsidRPr="00721FA0">
        <w:rPr>
          <w:rFonts w:ascii="GHEA Grapalat" w:hAnsi="GHEA Grapalat" w:cs="Times New Roman"/>
          <w:sz w:val="24"/>
          <w:szCs w:val="24"/>
        </w:rPr>
        <w:t>документарной форме заказчику должно быть представлено письменное заявление.</w:t>
      </w:r>
      <w:r w:rsidRPr="00721FA0">
        <w:rPr>
          <w:rFonts w:ascii="GHEA Grapalat" w:hAnsi="GHEA Grapalat" w:cs="Times New Roman"/>
          <w:i/>
          <w:sz w:val="24"/>
          <w:szCs w:val="24"/>
        </w:rPr>
        <w:t xml:space="preserve"> </w:t>
      </w:r>
      <w:r w:rsidRPr="00721FA0">
        <w:rPr>
          <w:rFonts w:ascii="GHEA Grapalat" w:hAnsi="GHEA Grapalat" w:cs="Times New Roman"/>
          <w:sz w:val="24"/>
          <w:szCs w:val="24"/>
        </w:rPr>
        <w:t xml:space="preserve">Заказчик </w:t>
      </w:r>
      <w:bookmarkStart w:id="0" w:name="_GoBack"/>
      <w:bookmarkEnd w:id="0"/>
      <w:r w:rsidRPr="00721FA0">
        <w:rPr>
          <w:rFonts w:ascii="GHEA Grapalat" w:hAnsi="GHEA Grapalat" w:cs="Times New Roman"/>
          <w:sz w:val="24"/>
          <w:szCs w:val="24"/>
        </w:rPr>
        <w:t>обеспечивает бесплатное предоставление приглашения в</w:t>
      </w:r>
      <w:r>
        <w:rPr>
          <w:rFonts w:ascii="Courier New" w:hAnsi="Courier New" w:cs="Courier New"/>
          <w:sz w:val="24"/>
          <w:szCs w:val="24"/>
          <w:lang w:val="en-US"/>
        </w:rPr>
        <w:t> </w:t>
      </w:r>
      <w:r w:rsidRPr="00721FA0">
        <w:rPr>
          <w:rFonts w:ascii="GHEA Grapalat" w:hAnsi="GHEA Grapalat" w:cs="Times New Roman"/>
          <w:sz w:val="24"/>
          <w:szCs w:val="24"/>
        </w:rPr>
        <w:t xml:space="preserve">документарной форме  в первый рабочий день, следующий за получением такого требования. </w:t>
      </w:r>
    </w:p>
    <w:p w:rsidR="002837BB" w:rsidRPr="00721FA0" w:rsidRDefault="002837BB" w:rsidP="00EB4AFC">
      <w:pPr>
        <w:pStyle w:val="BodyTextIndent"/>
        <w:ind w:firstLine="567"/>
        <w:rPr>
          <w:rFonts w:ascii="GHEA Grapalat" w:hAnsi="GHEA Grapalat" w:cs="Times New Roman"/>
          <w:sz w:val="24"/>
          <w:szCs w:val="24"/>
        </w:rPr>
      </w:pPr>
      <w:r w:rsidRPr="00721FA0">
        <w:rPr>
          <w:rFonts w:ascii="GHEA Grapalat" w:hAnsi="GHEA Grapalat" w:cs="Times New Roman"/>
          <w:sz w:val="24"/>
          <w:szCs w:val="24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>
        <w:rPr>
          <w:rFonts w:ascii="Courier New" w:hAnsi="Courier New" w:cs="Courier New"/>
          <w:sz w:val="24"/>
          <w:szCs w:val="24"/>
          <w:lang w:val="en-US"/>
        </w:rPr>
        <w:t> </w:t>
      </w:r>
      <w:r w:rsidRPr="00721FA0">
        <w:rPr>
          <w:rFonts w:ascii="GHEA Grapalat" w:hAnsi="GHEA Grapalat" w:cs="Times New Roman"/>
          <w:sz w:val="24"/>
          <w:szCs w:val="24"/>
        </w:rPr>
        <w:t xml:space="preserve">электронной форме в течение рабочего дня, следующего за днем получения заявления. </w:t>
      </w:r>
    </w:p>
    <w:p w:rsidR="002837BB" w:rsidRPr="00721FA0" w:rsidRDefault="002837BB" w:rsidP="00EB4AFC">
      <w:pPr>
        <w:pStyle w:val="BodyTextIndent"/>
        <w:ind w:firstLine="567"/>
        <w:rPr>
          <w:rFonts w:ascii="GHEA Grapalat" w:hAnsi="GHEA Grapalat" w:cs="Times New Roman"/>
          <w:sz w:val="24"/>
          <w:szCs w:val="24"/>
        </w:rPr>
      </w:pPr>
      <w:r w:rsidRPr="00721FA0">
        <w:rPr>
          <w:rFonts w:ascii="GHEA Grapalat" w:hAnsi="GHEA Grapalat" w:cs="Times New Roman"/>
          <w:sz w:val="24"/>
          <w:szCs w:val="24"/>
        </w:rPr>
        <w:t>Неполучение приглашения не ограничивает права участника на участие в</w:t>
      </w:r>
      <w:r>
        <w:rPr>
          <w:rFonts w:ascii="Courier New" w:hAnsi="Courier New" w:cs="Courier New"/>
          <w:sz w:val="24"/>
          <w:szCs w:val="24"/>
          <w:lang w:val="en-US"/>
        </w:rPr>
        <w:t> </w:t>
      </w:r>
      <w:r w:rsidRPr="00721FA0">
        <w:rPr>
          <w:rFonts w:ascii="GHEA Grapalat" w:hAnsi="GHEA Grapalat" w:cs="Times New Roman"/>
          <w:sz w:val="24"/>
          <w:szCs w:val="24"/>
        </w:rPr>
        <w:t xml:space="preserve">настоящей процедуре. </w:t>
      </w:r>
    </w:p>
    <w:p w:rsidR="002837BB" w:rsidRPr="00721FA0" w:rsidRDefault="002837BB" w:rsidP="007B2F52">
      <w:pPr>
        <w:pStyle w:val="BodyTextIndent"/>
        <w:spacing w:after="0"/>
        <w:ind w:firstLine="567"/>
        <w:rPr>
          <w:rFonts w:ascii="GHEA Grapalat" w:hAnsi="GHEA Grapalat" w:cs="Times New Roman"/>
          <w:sz w:val="24"/>
          <w:szCs w:val="24"/>
        </w:rPr>
      </w:pPr>
      <w:r w:rsidRPr="00721FA0">
        <w:rPr>
          <w:rFonts w:ascii="GHEA Grapalat" w:hAnsi="GHEA Grapalat" w:cs="Times New Roman"/>
          <w:sz w:val="24"/>
          <w:szCs w:val="24"/>
        </w:rPr>
        <w:t xml:space="preserve">Заявки на запрос котировок необходимо подать по адресу: </w:t>
      </w:r>
      <w:r w:rsidRPr="007B2F52">
        <w:rPr>
          <w:rFonts w:ascii="GHEA Grapalat" w:hAnsi="GHEA Grapalat" w:cs="Times New Roman"/>
          <w:b/>
          <w:sz w:val="24"/>
          <w:szCs w:val="24"/>
        </w:rPr>
        <w:t>Котайкский марз, Гарни, Шаумян 4</w:t>
      </w:r>
      <w:r w:rsidRPr="00721FA0">
        <w:rPr>
          <w:rFonts w:ascii="GHEA Grapalat" w:hAnsi="GHEA Grapalat" w:cs="Times New Roman"/>
          <w:sz w:val="24"/>
          <w:szCs w:val="24"/>
        </w:rPr>
        <w:t xml:space="preserve">, </w:t>
      </w:r>
      <w:r>
        <w:rPr>
          <w:rFonts w:ascii="GHEA Grapalat" w:hAnsi="GHEA Grapalat" w:cs="Times New Roman"/>
          <w:sz w:val="24"/>
          <w:szCs w:val="24"/>
        </w:rPr>
        <w:t xml:space="preserve">в документарной форме, </w:t>
      </w:r>
      <w:r>
        <w:rPr>
          <w:rFonts w:ascii="GHEA Grapalat" w:hAnsi="GHEA Grapalat" w:cs="Times New Roman"/>
          <w:b/>
          <w:sz w:val="24"/>
          <w:szCs w:val="24"/>
        </w:rPr>
        <w:t xml:space="preserve">до 11:00 часов </w:t>
      </w:r>
      <w:r w:rsidRPr="00FC33A8">
        <w:rPr>
          <w:rFonts w:ascii="GHEA Grapalat" w:hAnsi="GHEA Grapalat" w:cs="Times New Roman"/>
          <w:b/>
          <w:sz w:val="24"/>
          <w:szCs w:val="24"/>
        </w:rPr>
        <w:t>7</w:t>
      </w:r>
      <w:r w:rsidRPr="007B2F52">
        <w:rPr>
          <w:rFonts w:ascii="GHEA Grapalat" w:hAnsi="GHEA Grapalat" w:cs="Times New Roman"/>
          <w:b/>
          <w:sz w:val="24"/>
          <w:szCs w:val="24"/>
        </w:rPr>
        <w:t xml:space="preserve"> дня</w:t>
      </w:r>
      <w:r w:rsidRPr="00721FA0">
        <w:rPr>
          <w:rFonts w:ascii="GHEA Grapalat" w:hAnsi="GHEA Grapalat" w:cs="Times New Roman"/>
          <w:sz w:val="24"/>
          <w:szCs w:val="24"/>
        </w:rPr>
        <w:t xml:space="preserve"> с даты опубликования настоящего объявления. </w:t>
      </w:r>
      <w:r w:rsidRPr="00361794">
        <w:rPr>
          <w:rFonts w:ascii="GHEA Grapalat" w:hAnsi="GHEA Grapalat" w:cs="Times New Roman"/>
          <w:sz w:val="24"/>
          <w:szCs w:val="24"/>
        </w:rPr>
        <w:t>Заявки могут быть поданы кроме армянского также на английском или русском языке.</w:t>
      </w:r>
      <w:r w:rsidRPr="00721FA0">
        <w:rPr>
          <w:rFonts w:ascii="GHEA Grapalat" w:hAnsi="GHEA Grapalat" w:cs="Times New Roman"/>
          <w:sz w:val="24"/>
          <w:szCs w:val="24"/>
        </w:rPr>
        <w:t xml:space="preserve"> </w:t>
      </w:r>
    </w:p>
    <w:p w:rsidR="002837BB" w:rsidRPr="007B2F52" w:rsidRDefault="002837BB" w:rsidP="00EB4AFC">
      <w:pPr>
        <w:pStyle w:val="BodyTextIndent"/>
        <w:ind w:firstLine="567"/>
        <w:rPr>
          <w:rFonts w:ascii="GHEA Grapalat" w:hAnsi="GHEA Grapalat" w:cs="Times New Roman"/>
          <w:b/>
          <w:sz w:val="24"/>
          <w:szCs w:val="24"/>
        </w:rPr>
      </w:pPr>
      <w:r w:rsidRPr="00721FA0">
        <w:rPr>
          <w:rFonts w:ascii="GHEA Grapalat" w:hAnsi="GHEA Grapalat" w:cs="Times New Roman"/>
          <w:sz w:val="24"/>
          <w:szCs w:val="24"/>
        </w:rPr>
        <w:t>Вскрытие заявок будет провод</w:t>
      </w:r>
      <w:r>
        <w:rPr>
          <w:rFonts w:ascii="GHEA Grapalat" w:hAnsi="GHEA Grapalat" w:cs="Times New Roman"/>
          <w:sz w:val="24"/>
          <w:szCs w:val="24"/>
        </w:rPr>
        <w:t xml:space="preserve">иться по адресу: </w:t>
      </w:r>
      <w:r w:rsidRPr="007B2F52">
        <w:rPr>
          <w:rFonts w:ascii="GHEA Grapalat" w:hAnsi="GHEA Grapalat" w:cs="Times New Roman"/>
          <w:b/>
          <w:sz w:val="24"/>
          <w:szCs w:val="24"/>
        </w:rPr>
        <w:t>Котайкский марз, Гарни, Шаумян 4</w:t>
      </w:r>
      <w:r>
        <w:rPr>
          <w:rFonts w:ascii="GHEA Grapalat" w:hAnsi="GHEA Grapalat" w:cs="Times New Roman"/>
          <w:sz w:val="24"/>
          <w:szCs w:val="24"/>
        </w:rPr>
        <w:t xml:space="preserve">, </w:t>
      </w:r>
      <w:r>
        <w:rPr>
          <w:rFonts w:ascii="GHEA Grapalat" w:hAnsi="GHEA Grapalat" w:cs="Times New Roman"/>
          <w:b/>
          <w:sz w:val="24"/>
          <w:szCs w:val="24"/>
        </w:rPr>
        <w:t xml:space="preserve">в 11:00 часов, </w:t>
      </w:r>
      <w:r w:rsidRPr="0015435D">
        <w:rPr>
          <w:rFonts w:ascii="GHEA Grapalat" w:hAnsi="GHEA Grapalat" w:cs="Times New Roman"/>
          <w:b/>
          <w:sz w:val="24"/>
          <w:szCs w:val="24"/>
        </w:rPr>
        <w:t>14</w:t>
      </w:r>
      <w:r w:rsidRPr="007B2F52">
        <w:rPr>
          <w:rFonts w:ascii="GHEA Grapalat" w:hAnsi="GHEA Grapalat" w:cs="Times New Roman"/>
          <w:b/>
          <w:sz w:val="24"/>
          <w:szCs w:val="24"/>
        </w:rPr>
        <w:t xml:space="preserve"> мая 2018.   </w:t>
      </w:r>
    </w:p>
    <w:p w:rsidR="002837BB" w:rsidRPr="00721FA0" w:rsidRDefault="002837BB" w:rsidP="00EB4AFC">
      <w:pPr>
        <w:pStyle w:val="BodyTextIndent"/>
        <w:ind w:firstLine="567"/>
        <w:rPr>
          <w:rFonts w:ascii="GHEA Grapalat" w:hAnsi="GHEA Grapalat" w:cs="Times New Roman"/>
          <w:sz w:val="24"/>
          <w:szCs w:val="24"/>
        </w:rPr>
      </w:pPr>
      <w:r w:rsidRPr="00721FA0">
        <w:rPr>
          <w:rFonts w:ascii="GHEA Grapalat" w:hAnsi="GHEA Grapalat" w:cs="Times New Roman"/>
          <w:sz w:val="24"/>
          <w:szCs w:val="24"/>
        </w:rPr>
        <w:t>Жалобы относительно настоящей процедуры должны быть поданы в Совет по обжалованию закупок по адресу: ул. Мелик-Адамяна 1, Ереван. Обжалование осуществляется в порядке, установленном приглашением на настоящий запрос котировок. Для подачи жалобы требуется внесение платежа в размере 30 000 (тридцать тысяч) драмов РА, который должен быть перечислен на казначейский счет № 900008000482, открытый на имя Министерства финансов Республики</w:t>
      </w:r>
      <w:r>
        <w:rPr>
          <w:rFonts w:ascii="Courier New" w:hAnsi="Courier New" w:cs="Courier New"/>
          <w:sz w:val="24"/>
          <w:szCs w:val="24"/>
          <w:lang w:val="en-US"/>
        </w:rPr>
        <w:t> </w:t>
      </w:r>
      <w:r w:rsidRPr="00721FA0">
        <w:rPr>
          <w:rFonts w:ascii="GHEA Grapalat" w:hAnsi="GHEA Grapalat" w:cs="Times New Roman"/>
          <w:sz w:val="24"/>
          <w:szCs w:val="24"/>
        </w:rPr>
        <w:t xml:space="preserve">Армения. </w:t>
      </w:r>
    </w:p>
    <w:p w:rsidR="002837BB" w:rsidRPr="000474F3" w:rsidRDefault="002837BB" w:rsidP="007B2F52">
      <w:pPr>
        <w:pStyle w:val="BodyTextIndent"/>
        <w:spacing w:after="0"/>
        <w:ind w:firstLine="567"/>
        <w:rPr>
          <w:rFonts w:ascii="GHEA Grapalat" w:hAnsi="GHEA Grapalat" w:cs="Times New Roman"/>
          <w:sz w:val="16"/>
          <w:szCs w:val="16"/>
        </w:rPr>
      </w:pPr>
      <w:r w:rsidRPr="00721FA0">
        <w:rPr>
          <w:rFonts w:ascii="GHEA Grapalat" w:hAnsi="GHEA Grapalat" w:cs="Times New Roman"/>
          <w:sz w:val="24"/>
          <w:szCs w:val="24"/>
        </w:rPr>
        <w:t xml:space="preserve">Для получения дополнительной информации, связанной с настоящим объявлением, </w:t>
      </w:r>
      <w:r>
        <w:rPr>
          <w:rFonts w:ascii="GHEA Grapalat" w:hAnsi="GHEA Grapalat" w:cs="Times New Roman"/>
          <w:sz w:val="24"/>
          <w:szCs w:val="24"/>
        </w:rPr>
        <w:t>можно</w:t>
      </w:r>
      <w:r w:rsidRPr="00721FA0">
        <w:rPr>
          <w:rFonts w:ascii="GHEA Grapalat" w:hAnsi="GHEA Grapalat" w:cs="Times New Roman"/>
          <w:sz w:val="24"/>
          <w:szCs w:val="24"/>
        </w:rPr>
        <w:t xml:space="preserve"> обратиться </w:t>
      </w:r>
      <w:r>
        <w:rPr>
          <w:rFonts w:ascii="GHEA Grapalat" w:hAnsi="GHEA Grapalat" w:cs="Times New Roman"/>
          <w:sz w:val="24"/>
          <w:szCs w:val="24"/>
        </w:rPr>
        <w:t xml:space="preserve">к секретарю Оценочной комиссии </w:t>
      </w:r>
      <w:r w:rsidRPr="007B2F52">
        <w:rPr>
          <w:rFonts w:ascii="GHEA Grapalat" w:hAnsi="GHEA Grapalat" w:cs="Times New Roman"/>
          <w:sz w:val="24"/>
          <w:szCs w:val="24"/>
          <w:u w:val="single"/>
        </w:rPr>
        <w:t>Р. Асатрян</w:t>
      </w:r>
      <w:r w:rsidRPr="000474F3">
        <w:rPr>
          <w:rFonts w:ascii="GHEA Grapalat" w:hAnsi="GHEA Grapalat" w:cs="Times New Roman"/>
          <w:sz w:val="16"/>
          <w:szCs w:val="16"/>
        </w:rPr>
        <w:t xml:space="preserve"> </w:t>
      </w:r>
    </w:p>
    <w:p w:rsidR="002837BB" w:rsidRPr="007B2F52" w:rsidRDefault="002837BB" w:rsidP="00721FA0">
      <w:pPr>
        <w:pStyle w:val="BodyTextIndent"/>
        <w:ind w:firstLine="720"/>
        <w:rPr>
          <w:rFonts w:ascii="GHEA Grapalat" w:hAnsi="GHEA Grapalat" w:cs="Times New Roman"/>
          <w:sz w:val="24"/>
          <w:szCs w:val="24"/>
        </w:rPr>
      </w:pPr>
    </w:p>
    <w:p w:rsidR="002837BB" w:rsidRPr="007B2F52" w:rsidRDefault="002837BB" w:rsidP="007B2F52">
      <w:pPr>
        <w:spacing w:after="160"/>
        <w:jc w:val="both"/>
        <w:rPr>
          <w:rFonts w:ascii="GHEA Grapalat" w:hAnsi="GHEA Grapalat" w:cs="Arial"/>
          <w:i/>
          <w:sz w:val="22"/>
          <w:szCs w:val="20"/>
          <w:lang w:val="af-ZA"/>
        </w:rPr>
      </w:pPr>
      <w:r w:rsidRPr="007B2F52">
        <w:rPr>
          <w:rFonts w:ascii="GHEA Grapalat" w:hAnsi="GHEA Grapalat"/>
        </w:rPr>
        <w:t xml:space="preserve">Телефон  </w:t>
      </w:r>
      <w:r w:rsidRPr="007B2F52">
        <w:rPr>
          <w:rFonts w:ascii="GHEA Grapalat" w:hAnsi="GHEA Grapalat" w:cs="Arial"/>
          <w:i/>
          <w:sz w:val="22"/>
          <w:szCs w:val="20"/>
          <w:lang w:val="af-ZA"/>
        </w:rPr>
        <w:t>096 50 50 09</w:t>
      </w:r>
    </w:p>
    <w:p w:rsidR="002837BB" w:rsidRPr="007B2F52" w:rsidRDefault="002837BB" w:rsidP="007B2F52">
      <w:pPr>
        <w:spacing w:line="360" w:lineRule="auto"/>
        <w:jc w:val="both"/>
        <w:rPr>
          <w:rFonts w:ascii="GHEA Grapalat" w:hAnsi="GHEA Grapalat"/>
          <w:sz w:val="20"/>
          <w:szCs w:val="20"/>
        </w:rPr>
      </w:pPr>
      <w:r w:rsidRPr="007B2F52">
        <w:rPr>
          <w:rFonts w:ascii="GHEA Grapalat" w:hAnsi="GHEA Grapalat"/>
        </w:rPr>
        <w:t>Электронная почта</w:t>
      </w:r>
      <w:r w:rsidRPr="007B2F52">
        <w:rPr>
          <w:rFonts w:ascii="Arial" w:hAnsi="Arial"/>
        </w:rPr>
        <w:t xml:space="preserve"> </w:t>
      </w:r>
      <w:r w:rsidRPr="007B2F52">
        <w:rPr>
          <w:rFonts w:ascii="GHEA Grapalat" w:hAnsi="GHEA Grapalat"/>
          <w:sz w:val="20"/>
          <w:szCs w:val="20"/>
        </w:rPr>
        <w:t xml:space="preserve"> garnihamaynq@mail.ru</w:t>
      </w:r>
    </w:p>
    <w:p w:rsidR="002837BB" w:rsidRPr="007B2F52" w:rsidRDefault="002837BB" w:rsidP="007B2F52">
      <w:pPr>
        <w:spacing w:line="360" w:lineRule="auto"/>
        <w:jc w:val="both"/>
        <w:rPr>
          <w:rFonts w:ascii="GHEA Grapalat" w:hAnsi="GHEA Grapalat"/>
          <w:u w:val="single"/>
        </w:rPr>
      </w:pPr>
      <w:r w:rsidRPr="007B2F52">
        <w:rPr>
          <w:rFonts w:ascii="GHEA Grapalat" w:hAnsi="GHEA Grapalat"/>
        </w:rPr>
        <w:t xml:space="preserve">Заказчик </w:t>
      </w:r>
      <w:r w:rsidRPr="007B2F52">
        <w:rPr>
          <w:rFonts w:ascii="Arial" w:hAnsi="Arial"/>
        </w:rPr>
        <w:t xml:space="preserve"> </w:t>
      </w:r>
      <w:r w:rsidRPr="007B2F52">
        <w:rPr>
          <w:rFonts w:ascii="GHEA Grapalat" w:hAnsi="GHEA Grapalat"/>
        </w:rPr>
        <w:t xml:space="preserve"> Гарнинский муниципалитет</w:t>
      </w:r>
    </w:p>
    <w:p w:rsidR="002837BB" w:rsidRPr="000474F3" w:rsidRDefault="002837BB" w:rsidP="007B2F52">
      <w:pPr>
        <w:pStyle w:val="BodyTextIndent"/>
        <w:ind w:firstLine="0"/>
        <w:rPr>
          <w:rFonts w:ascii="GHEA Grapalat" w:hAnsi="GHEA Grapalat" w:cs="Times New Roman"/>
          <w:sz w:val="16"/>
          <w:szCs w:val="16"/>
        </w:rPr>
      </w:pPr>
    </w:p>
    <w:sectPr w:rsidR="002837BB" w:rsidRPr="000474F3" w:rsidSect="007B2F52">
      <w:footerReference w:type="default" r:id="rId7"/>
      <w:footnotePr>
        <w:pos w:val="beneathText"/>
      </w:footnotePr>
      <w:pgSz w:w="11906" w:h="16838" w:code="9"/>
      <w:pgMar w:top="426" w:right="1418" w:bottom="1418" w:left="1418" w:header="561" w:footer="688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7BB" w:rsidRDefault="002837BB">
      <w:r>
        <w:separator/>
      </w:r>
    </w:p>
  </w:endnote>
  <w:endnote w:type="continuationSeparator" w:id="0">
    <w:p w:rsidR="002837BB" w:rsidRDefault="002837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7BB" w:rsidRPr="00D67E06" w:rsidRDefault="002837BB">
    <w:pPr>
      <w:pStyle w:val="Footer"/>
      <w:jc w:val="center"/>
      <w:rPr>
        <w:rFonts w:ascii="GHEA Grapalat" w:hAnsi="GHEA Grapalat"/>
        <w:sz w:val="24"/>
        <w:szCs w:val="24"/>
      </w:rPr>
    </w:pPr>
    <w:r w:rsidRPr="00D67E06">
      <w:rPr>
        <w:rFonts w:ascii="GHEA Grapalat" w:hAnsi="GHEA Grapalat"/>
        <w:sz w:val="24"/>
        <w:szCs w:val="24"/>
      </w:rPr>
      <w:fldChar w:fldCharType="begin"/>
    </w:r>
    <w:r w:rsidRPr="00D67E06">
      <w:rPr>
        <w:rFonts w:ascii="GHEA Grapalat" w:hAnsi="GHEA Grapalat"/>
        <w:sz w:val="24"/>
        <w:szCs w:val="24"/>
      </w:rPr>
      <w:instrText xml:space="preserve"> PAGE   \* MERGEFORMAT </w:instrText>
    </w:r>
    <w:r w:rsidRPr="00D67E06">
      <w:rPr>
        <w:rFonts w:ascii="GHEA Grapalat" w:hAnsi="GHEA Grapalat"/>
        <w:sz w:val="24"/>
        <w:szCs w:val="24"/>
      </w:rPr>
      <w:fldChar w:fldCharType="separate"/>
    </w:r>
    <w:r>
      <w:rPr>
        <w:rFonts w:ascii="GHEA Grapalat" w:hAnsi="GHEA Grapalat"/>
        <w:noProof/>
        <w:sz w:val="24"/>
        <w:szCs w:val="24"/>
      </w:rPr>
      <w:t>2</w:t>
    </w:r>
    <w:r w:rsidRPr="00D67E06">
      <w:rPr>
        <w:rFonts w:ascii="GHEA Grapalat" w:hAnsi="GHEA Grapalat"/>
        <w:sz w:val="24"/>
        <w:szCs w:val="24"/>
      </w:rPr>
      <w:fldChar w:fldCharType="end"/>
    </w:r>
  </w:p>
  <w:p w:rsidR="002837BB" w:rsidRDefault="002837B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7BB" w:rsidRDefault="002837BB">
      <w:r>
        <w:separator/>
      </w:r>
    </w:p>
  </w:footnote>
  <w:footnote w:type="continuationSeparator" w:id="0">
    <w:p w:rsidR="002837BB" w:rsidRDefault="002837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cs="Times New Roman" w:hint="default"/>
      </w:rPr>
    </w:lvl>
  </w:abstractNum>
  <w:abstractNum w:abstractNumId="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abstractNum w:abstractNumId="6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8">
    <w:nsid w:val="56A25465"/>
    <w:multiLevelType w:val="hybridMultilevel"/>
    <w:tmpl w:val="9728620A"/>
    <w:lvl w:ilvl="0" w:tplc="329CFD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GHEA Mariam" w:hAnsi="GHEA Mariam" w:cs="Times New Roman" w:hint="default"/>
        <w:b w:val="0"/>
      </w:rPr>
    </w:lvl>
    <w:lvl w:ilvl="1" w:tplc="DD269F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HEA Mariam" w:hAnsi="GHEA Mariam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9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E0EA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CA403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F0893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F9E5A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9128C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EA481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51ED7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C461A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cs="Times New Roman" w:hint="default"/>
      </w:rPr>
    </w:lvl>
  </w:abstractNum>
  <w:abstractNum w:abstractNumId="12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3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5"/>
  </w:num>
  <w:num w:numId="5">
    <w:abstractNumId w:val="10"/>
  </w:num>
  <w:num w:numId="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</w:num>
  <w:num w:numId="11">
    <w:abstractNumId w:val="1"/>
  </w:num>
  <w:num w:numId="12">
    <w:abstractNumId w:val="13"/>
  </w:num>
  <w:num w:numId="13">
    <w:abstractNumId w:val="11"/>
  </w:num>
  <w:num w:numId="14">
    <w:abstractNumId w:val="3"/>
  </w:num>
  <w:num w:numId="15">
    <w:abstractNumId w:val="12"/>
  </w:num>
  <w:num w:numId="16">
    <w:abstractNumId w:val="4"/>
  </w:num>
  <w:num w:numId="17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5570"/>
    <w:rsid w:val="00000345"/>
    <w:rsid w:val="0000037D"/>
    <w:rsid w:val="00000958"/>
    <w:rsid w:val="000016BB"/>
    <w:rsid w:val="00002C23"/>
    <w:rsid w:val="000031E3"/>
    <w:rsid w:val="00003DF0"/>
    <w:rsid w:val="00005D30"/>
    <w:rsid w:val="000076A1"/>
    <w:rsid w:val="0000776B"/>
    <w:rsid w:val="00012347"/>
    <w:rsid w:val="00012E2C"/>
    <w:rsid w:val="00013093"/>
    <w:rsid w:val="000132F3"/>
    <w:rsid w:val="00013C24"/>
    <w:rsid w:val="00017484"/>
    <w:rsid w:val="000206E5"/>
    <w:rsid w:val="00021C2E"/>
    <w:rsid w:val="00023384"/>
    <w:rsid w:val="000246E6"/>
    <w:rsid w:val="00025353"/>
    <w:rsid w:val="00026351"/>
    <w:rsid w:val="000275BF"/>
    <w:rsid w:val="00030D40"/>
    <w:rsid w:val="000312D9"/>
    <w:rsid w:val="000313A6"/>
    <w:rsid w:val="000315E6"/>
    <w:rsid w:val="000330A3"/>
    <w:rsid w:val="00033946"/>
    <w:rsid w:val="00033B20"/>
    <w:rsid w:val="00037DDE"/>
    <w:rsid w:val="000408D8"/>
    <w:rsid w:val="0004387F"/>
    <w:rsid w:val="00046BAC"/>
    <w:rsid w:val="000474F3"/>
    <w:rsid w:val="00051490"/>
    <w:rsid w:val="00051B7F"/>
    <w:rsid w:val="000537FF"/>
    <w:rsid w:val="00053BFB"/>
    <w:rsid w:val="00054F4E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BB9"/>
    <w:rsid w:val="00080C4E"/>
    <w:rsid w:val="00080E73"/>
    <w:rsid w:val="000822C1"/>
    <w:rsid w:val="00082ADC"/>
    <w:rsid w:val="00082DE0"/>
    <w:rsid w:val="00083558"/>
    <w:rsid w:val="000845F6"/>
    <w:rsid w:val="00085931"/>
    <w:rsid w:val="000878DB"/>
    <w:rsid w:val="000911CA"/>
    <w:rsid w:val="00091B43"/>
    <w:rsid w:val="00092D0A"/>
    <w:rsid w:val="0009380C"/>
    <w:rsid w:val="0009449B"/>
    <w:rsid w:val="000946A3"/>
    <w:rsid w:val="00095EB1"/>
    <w:rsid w:val="00096865"/>
    <w:rsid w:val="00097DE8"/>
    <w:rsid w:val="000A0F84"/>
    <w:rsid w:val="000A37CE"/>
    <w:rsid w:val="000A5B16"/>
    <w:rsid w:val="000A6B75"/>
    <w:rsid w:val="000A72AD"/>
    <w:rsid w:val="000A7528"/>
    <w:rsid w:val="000B033F"/>
    <w:rsid w:val="000B259E"/>
    <w:rsid w:val="000B7641"/>
    <w:rsid w:val="000B7C54"/>
    <w:rsid w:val="000C062F"/>
    <w:rsid w:val="000C0A9D"/>
    <w:rsid w:val="000C165F"/>
    <w:rsid w:val="000C36C6"/>
    <w:rsid w:val="000C5A09"/>
    <w:rsid w:val="000D07E4"/>
    <w:rsid w:val="000D16B6"/>
    <w:rsid w:val="000D2527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E1C31"/>
    <w:rsid w:val="000E2106"/>
    <w:rsid w:val="000E2427"/>
    <w:rsid w:val="000E267C"/>
    <w:rsid w:val="000E308B"/>
    <w:rsid w:val="000E3D1E"/>
    <w:rsid w:val="000E426E"/>
    <w:rsid w:val="000E4C35"/>
    <w:rsid w:val="000E5520"/>
    <w:rsid w:val="000E7612"/>
    <w:rsid w:val="000F109E"/>
    <w:rsid w:val="000F332D"/>
    <w:rsid w:val="000F338E"/>
    <w:rsid w:val="000F38A9"/>
    <w:rsid w:val="000F3D76"/>
    <w:rsid w:val="000F4B86"/>
    <w:rsid w:val="000F4D7B"/>
    <w:rsid w:val="000F5032"/>
    <w:rsid w:val="000F5900"/>
    <w:rsid w:val="000F5991"/>
    <w:rsid w:val="000F7026"/>
    <w:rsid w:val="000F7AE0"/>
    <w:rsid w:val="0010050E"/>
    <w:rsid w:val="0010323D"/>
    <w:rsid w:val="00104861"/>
    <w:rsid w:val="00106365"/>
    <w:rsid w:val="00106D44"/>
    <w:rsid w:val="00106DEE"/>
    <w:rsid w:val="00110553"/>
    <w:rsid w:val="00110D13"/>
    <w:rsid w:val="00111547"/>
    <w:rsid w:val="00113F0D"/>
    <w:rsid w:val="00115905"/>
    <w:rsid w:val="001159FA"/>
    <w:rsid w:val="0011611E"/>
    <w:rsid w:val="00117020"/>
    <w:rsid w:val="00117964"/>
    <w:rsid w:val="00117DAA"/>
    <w:rsid w:val="00124461"/>
    <w:rsid w:val="001276C9"/>
    <w:rsid w:val="001305C6"/>
    <w:rsid w:val="001320B1"/>
    <w:rsid w:val="00132FA8"/>
    <w:rsid w:val="00133A5A"/>
    <w:rsid w:val="00134D6E"/>
    <w:rsid w:val="00134DC5"/>
    <w:rsid w:val="001355F9"/>
    <w:rsid w:val="00135840"/>
    <w:rsid w:val="001377BA"/>
    <w:rsid w:val="00137A5C"/>
    <w:rsid w:val="00143E8C"/>
    <w:rsid w:val="0014472E"/>
    <w:rsid w:val="00144E8B"/>
    <w:rsid w:val="00144F73"/>
    <w:rsid w:val="001458D6"/>
    <w:rsid w:val="00145CC3"/>
    <w:rsid w:val="00147CD0"/>
    <w:rsid w:val="00147F14"/>
    <w:rsid w:val="001515DE"/>
    <w:rsid w:val="001522CE"/>
    <w:rsid w:val="00152564"/>
    <w:rsid w:val="00153A85"/>
    <w:rsid w:val="00153C87"/>
    <w:rsid w:val="0015435D"/>
    <w:rsid w:val="0015589E"/>
    <w:rsid w:val="00155C35"/>
    <w:rsid w:val="001561A5"/>
    <w:rsid w:val="001578A1"/>
    <w:rsid w:val="001578D4"/>
    <w:rsid w:val="001600FF"/>
    <w:rsid w:val="0016055A"/>
    <w:rsid w:val="001609F6"/>
    <w:rsid w:val="00160BB4"/>
    <w:rsid w:val="00161428"/>
    <w:rsid w:val="00164BBC"/>
    <w:rsid w:val="001724D7"/>
    <w:rsid w:val="001732FB"/>
    <w:rsid w:val="00174FE1"/>
    <w:rsid w:val="00175A37"/>
    <w:rsid w:val="00175F8F"/>
    <w:rsid w:val="00175FDC"/>
    <w:rsid w:val="001763F5"/>
    <w:rsid w:val="00176A38"/>
    <w:rsid w:val="00176A92"/>
    <w:rsid w:val="00177A5C"/>
    <w:rsid w:val="00180EE9"/>
    <w:rsid w:val="00181C60"/>
    <w:rsid w:val="00181F0F"/>
    <w:rsid w:val="00183004"/>
    <w:rsid w:val="0018301A"/>
    <w:rsid w:val="00183FEA"/>
    <w:rsid w:val="00184D18"/>
    <w:rsid w:val="00184F17"/>
    <w:rsid w:val="00185684"/>
    <w:rsid w:val="0018591C"/>
    <w:rsid w:val="00185DF9"/>
    <w:rsid w:val="00191D5F"/>
    <w:rsid w:val="00192606"/>
    <w:rsid w:val="001932A7"/>
    <w:rsid w:val="00193871"/>
    <w:rsid w:val="00194598"/>
    <w:rsid w:val="00195F24"/>
    <w:rsid w:val="001961C6"/>
    <w:rsid w:val="00196487"/>
    <w:rsid w:val="001A23A6"/>
    <w:rsid w:val="001A2579"/>
    <w:rsid w:val="001A2D42"/>
    <w:rsid w:val="001A3FEC"/>
    <w:rsid w:val="001A43A4"/>
    <w:rsid w:val="001A4EF7"/>
    <w:rsid w:val="001A5BC8"/>
    <w:rsid w:val="001A5C02"/>
    <w:rsid w:val="001B0D9A"/>
    <w:rsid w:val="001B1370"/>
    <w:rsid w:val="001B1FC4"/>
    <w:rsid w:val="001B45A9"/>
    <w:rsid w:val="001B478E"/>
    <w:rsid w:val="001B63F8"/>
    <w:rsid w:val="001B6FCF"/>
    <w:rsid w:val="001C07C6"/>
    <w:rsid w:val="001C0849"/>
    <w:rsid w:val="001C3D83"/>
    <w:rsid w:val="001C3F6C"/>
    <w:rsid w:val="001D1D00"/>
    <w:rsid w:val="001D2D62"/>
    <w:rsid w:val="001D5FF7"/>
    <w:rsid w:val="001D6531"/>
    <w:rsid w:val="001D7228"/>
    <w:rsid w:val="001D74FA"/>
    <w:rsid w:val="001D78C5"/>
    <w:rsid w:val="001E0216"/>
    <w:rsid w:val="001E2794"/>
    <w:rsid w:val="001E2814"/>
    <w:rsid w:val="001E55B2"/>
    <w:rsid w:val="001E5866"/>
    <w:rsid w:val="001F0335"/>
    <w:rsid w:val="001F0371"/>
    <w:rsid w:val="001F3237"/>
    <w:rsid w:val="001F386B"/>
    <w:rsid w:val="001F6578"/>
    <w:rsid w:val="001F760C"/>
    <w:rsid w:val="00201DA0"/>
    <w:rsid w:val="00201F2E"/>
    <w:rsid w:val="00202F4D"/>
    <w:rsid w:val="002032CE"/>
    <w:rsid w:val="00203917"/>
    <w:rsid w:val="00204B03"/>
    <w:rsid w:val="00204E53"/>
    <w:rsid w:val="00205E5E"/>
    <w:rsid w:val="0020701A"/>
    <w:rsid w:val="002100B3"/>
    <w:rsid w:val="002101F2"/>
    <w:rsid w:val="00210F0C"/>
    <w:rsid w:val="002137E6"/>
    <w:rsid w:val="00213EB8"/>
    <w:rsid w:val="0021476F"/>
    <w:rsid w:val="00217710"/>
    <w:rsid w:val="00220ACB"/>
    <w:rsid w:val="00220C7C"/>
    <w:rsid w:val="002217D0"/>
    <w:rsid w:val="002218FE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571C"/>
    <w:rsid w:val="00236B75"/>
    <w:rsid w:val="0024027D"/>
    <w:rsid w:val="00240289"/>
    <w:rsid w:val="0024186B"/>
    <w:rsid w:val="0024205E"/>
    <w:rsid w:val="00242299"/>
    <w:rsid w:val="00252C9C"/>
    <w:rsid w:val="00253FC5"/>
    <w:rsid w:val="002542AE"/>
    <w:rsid w:val="00254A36"/>
    <w:rsid w:val="002559B9"/>
    <w:rsid w:val="00257773"/>
    <w:rsid w:val="00260E64"/>
    <w:rsid w:val="0026158D"/>
    <w:rsid w:val="00263035"/>
    <w:rsid w:val="00263094"/>
    <w:rsid w:val="00263D72"/>
    <w:rsid w:val="0026426F"/>
    <w:rsid w:val="00265D18"/>
    <w:rsid w:val="0027052A"/>
    <w:rsid w:val="00270D59"/>
    <w:rsid w:val="00271DF6"/>
    <w:rsid w:val="002737E0"/>
    <w:rsid w:val="00273A88"/>
    <w:rsid w:val="00273B4F"/>
    <w:rsid w:val="00274353"/>
    <w:rsid w:val="0027499F"/>
    <w:rsid w:val="00274F0E"/>
    <w:rsid w:val="002754C4"/>
    <w:rsid w:val="00276441"/>
    <w:rsid w:val="00277F14"/>
    <w:rsid w:val="00280E91"/>
    <w:rsid w:val="00281D16"/>
    <w:rsid w:val="00283198"/>
    <w:rsid w:val="002837BB"/>
    <w:rsid w:val="00283E26"/>
    <w:rsid w:val="002846B1"/>
    <w:rsid w:val="0028726A"/>
    <w:rsid w:val="00291919"/>
    <w:rsid w:val="002926D4"/>
    <w:rsid w:val="00293A25"/>
    <w:rsid w:val="00293A76"/>
    <w:rsid w:val="002941F2"/>
    <w:rsid w:val="00294FFF"/>
    <w:rsid w:val="0029515A"/>
    <w:rsid w:val="002A3785"/>
    <w:rsid w:val="002A464D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D9"/>
    <w:rsid w:val="002B5F87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57CB"/>
    <w:rsid w:val="002C6CF7"/>
    <w:rsid w:val="002C7037"/>
    <w:rsid w:val="002D02FE"/>
    <w:rsid w:val="002D1AAA"/>
    <w:rsid w:val="002D20E8"/>
    <w:rsid w:val="002D236D"/>
    <w:rsid w:val="002D3337"/>
    <w:rsid w:val="002D3C61"/>
    <w:rsid w:val="002D4250"/>
    <w:rsid w:val="002D5CF0"/>
    <w:rsid w:val="002E0877"/>
    <w:rsid w:val="002E3165"/>
    <w:rsid w:val="002E4305"/>
    <w:rsid w:val="002E530A"/>
    <w:rsid w:val="002E531D"/>
    <w:rsid w:val="002F1AB3"/>
    <w:rsid w:val="002F2B23"/>
    <w:rsid w:val="002F35FE"/>
    <w:rsid w:val="002F6164"/>
    <w:rsid w:val="002F6FA0"/>
    <w:rsid w:val="002F7A7E"/>
    <w:rsid w:val="00301193"/>
    <w:rsid w:val="00302FD4"/>
    <w:rsid w:val="00303732"/>
    <w:rsid w:val="003041A8"/>
    <w:rsid w:val="00304436"/>
    <w:rsid w:val="00304809"/>
    <w:rsid w:val="00304D64"/>
    <w:rsid w:val="00305E59"/>
    <w:rsid w:val="00305F6D"/>
    <w:rsid w:val="00307F3C"/>
    <w:rsid w:val="003101E4"/>
    <w:rsid w:val="00310A82"/>
    <w:rsid w:val="00310B6E"/>
    <w:rsid w:val="00310ED2"/>
    <w:rsid w:val="00311076"/>
    <w:rsid w:val="00312E5A"/>
    <w:rsid w:val="00313507"/>
    <w:rsid w:val="003141B6"/>
    <w:rsid w:val="00316381"/>
    <w:rsid w:val="003169A4"/>
    <w:rsid w:val="00317EB3"/>
    <w:rsid w:val="00321A56"/>
    <w:rsid w:val="00321B20"/>
    <w:rsid w:val="0032320F"/>
    <w:rsid w:val="00325546"/>
    <w:rsid w:val="003259C5"/>
    <w:rsid w:val="00325CC0"/>
    <w:rsid w:val="00326507"/>
    <w:rsid w:val="00327436"/>
    <w:rsid w:val="00333314"/>
    <w:rsid w:val="00334564"/>
    <w:rsid w:val="0033571F"/>
    <w:rsid w:val="00335C2A"/>
    <w:rsid w:val="00336F9A"/>
    <w:rsid w:val="003414F9"/>
    <w:rsid w:val="00341D7A"/>
    <w:rsid w:val="003436A5"/>
    <w:rsid w:val="00345909"/>
    <w:rsid w:val="003468B8"/>
    <w:rsid w:val="00347499"/>
    <w:rsid w:val="0034777A"/>
    <w:rsid w:val="003500D1"/>
    <w:rsid w:val="00352DB8"/>
    <w:rsid w:val="0035555B"/>
    <w:rsid w:val="003572A0"/>
    <w:rsid w:val="003579C1"/>
    <w:rsid w:val="00357AA2"/>
    <w:rsid w:val="00357D48"/>
    <w:rsid w:val="00357E1B"/>
    <w:rsid w:val="00361794"/>
    <w:rsid w:val="0036230B"/>
    <w:rsid w:val="00363298"/>
    <w:rsid w:val="00363335"/>
    <w:rsid w:val="00363627"/>
    <w:rsid w:val="00363E98"/>
    <w:rsid w:val="00364E7A"/>
    <w:rsid w:val="003650C5"/>
    <w:rsid w:val="00370ECD"/>
    <w:rsid w:val="0037177E"/>
    <w:rsid w:val="003717D2"/>
    <w:rsid w:val="00372953"/>
    <w:rsid w:val="00372C2B"/>
    <w:rsid w:val="00373EC9"/>
    <w:rsid w:val="003755FD"/>
    <w:rsid w:val="00375D38"/>
    <w:rsid w:val="00375FD2"/>
    <w:rsid w:val="003760B7"/>
    <w:rsid w:val="00380721"/>
    <w:rsid w:val="00381658"/>
    <w:rsid w:val="0038317B"/>
    <w:rsid w:val="0038438D"/>
    <w:rsid w:val="0038517B"/>
    <w:rsid w:val="00386E4B"/>
    <w:rsid w:val="003871DA"/>
    <w:rsid w:val="00391E56"/>
    <w:rsid w:val="00392525"/>
    <w:rsid w:val="0039338D"/>
    <w:rsid w:val="00393618"/>
    <w:rsid w:val="003946B4"/>
    <w:rsid w:val="003949A5"/>
    <w:rsid w:val="00395D6D"/>
    <w:rsid w:val="0039646A"/>
    <w:rsid w:val="00396D60"/>
    <w:rsid w:val="00397C8C"/>
    <w:rsid w:val="00397DC0"/>
    <w:rsid w:val="003A0A31"/>
    <w:rsid w:val="003A145D"/>
    <w:rsid w:val="003A5049"/>
    <w:rsid w:val="003A5533"/>
    <w:rsid w:val="003A62A4"/>
    <w:rsid w:val="003A645E"/>
    <w:rsid w:val="003B0D6E"/>
    <w:rsid w:val="003B1FC0"/>
    <w:rsid w:val="003B585C"/>
    <w:rsid w:val="003B60D5"/>
    <w:rsid w:val="003B6791"/>
    <w:rsid w:val="003B7086"/>
    <w:rsid w:val="003B7D9D"/>
    <w:rsid w:val="003C11FC"/>
    <w:rsid w:val="003C1322"/>
    <w:rsid w:val="003C1364"/>
    <w:rsid w:val="003C14BE"/>
    <w:rsid w:val="003C2B7E"/>
    <w:rsid w:val="003C2BAE"/>
    <w:rsid w:val="003C2BDB"/>
    <w:rsid w:val="003C2BDC"/>
    <w:rsid w:val="003C3660"/>
    <w:rsid w:val="003C3E7A"/>
    <w:rsid w:val="003C53D4"/>
    <w:rsid w:val="003C7160"/>
    <w:rsid w:val="003D0075"/>
    <w:rsid w:val="003D14E9"/>
    <w:rsid w:val="003D1CF4"/>
    <w:rsid w:val="003D4747"/>
    <w:rsid w:val="003D50B3"/>
    <w:rsid w:val="003D56A5"/>
    <w:rsid w:val="003D7720"/>
    <w:rsid w:val="003E01D5"/>
    <w:rsid w:val="003E029A"/>
    <w:rsid w:val="003E1421"/>
    <w:rsid w:val="003E1BE2"/>
    <w:rsid w:val="003E2931"/>
    <w:rsid w:val="003E3996"/>
    <w:rsid w:val="003E3B26"/>
    <w:rsid w:val="003E3FD0"/>
    <w:rsid w:val="003E4184"/>
    <w:rsid w:val="003E5260"/>
    <w:rsid w:val="003E6971"/>
    <w:rsid w:val="003E7802"/>
    <w:rsid w:val="003F208A"/>
    <w:rsid w:val="003F264A"/>
    <w:rsid w:val="003F4C5E"/>
    <w:rsid w:val="003F694F"/>
    <w:rsid w:val="003F6CF8"/>
    <w:rsid w:val="003F7B41"/>
    <w:rsid w:val="00401125"/>
    <w:rsid w:val="0040112D"/>
    <w:rsid w:val="00401BA5"/>
    <w:rsid w:val="00402941"/>
    <w:rsid w:val="00403109"/>
    <w:rsid w:val="004055C1"/>
    <w:rsid w:val="00405996"/>
    <w:rsid w:val="004068F5"/>
    <w:rsid w:val="004072C8"/>
    <w:rsid w:val="0040761D"/>
    <w:rsid w:val="004110AC"/>
    <w:rsid w:val="00411D9D"/>
    <w:rsid w:val="00413FC5"/>
    <w:rsid w:val="0041618C"/>
    <w:rsid w:val="004175B6"/>
    <w:rsid w:val="00426295"/>
    <w:rsid w:val="00427557"/>
    <w:rsid w:val="00427EAA"/>
    <w:rsid w:val="00431998"/>
    <w:rsid w:val="004320F2"/>
    <w:rsid w:val="00434D1C"/>
    <w:rsid w:val="0043558D"/>
    <w:rsid w:val="00435FF8"/>
    <w:rsid w:val="004361D6"/>
    <w:rsid w:val="00437CDB"/>
    <w:rsid w:val="00441CC1"/>
    <w:rsid w:val="00443208"/>
    <w:rsid w:val="00443B7A"/>
    <w:rsid w:val="00444069"/>
    <w:rsid w:val="00447669"/>
    <w:rsid w:val="00447808"/>
    <w:rsid w:val="00447FFD"/>
    <w:rsid w:val="00452896"/>
    <w:rsid w:val="00454D73"/>
    <w:rsid w:val="0045525D"/>
    <w:rsid w:val="00457745"/>
    <w:rsid w:val="00460CA5"/>
    <w:rsid w:val="0046188C"/>
    <w:rsid w:val="00463606"/>
    <w:rsid w:val="004636DA"/>
    <w:rsid w:val="00463B0B"/>
    <w:rsid w:val="0046481A"/>
    <w:rsid w:val="00464D3A"/>
    <w:rsid w:val="00464DA7"/>
    <w:rsid w:val="0046522E"/>
    <w:rsid w:val="0046586E"/>
    <w:rsid w:val="00466714"/>
    <w:rsid w:val="004672FC"/>
    <w:rsid w:val="00467B47"/>
    <w:rsid w:val="0047117B"/>
    <w:rsid w:val="004722BC"/>
    <w:rsid w:val="00472E68"/>
    <w:rsid w:val="00473CF5"/>
    <w:rsid w:val="004749BD"/>
    <w:rsid w:val="00475591"/>
    <w:rsid w:val="0047619C"/>
    <w:rsid w:val="00476A47"/>
    <w:rsid w:val="00480162"/>
    <w:rsid w:val="004813B3"/>
    <w:rsid w:val="00483944"/>
    <w:rsid w:val="0048419C"/>
    <w:rsid w:val="00484FED"/>
    <w:rsid w:val="00486B55"/>
    <w:rsid w:val="004874EC"/>
    <w:rsid w:val="004929E4"/>
    <w:rsid w:val="00493AF9"/>
    <w:rsid w:val="004974D8"/>
    <w:rsid w:val="004A1734"/>
    <w:rsid w:val="004A1C5D"/>
    <w:rsid w:val="004A3051"/>
    <w:rsid w:val="004A712A"/>
    <w:rsid w:val="004A7722"/>
    <w:rsid w:val="004B2363"/>
    <w:rsid w:val="004B28E1"/>
    <w:rsid w:val="004B383E"/>
    <w:rsid w:val="004B4580"/>
    <w:rsid w:val="004B5522"/>
    <w:rsid w:val="004B61C2"/>
    <w:rsid w:val="004B6D52"/>
    <w:rsid w:val="004B7B69"/>
    <w:rsid w:val="004C17D2"/>
    <w:rsid w:val="004C1D9B"/>
    <w:rsid w:val="004C217A"/>
    <w:rsid w:val="004C3803"/>
    <w:rsid w:val="004C5CF3"/>
    <w:rsid w:val="004D0281"/>
    <w:rsid w:val="004D0AE2"/>
    <w:rsid w:val="004D1C32"/>
    <w:rsid w:val="004D1E87"/>
    <w:rsid w:val="004D2727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54F5"/>
    <w:rsid w:val="004E5843"/>
    <w:rsid w:val="004E6A12"/>
    <w:rsid w:val="004E6E9A"/>
    <w:rsid w:val="004F171B"/>
    <w:rsid w:val="004F2130"/>
    <w:rsid w:val="004F2E2A"/>
    <w:rsid w:val="004F30DA"/>
    <w:rsid w:val="004F3B83"/>
    <w:rsid w:val="004F4D14"/>
    <w:rsid w:val="004F5190"/>
    <w:rsid w:val="004F5518"/>
    <w:rsid w:val="004F5616"/>
    <w:rsid w:val="004F78EF"/>
    <w:rsid w:val="00500168"/>
    <w:rsid w:val="00501516"/>
    <w:rsid w:val="0050161D"/>
    <w:rsid w:val="00502397"/>
    <w:rsid w:val="005024D2"/>
    <w:rsid w:val="00503BFB"/>
    <w:rsid w:val="00507FEA"/>
    <w:rsid w:val="00510110"/>
    <w:rsid w:val="00510176"/>
    <w:rsid w:val="005106CC"/>
    <w:rsid w:val="00510BB1"/>
    <w:rsid w:val="00510CB7"/>
    <w:rsid w:val="005111C3"/>
    <w:rsid w:val="00511D8D"/>
    <w:rsid w:val="00512292"/>
    <w:rsid w:val="00512D1F"/>
    <w:rsid w:val="00513C9C"/>
    <w:rsid w:val="00514B2A"/>
    <w:rsid w:val="0051520A"/>
    <w:rsid w:val="005162B1"/>
    <w:rsid w:val="00516665"/>
    <w:rsid w:val="005167C7"/>
    <w:rsid w:val="005170F3"/>
    <w:rsid w:val="00517A54"/>
    <w:rsid w:val="005202E4"/>
    <w:rsid w:val="00520BDB"/>
    <w:rsid w:val="005215E3"/>
    <w:rsid w:val="005230A8"/>
    <w:rsid w:val="00523563"/>
    <w:rsid w:val="005236FD"/>
    <w:rsid w:val="00524894"/>
    <w:rsid w:val="00524DDF"/>
    <w:rsid w:val="00524EFA"/>
    <w:rsid w:val="005250B5"/>
    <w:rsid w:val="0052546C"/>
    <w:rsid w:val="00525BD2"/>
    <w:rsid w:val="00525C96"/>
    <w:rsid w:val="00530C06"/>
    <w:rsid w:val="00530C17"/>
    <w:rsid w:val="00530F97"/>
    <w:rsid w:val="0053262C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22AF"/>
    <w:rsid w:val="00542491"/>
    <w:rsid w:val="00543262"/>
    <w:rsid w:val="00544728"/>
    <w:rsid w:val="005457B4"/>
    <w:rsid w:val="00545F4E"/>
    <w:rsid w:val="005470C1"/>
    <w:rsid w:val="0054752B"/>
    <w:rsid w:val="005525A4"/>
    <w:rsid w:val="00552D6E"/>
    <w:rsid w:val="00553DFD"/>
    <w:rsid w:val="005563D9"/>
    <w:rsid w:val="00557471"/>
    <w:rsid w:val="00557E3D"/>
    <w:rsid w:val="00562EB1"/>
    <w:rsid w:val="0056331A"/>
    <w:rsid w:val="005639B0"/>
    <w:rsid w:val="0056625A"/>
    <w:rsid w:val="00567040"/>
    <w:rsid w:val="00570172"/>
    <w:rsid w:val="005716B8"/>
    <w:rsid w:val="00571702"/>
    <w:rsid w:val="00571F29"/>
    <w:rsid w:val="005739AB"/>
    <w:rsid w:val="00575C75"/>
    <w:rsid w:val="00577582"/>
    <w:rsid w:val="00581057"/>
    <w:rsid w:val="0058298C"/>
    <w:rsid w:val="00582FEB"/>
    <w:rsid w:val="00583092"/>
    <w:rsid w:val="00583117"/>
    <w:rsid w:val="00584A70"/>
    <w:rsid w:val="005856C5"/>
    <w:rsid w:val="00585DD4"/>
    <w:rsid w:val="00585E16"/>
    <w:rsid w:val="00587072"/>
    <w:rsid w:val="005900F2"/>
    <w:rsid w:val="00592A50"/>
    <w:rsid w:val="00594FEE"/>
    <w:rsid w:val="005960B4"/>
    <w:rsid w:val="0059636E"/>
    <w:rsid w:val="005A3A35"/>
    <w:rsid w:val="005A3DC6"/>
    <w:rsid w:val="005A3EB8"/>
    <w:rsid w:val="005A7FD2"/>
    <w:rsid w:val="005B18D8"/>
    <w:rsid w:val="005B1CFC"/>
    <w:rsid w:val="005B1DD6"/>
    <w:rsid w:val="005B1E95"/>
    <w:rsid w:val="005B20E7"/>
    <w:rsid w:val="005B598A"/>
    <w:rsid w:val="005B6B3E"/>
    <w:rsid w:val="005C1C00"/>
    <w:rsid w:val="005C4224"/>
    <w:rsid w:val="005D00A5"/>
    <w:rsid w:val="005D00D6"/>
    <w:rsid w:val="005D07B2"/>
    <w:rsid w:val="005D0D93"/>
    <w:rsid w:val="005D1A14"/>
    <w:rsid w:val="005D24BA"/>
    <w:rsid w:val="005D26DF"/>
    <w:rsid w:val="005D2EDB"/>
    <w:rsid w:val="005D3674"/>
    <w:rsid w:val="005D3A39"/>
    <w:rsid w:val="005D4D30"/>
    <w:rsid w:val="005D5D7D"/>
    <w:rsid w:val="005D71EF"/>
    <w:rsid w:val="005D7469"/>
    <w:rsid w:val="005E0E50"/>
    <w:rsid w:val="005E1DA6"/>
    <w:rsid w:val="005E24FD"/>
    <w:rsid w:val="005E2F4D"/>
    <w:rsid w:val="005E2FA5"/>
    <w:rsid w:val="005E3501"/>
    <w:rsid w:val="005E3FC4"/>
    <w:rsid w:val="005E4C8D"/>
    <w:rsid w:val="005E573E"/>
    <w:rsid w:val="005E6606"/>
    <w:rsid w:val="005E6D42"/>
    <w:rsid w:val="005F1793"/>
    <w:rsid w:val="005F1DBB"/>
    <w:rsid w:val="005F1F95"/>
    <w:rsid w:val="005F2058"/>
    <w:rsid w:val="005F53F2"/>
    <w:rsid w:val="005F5E0D"/>
    <w:rsid w:val="005F7C1D"/>
    <w:rsid w:val="0060526C"/>
    <w:rsid w:val="00605355"/>
    <w:rsid w:val="00606328"/>
    <w:rsid w:val="0060652B"/>
    <w:rsid w:val="00606B84"/>
    <w:rsid w:val="00614934"/>
    <w:rsid w:val="00615570"/>
    <w:rsid w:val="00617A6E"/>
    <w:rsid w:val="006237BD"/>
    <w:rsid w:val="00623998"/>
    <w:rsid w:val="00627E00"/>
    <w:rsid w:val="00630BF1"/>
    <w:rsid w:val="00630CC3"/>
    <w:rsid w:val="0063101C"/>
    <w:rsid w:val="00631744"/>
    <w:rsid w:val="00633389"/>
    <w:rsid w:val="00633E1E"/>
    <w:rsid w:val="00635D52"/>
    <w:rsid w:val="00642EFE"/>
    <w:rsid w:val="00644CE2"/>
    <w:rsid w:val="00650073"/>
    <w:rsid w:val="00650458"/>
    <w:rsid w:val="00651408"/>
    <w:rsid w:val="006521E5"/>
    <w:rsid w:val="00655E71"/>
    <w:rsid w:val="006607D5"/>
    <w:rsid w:val="006608AD"/>
    <w:rsid w:val="00661CC4"/>
    <w:rsid w:val="00662165"/>
    <w:rsid w:val="00662623"/>
    <w:rsid w:val="006657EE"/>
    <w:rsid w:val="00667747"/>
    <w:rsid w:val="00667A56"/>
    <w:rsid w:val="0067102D"/>
    <w:rsid w:val="00671A82"/>
    <w:rsid w:val="0067579A"/>
    <w:rsid w:val="00676193"/>
    <w:rsid w:val="00677658"/>
    <w:rsid w:val="00683FF3"/>
    <w:rsid w:val="00685962"/>
    <w:rsid w:val="00685A30"/>
    <w:rsid w:val="00685C48"/>
    <w:rsid w:val="006912BB"/>
    <w:rsid w:val="00692C09"/>
    <w:rsid w:val="00692FA3"/>
    <w:rsid w:val="00693C4E"/>
    <w:rsid w:val="006953B6"/>
    <w:rsid w:val="006968E8"/>
    <w:rsid w:val="006A0D8B"/>
    <w:rsid w:val="006A134C"/>
    <w:rsid w:val="006A14B3"/>
    <w:rsid w:val="006A1922"/>
    <w:rsid w:val="006A1F61"/>
    <w:rsid w:val="006A475C"/>
    <w:rsid w:val="006B0116"/>
    <w:rsid w:val="006B0566"/>
    <w:rsid w:val="006B2F02"/>
    <w:rsid w:val="006B3E66"/>
    <w:rsid w:val="006B4238"/>
    <w:rsid w:val="006B5588"/>
    <w:rsid w:val="006B572D"/>
    <w:rsid w:val="006B6951"/>
    <w:rsid w:val="006C1293"/>
    <w:rsid w:val="006C12EC"/>
    <w:rsid w:val="006C679A"/>
    <w:rsid w:val="006D0B02"/>
    <w:rsid w:val="006D0D6F"/>
    <w:rsid w:val="006D1BA0"/>
    <w:rsid w:val="006D4E1D"/>
    <w:rsid w:val="006D6150"/>
    <w:rsid w:val="006E35A0"/>
    <w:rsid w:val="006E49D7"/>
    <w:rsid w:val="006E73AC"/>
    <w:rsid w:val="006E7900"/>
    <w:rsid w:val="006E7947"/>
    <w:rsid w:val="006E7F44"/>
    <w:rsid w:val="006F1542"/>
    <w:rsid w:val="006F1805"/>
    <w:rsid w:val="006F1A8E"/>
    <w:rsid w:val="006F246F"/>
    <w:rsid w:val="006F2817"/>
    <w:rsid w:val="006F3372"/>
    <w:rsid w:val="006F3B78"/>
    <w:rsid w:val="006F49AA"/>
    <w:rsid w:val="007019EA"/>
    <w:rsid w:val="007032AC"/>
    <w:rsid w:val="007035C9"/>
    <w:rsid w:val="00704898"/>
    <w:rsid w:val="00705706"/>
    <w:rsid w:val="0070731F"/>
    <w:rsid w:val="00707B86"/>
    <w:rsid w:val="00712311"/>
    <w:rsid w:val="00712DB8"/>
    <w:rsid w:val="007131F4"/>
    <w:rsid w:val="0071687B"/>
    <w:rsid w:val="0071689A"/>
    <w:rsid w:val="00716F47"/>
    <w:rsid w:val="007204FD"/>
    <w:rsid w:val="007210AC"/>
    <w:rsid w:val="00721CBC"/>
    <w:rsid w:val="00721FA0"/>
    <w:rsid w:val="00722665"/>
    <w:rsid w:val="0072478A"/>
    <w:rsid w:val="007248F1"/>
    <w:rsid w:val="0072490F"/>
    <w:rsid w:val="00725ED3"/>
    <w:rsid w:val="00731D26"/>
    <w:rsid w:val="00735365"/>
    <w:rsid w:val="00736A43"/>
    <w:rsid w:val="00737986"/>
    <w:rsid w:val="00737B2F"/>
    <w:rsid w:val="00740919"/>
    <w:rsid w:val="0074334C"/>
    <w:rsid w:val="00743504"/>
    <w:rsid w:val="00744742"/>
    <w:rsid w:val="00744D01"/>
    <w:rsid w:val="00745561"/>
    <w:rsid w:val="007468B9"/>
    <w:rsid w:val="00747893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368E"/>
    <w:rsid w:val="0076384C"/>
    <w:rsid w:val="00764AAD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811AE"/>
    <w:rsid w:val="00781688"/>
    <w:rsid w:val="00782D3C"/>
    <w:rsid w:val="0078387F"/>
    <w:rsid w:val="00785C0C"/>
    <w:rsid w:val="0078774A"/>
    <w:rsid w:val="00791764"/>
    <w:rsid w:val="00793108"/>
    <w:rsid w:val="00793E8B"/>
    <w:rsid w:val="00794790"/>
    <w:rsid w:val="00796076"/>
    <w:rsid w:val="007961A6"/>
    <w:rsid w:val="007968A3"/>
    <w:rsid w:val="007A2E03"/>
    <w:rsid w:val="007A2FC9"/>
    <w:rsid w:val="007A3EE6"/>
    <w:rsid w:val="007A4BB9"/>
    <w:rsid w:val="007A527B"/>
    <w:rsid w:val="007A7DEB"/>
    <w:rsid w:val="007B188A"/>
    <w:rsid w:val="007B207A"/>
    <w:rsid w:val="007B2F52"/>
    <w:rsid w:val="007B36E4"/>
    <w:rsid w:val="007B6226"/>
    <w:rsid w:val="007B6811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D0C96"/>
    <w:rsid w:val="007D12B1"/>
    <w:rsid w:val="007D13EE"/>
    <w:rsid w:val="007D1A77"/>
    <w:rsid w:val="007D2B56"/>
    <w:rsid w:val="007D3E45"/>
    <w:rsid w:val="007D716A"/>
    <w:rsid w:val="007D7707"/>
    <w:rsid w:val="007E0E5F"/>
    <w:rsid w:val="007E0EB8"/>
    <w:rsid w:val="007E15A7"/>
    <w:rsid w:val="007E238F"/>
    <w:rsid w:val="007E35C1"/>
    <w:rsid w:val="007E3AEE"/>
    <w:rsid w:val="007E46FE"/>
    <w:rsid w:val="007E6804"/>
    <w:rsid w:val="007F1314"/>
    <w:rsid w:val="007F281F"/>
    <w:rsid w:val="007F503F"/>
    <w:rsid w:val="007F5A5F"/>
    <w:rsid w:val="007F6722"/>
    <w:rsid w:val="008013DA"/>
    <w:rsid w:val="00803859"/>
    <w:rsid w:val="0080437A"/>
    <w:rsid w:val="00807178"/>
    <w:rsid w:val="00807F1E"/>
    <w:rsid w:val="00807F3B"/>
    <w:rsid w:val="008105B4"/>
    <w:rsid w:val="00811D16"/>
    <w:rsid w:val="00814DBD"/>
    <w:rsid w:val="008156A7"/>
    <w:rsid w:val="00816505"/>
    <w:rsid w:val="00820257"/>
    <w:rsid w:val="0082102B"/>
    <w:rsid w:val="008223F5"/>
    <w:rsid w:val="0082399E"/>
    <w:rsid w:val="00824F68"/>
    <w:rsid w:val="008258A1"/>
    <w:rsid w:val="008264EB"/>
    <w:rsid w:val="00830036"/>
    <w:rsid w:val="00831C52"/>
    <w:rsid w:val="008326D8"/>
    <w:rsid w:val="0083295F"/>
    <w:rsid w:val="0083296C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0EA0"/>
    <w:rsid w:val="00842193"/>
    <w:rsid w:val="00842CDF"/>
    <w:rsid w:val="008435DB"/>
    <w:rsid w:val="00843892"/>
    <w:rsid w:val="00843ED6"/>
    <w:rsid w:val="00844434"/>
    <w:rsid w:val="008454DC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65311"/>
    <w:rsid w:val="008702CB"/>
    <w:rsid w:val="00871E55"/>
    <w:rsid w:val="0087341E"/>
    <w:rsid w:val="008769B4"/>
    <w:rsid w:val="008777E0"/>
    <w:rsid w:val="00877ACF"/>
    <w:rsid w:val="0088001E"/>
    <w:rsid w:val="00880500"/>
    <w:rsid w:val="00881C05"/>
    <w:rsid w:val="00881C22"/>
    <w:rsid w:val="00883127"/>
    <w:rsid w:val="00884204"/>
    <w:rsid w:val="00884822"/>
    <w:rsid w:val="00886035"/>
    <w:rsid w:val="00886AA6"/>
    <w:rsid w:val="00886EFE"/>
    <w:rsid w:val="008916DE"/>
    <w:rsid w:val="008920F8"/>
    <w:rsid w:val="00896212"/>
    <w:rsid w:val="00897543"/>
    <w:rsid w:val="008A0535"/>
    <w:rsid w:val="008A0AF2"/>
    <w:rsid w:val="008A120F"/>
    <w:rsid w:val="008A1E8D"/>
    <w:rsid w:val="008A24FA"/>
    <w:rsid w:val="008A345D"/>
    <w:rsid w:val="008A4DA3"/>
    <w:rsid w:val="008A4FBA"/>
    <w:rsid w:val="008A5CEA"/>
    <w:rsid w:val="008A7905"/>
    <w:rsid w:val="008B1605"/>
    <w:rsid w:val="008B4DB1"/>
    <w:rsid w:val="008B4FDA"/>
    <w:rsid w:val="008B73CD"/>
    <w:rsid w:val="008C17DA"/>
    <w:rsid w:val="008C1CE5"/>
    <w:rsid w:val="008C343E"/>
    <w:rsid w:val="008C417C"/>
    <w:rsid w:val="008C5FC1"/>
    <w:rsid w:val="008C6A78"/>
    <w:rsid w:val="008C750C"/>
    <w:rsid w:val="008D0FB6"/>
    <w:rsid w:val="008D2B99"/>
    <w:rsid w:val="008D493D"/>
    <w:rsid w:val="008D5016"/>
    <w:rsid w:val="008D5704"/>
    <w:rsid w:val="008D77B2"/>
    <w:rsid w:val="008D7FF8"/>
    <w:rsid w:val="008E00F2"/>
    <w:rsid w:val="008E1FEB"/>
    <w:rsid w:val="008E3548"/>
    <w:rsid w:val="008E38E6"/>
    <w:rsid w:val="008E3B1B"/>
    <w:rsid w:val="008E4010"/>
    <w:rsid w:val="008E43BF"/>
    <w:rsid w:val="008E5B7C"/>
    <w:rsid w:val="008E60B3"/>
    <w:rsid w:val="008F2365"/>
    <w:rsid w:val="008F527F"/>
    <w:rsid w:val="008F6B74"/>
    <w:rsid w:val="00902D0C"/>
    <w:rsid w:val="00903898"/>
    <w:rsid w:val="00904926"/>
    <w:rsid w:val="0090510C"/>
    <w:rsid w:val="00905F41"/>
    <w:rsid w:val="00906204"/>
    <w:rsid w:val="00906D65"/>
    <w:rsid w:val="0091042F"/>
    <w:rsid w:val="0091064F"/>
    <w:rsid w:val="00910F71"/>
    <w:rsid w:val="009114A5"/>
    <w:rsid w:val="00915104"/>
    <w:rsid w:val="009160C2"/>
    <w:rsid w:val="00916A53"/>
    <w:rsid w:val="00917234"/>
    <w:rsid w:val="00917FAA"/>
    <w:rsid w:val="009229DF"/>
    <w:rsid w:val="00926875"/>
    <w:rsid w:val="00931A1F"/>
    <w:rsid w:val="009335A0"/>
    <w:rsid w:val="0093450B"/>
    <w:rsid w:val="0093460D"/>
    <w:rsid w:val="00935003"/>
    <w:rsid w:val="009354D8"/>
    <w:rsid w:val="00936000"/>
    <w:rsid w:val="009365B5"/>
    <w:rsid w:val="0093713C"/>
    <w:rsid w:val="009374A0"/>
    <w:rsid w:val="00937B6A"/>
    <w:rsid w:val="00940C2A"/>
    <w:rsid w:val="009414B2"/>
    <w:rsid w:val="00941728"/>
    <w:rsid w:val="00941924"/>
    <w:rsid w:val="009471C4"/>
    <w:rsid w:val="00947D03"/>
    <w:rsid w:val="00951617"/>
    <w:rsid w:val="0095176C"/>
    <w:rsid w:val="009524C5"/>
    <w:rsid w:val="00953F12"/>
    <w:rsid w:val="00955A1E"/>
    <w:rsid w:val="00955E87"/>
    <w:rsid w:val="00956D11"/>
    <w:rsid w:val="00960802"/>
    <w:rsid w:val="00962791"/>
    <w:rsid w:val="009647B3"/>
    <w:rsid w:val="009648D5"/>
    <w:rsid w:val="00965350"/>
    <w:rsid w:val="00965B76"/>
    <w:rsid w:val="00965FCF"/>
    <w:rsid w:val="009666E0"/>
    <w:rsid w:val="00971CAE"/>
    <w:rsid w:val="009732B6"/>
    <w:rsid w:val="00973601"/>
    <w:rsid w:val="0097362A"/>
    <w:rsid w:val="00973BAB"/>
    <w:rsid w:val="00973FB1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7E76"/>
    <w:rsid w:val="00990C42"/>
    <w:rsid w:val="00992B20"/>
    <w:rsid w:val="00993191"/>
    <w:rsid w:val="00993B84"/>
    <w:rsid w:val="00994A77"/>
    <w:rsid w:val="0099576A"/>
    <w:rsid w:val="009A05AC"/>
    <w:rsid w:val="009A171D"/>
    <w:rsid w:val="009A50CF"/>
    <w:rsid w:val="009A5992"/>
    <w:rsid w:val="009A73D5"/>
    <w:rsid w:val="009B0273"/>
    <w:rsid w:val="009B0824"/>
    <w:rsid w:val="009B0DA1"/>
    <w:rsid w:val="009B3CA3"/>
    <w:rsid w:val="009B5889"/>
    <w:rsid w:val="009B58F7"/>
    <w:rsid w:val="009B5ED1"/>
    <w:rsid w:val="009B66FF"/>
    <w:rsid w:val="009B6D58"/>
    <w:rsid w:val="009C15F3"/>
    <w:rsid w:val="009C1A9B"/>
    <w:rsid w:val="009C1D0F"/>
    <w:rsid w:val="009C3B73"/>
    <w:rsid w:val="009C3EC5"/>
    <w:rsid w:val="009C46C2"/>
    <w:rsid w:val="009C6103"/>
    <w:rsid w:val="009D352B"/>
    <w:rsid w:val="009D47AF"/>
    <w:rsid w:val="009D6D1A"/>
    <w:rsid w:val="009D78BC"/>
    <w:rsid w:val="009E19C7"/>
    <w:rsid w:val="009E27FC"/>
    <w:rsid w:val="009E35C5"/>
    <w:rsid w:val="009E4A0F"/>
    <w:rsid w:val="009E7100"/>
    <w:rsid w:val="009F1FF7"/>
    <w:rsid w:val="009F4638"/>
    <w:rsid w:val="009F64A7"/>
    <w:rsid w:val="009F7683"/>
    <w:rsid w:val="009F7C54"/>
    <w:rsid w:val="00A00E74"/>
    <w:rsid w:val="00A0285A"/>
    <w:rsid w:val="00A04DB0"/>
    <w:rsid w:val="00A06A8B"/>
    <w:rsid w:val="00A06ABB"/>
    <w:rsid w:val="00A0752B"/>
    <w:rsid w:val="00A10D1E"/>
    <w:rsid w:val="00A10D1F"/>
    <w:rsid w:val="00A112E2"/>
    <w:rsid w:val="00A11F49"/>
    <w:rsid w:val="00A12A5E"/>
    <w:rsid w:val="00A12C95"/>
    <w:rsid w:val="00A13C3D"/>
    <w:rsid w:val="00A14ED9"/>
    <w:rsid w:val="00A150A9"/>
    <w:rsid w:val="00A1623D"/>
    <w:rsid w:val="00A20B69"/>
    <w:rsid w:val="00A222D7"/>
    <w:rsid w:val="00A22548"/>
    <w:rsid w:val="00A24827"/>
    <w:rsid w:val="00A249DB"/>
    <w:rsid w:val="00A24F80"/>
    <w:rsid w:val="00A27FAF"/>
    <w:rsid w:val="00A3062D"/>
    <w:rsid w:val="00A30B3F"/>
    <w:rsid w:val="00A31F51"/>
    <w:rsid w:val="00A34573"/>
    <w:rsid w:val="00A34587"/>
    <w:rsid w:val="00A37070"/>
    <w:rsid w:val="00A40446"/>
    <w:rsid w:val="00A42E71"/>
    <w:rsid w:val="00A43166"/>
    <w:rsid w:val="00A4360B"/>
    <w:rsid w:val="00A4426D"/>
    <w:rsid w:val="00A45946"/>
    <w:rsid w:val="00A4729F"/>
    <w:rsid w:val="00A47C90"/>
    <w:rsid w:val="00A5050E"/>
    <w:rsid w:val="00A51D7C"/>
    <w:rsid w:val="00A52061"/>
    <w:rsid w:val="00A5512C"/>
    <w:rsid w:val="00A55E59"/>
    <w:rsid w:val="00A55FEE"/>
    <w:rsid w:val="00A61746"/>
    <w:rsid w:val="00A619F2"/>
    <w:rsid w:val="00A63445"/>
    <w:rsid w:val="00A63EB8"/>
    <w:rsid w:val="00A64339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31B5"/>
    <w:rsid w:val="00A738F6"/>
    <w:rsid w:val="00A747D4"/>
    <w:rsid w:val="00A74B2F"/>
    <w:rsid w:val="00A74D0E"/>
    <w:rsid w:val="00A76C15"/>
    <w:rsid w:val="00A779D8"/>
    <w:rsid w:val="00A81620"/>
    <w:rsid w:val="00A81DD5"/>
    <w:rsid w:val="00A8328A"/>
    <w:rsid w:val="00A8630E"/>
    <w:rsid w:val="00A921FF"/>
    <w:rsid w:val="00A93710"/>
    <w:rsid w:val="00A95C09"/>
    <w:rsid w:val="00A96293"/>
    <w:rsid w:val="00A96817"/>
    <w:rsid w:val="00AA0AD8"/>
    <w:rsid w:val="00AA0F00"/>
    <w:rsid w:val="00AA13E4"/>
    <w:rsid w:val="00AA21CD"/>
    <w:rsid w:val="00AA52B8"/>
    <w:rsid w:val="00AA5305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5AF2"/>
    <w:rsid w:val="00AB5E50"/>
    <w:rsid w:val="00AB64C0"/>
    <w:rsid w:val="00AB7D2E"/>
    <w:rsid w:val="00AC082E"/>
    <w:rsid w:val="00AC25C8"/>
    <w:rsid w:val="00AC3F2F"/>
    <w:rsid w:val="00AC4EAF"/>
    <w:rsid w:val="00AC5807"/>
    <w:rsid w:val="00AC743C"/>
    <w:rsid w:val="00AC7A2E"/>
    <w:rsid w:val="00AD0BEB"/>
    <w:rsid w:val="00AD1BFE"/>
    <w:rsid w:val="00AD20A6"/>
    <w:rsid w:val="00AD522C"/>
    <w:rsid w:val="00AD7B20"/>
    <w:rsid w:val="00AE1606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4E1A"/>
    <w:rsid w:val="00AF564E"/>
    <w:rsid w:val="00AF582B"/>
    <w:rsid w:val="00AF591C"/>
    <w:rsid w:val="00AF5B0F"/>
    <w:rsid w:val="00AF5CA3"/>
    <w:rsid w:val="00AF7BE8"/>
    <w:rsid w:val="00B011DF"/>
    <w:rsid w:val="00B025A2"/>
    <w:rsid w:val="00B027B8"/>
    <w:rsid w:val="00B02A31"/>
    <w:rsid w:val="00B04537"/>
    <w:rsid w:val="00B04817"/>
    <w:rsid w:val="00B051BE"/>
    <w:rsid w:val="00B07942"/>
    <w:rsid w:val="00B10681"/>
    <w:rsid w:val="00B11297"/>
    <w:rsid w:val="00B11B38"/>
    <w:rsid w:val="00B12288"/>
    <w:rsid w:val="00B12330"/>
    <w:rsid w:val="00B12C72"/>
    <w:rsid w:val="00B1343E"/>
    <w:rsid w:val="00B16E83"/>
    <w:rsid w:val="00B2066D"/>
    <w:rsid w:val="00B21689"/>
    <w:rsid w:val="00B2283B"/>
    <w:rsid w:val="00B22B71"/>
    <w:rsid w:val="00B25447"/>
    <w:rsid w:val="00B2561E"/>
    <w:rsid w:val="00B2572B"/>
    <w:rsid w:val="00B25FC4"/>
    <w:rsid w:val="00B2681D"/>
    <w:rsid w:val="00B30994"/>
    <w:rsid w:val="00B32124"/>
    <w:rsid w:val="00B32C46"/>
    <w:rsid w:val="00B333DF"/>
    <w:rsid w:val="00B3369F"/>
    <w:rsid w:val="00B366B7"/>
    <w:rsid w:val="00B40233"/>
    <w:rsid w:val="00B411F2"/>
    <w:rsid w:val="00B413A8"/>
    <w:rsid w:val="00B425F0"/>
    <w:rsid w:val="00B44A67"/>
    <w:rsid w:val="00B46279"/>
    <w:rsid w:val="00B474A1"/>
    <w:rsid w:val="00B4794D"/>
    <w:rsid w:val="00B50B1B"/>
    <w:rsid w:val="00B50F8D"/>
    <w:rsid w:val="00B514E8"/>
    <w:rsid w:val="00B51D9F"/>
    <w:rsid w:val="00B52987"/>
    <w:rsid w:val="00B52C16"/>
    <w:rsid w:val="00B5319F"/>
    <w:rsid w:val="00B53599"/>
    <w:rsid w:val="00B53B93"/>
    <w:rsid w:val="00B53D73"/>
    <w:rsid w:val="00B54C65"/>
    <w:rsid w:val="00B57948"/>
    <w:rsid w:val="00B57D12"/>
    <w:rsid w:val="00B61677"/>
    <w:rsid w:val="00B62020"/>
    <w:rsid w:val="00B62122"/>
    <w:rsid w:val="00B62D06"/>
    <w:rsid w:val="00B63078"/>
    <w:rsid w:val="00B64BF8"/>
    <w:rsid w:val="00B66C0B"/>
    <w:rsid w:val="00B67CCD"/>
    <w:rsid w:val="00B71D73"/>
    <w:rsid w:val="00B73AB8"/>
    <w:rsid w:val="00B73DE0"/>
    <w:rsid w:val="00B744F6"/>
    <w:rsid w:val="00B75687"/>
    <w:rsid w:val="00B7722E"/>
    <w:rsid w:val="00B81AD3"/>
    <w:rsid w:val="00B840BC"/>
    <w:rsid w:val="00B853BF"/>
    <w:rsid w:val="00B8636F"/>
    <w:rsid w:val="00B8694D"/>
    <w:rsid w:val="00B86BCB"/>
    <w:rsid w:val="00B9100A"/>
    <w:rsid w:val="00B925B0"/>
    <w:rsid w:val="00B95090"/>
    <w:rsid w:val="00B96B73"/>
    <w:rsid w:val="00B975FA"/>
    <w:rsid w:val="00B9796D"/>
    <w:rsid w:val="00BA248D"/>
    <w:rsid w:val="00BA2949"/>
    <w:rsid w:val="00BA3554"/>
    <w:rsid w:val="00BA632C"/>
    <w:rsid w:val="00BB1C9B"/>
    <w:rsid w:val="00BB3575"/>
    <w:rsid w:val="00BB4ADD"/>
    <w:rsid w:val="00BB500A"/>
    <w:rsid w:val="00BB52F9"/>
    <w:rsid w:val="00BB5B81"/>
    <w:rsid w:val="00BB682B"/>
    <w:rsid w:val="00BC07ED"/>
    <w:rsid w:val="00BC0BAC"/>
    <w:rsid w:val="00BC1555"/>
    <w:rsid w:val="00BC1804"/>
    <w:rsid w:val="00BC2255"/>
    <w:rsid w:val="00BC256B"/>
    <w:rsid w:val="00BC354F"/>
    <w:rsid w:val="00BC3E66"/>
    <w:rsid w:val="00BC4594"/>
    <w:rsid w:val="00BC6807"/>
    <w:rsid w:val="00BC6EE1"/>
    <w:rsid w:val="00BC6FA9"/>
    <w:rsid w:val="00BC723A"/>
    <w:rsid w:val="00BD0588"/>
    <w:rsid w:val="00BD0D0A"/>
    <w:rsid w:val="00BD2920"/>
    <w:rsid w:val="00BD3B55"/>
    <w:rsid w:val="00BD4817"/>
    <w:rsid w:val="00BD6BF7"/>
    <w:rsid w:val="00BD72E6"/>
    <w:rsid w:val="00BE01AE"/>
    <w:rsid w:val="00BE1B8D"/>
    <w:rsid w:val="00BE439E"/>
    <w:rsid w:val="00BE45B6"/>
    <w:rsid w:val="00BE54A9"/>
    <w:rsid w:val="00BE6363"/>
    <w:rsid w:val="00BE7FE1"/>
    <w:rsid w:val="00BF46D6"/>
    <w:rsid w:val="00BF4FFD"/>
    <w:rsid w:val="00BF5421"/>
    <w:rsid w:val="00C006FF"/>
    <w:rsid w:val="00C00E33"/>
    <w:rsid w:val="00C010D8"/>
    <w:rsid w:val="00C029B6"/>
    <w:rsid w:val="00C03431"/>
    <w:rsid w:val="00C06D6B"/>
    <w:rsid w:val="00C122A6"/>
    <w:rsid w:val="00C132F1"/>
    <w:rsid w:val="00C14F1A"/>
    <w:rsid w:val="00C156C3"/>
    <w:rsid w:val="00C15BC3"/>
    <w:rsid w:val="00C16602"/>
    <w:rsid w:val="00C16F3F"/>
    <w:rsid w:val="00C17414"/>
    <w:rsid w:val="00C2151D"/>
    <w:rsid w:val="00C232E0"/>
    <w:rsid w:val="00C23B1B"/>
    <w:rsid w:val="00C23D48"/>
    <w:rsid w:val="00C24256"/>
    <w:rsid w:val="00C256E3"/>
    <w:rsid w:val="00C26B4D"/>
    <w:rsid w:val="00C26CF7"/>
    <w:rsid w:val="00C3130B"/>
    <w:rsid w:val="00C31373"/>
    <w:rsid w:val="00C32376"/>
    <w:rsid w:val="00C324F0"/>
    <w:rsid w:val="00C34414"/>
    <w:rsid w:val="00C3484C"/>
    <w:rsid w:val="00C358EA"/>
    <w:rsid w:val="00C364E8"/>
    <w:rsid w:val="00C3797F"/>
    <w:rsid w:val="00C4095B"/>
    <w:rsid w:val="00C43524"/>
    <w:rsid w:val="00C435DD"/>
    <w:rsid w:val="00C4487D"/>
    <w:rsid w:val="00C45122"/>
    <w:rsid w:val="00C45620"/>
    <w:rsid w:val="00C46003"/>
    <w:rsid w:val="00C464BA"/>
    <w:rsid w:val="00C46B8F"/>
    <w:rsid w:val="00C474C1"/>
    <w:rsid w:val="00C47611"/>
    <w:rsid w:val="00C4795F"/>
    <w:rsid w:val="00C50D71"/>
    <w:rsid w:val="00C51512"/>
    <w:rsid w:val="00C5238D"/>
    <w:rsid w:val="00C53926"/>
    <w:rsid w:val="00C53D1C"/>
    <w:rsid w:val="00C54CEE"/>
    <w:rsid w:val="00C57D7E"/>
    <w:rsid w:val="00C611EE"/>
    <w:rsid w:val="00C61944"/>
    <w:rsid w:val="00C6256F"/>
    <w:rsid w:val="00C6329E"/>
    <w:rsid w:val="00C6467B"/>
    <w:rsid w:val="00C647D8"/>
    <w:rsid w:val="00C648B6"/>
    <w:rsid w:val="00C64BF0"/>
    <w:rsid w:val="00C66474"/>
    <w:rsid w:val="00C66A65"/>
    <w:rsid w:val="00C706F4"/>
    <w:rsid w:val="00C71E26"/>
    <w:rsid w:val="00C72606"/>
    <w:rsid w:val="00C72D0E"/>
    <w:rsid w:val="00C72E21"/>
    <w:rsid w:val="00C73E62"/>
    <w:rsid w:val="00C80132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966A3"/>
    <w:rsid w:val="00C978AF"/>
    <w:rsid w:val="00CA0015"/>
    <w:rsid w:val="00CA169D"/>
    <w:rsid w:val="00CA1747"/>
    <w:rsid w:val="00CA1C11"/>
    <w:rsid w:val="00CA4510"/>
    <w:rsid w:val="00CA4AB2"/>
    <w:rsid w:val="00CA5671"/>
    <w:rsid w:val="00CA5B8D"/>
    <w:rsid w:val="00CA5DD1"/>
    <w:rsid w:val="00CA770E"/>
    <w:rsid w:val="00CB0129"/>
    <w:rsid w:val="00CB3CB1"/>
    <w:rsid w:val="00CB41AB"/>
    <w:rsid w:val="00CB4C1E"/>
    <w:rsid w:val="00CB68EF"/>
    <w:rsid w:val="00CB79A4"/>
    <w:rsid w:val="00CC0A8D"/>
    <w:rsid w:val="00CC518E"/>
    <w:rsid w:val="00CC73F0"/>
    <w:rsid w:val="00CD043A"/>
    <w:rsid w:val="00CD0F89"/>
    <w:rsid w:val="00CD3548"/>
    <w:rsid w:val="00CD4190"/>
    <w:rsid w:val="00CD435C"/>
    <w:rsid w:val="00CD4898"/>
    <w:rsid w:val="00CE2264"/>
    <w:rsid w:val="00CE4D1D"/>
    <w:rsid w:val="00CE6E31"/>
    <w:rsid w:val="00CE7643"/>
    <w:rsid w:val="00CE7B83"/>
    <w:rsid w:val="00CE7BF1"/>
    <w:rsid w:val="00CF0D0D"/>
    <w:rsid w:val="00CF1742"/>
    <w:rsid w:val="00CF2304"/>
    <w:rsid w:val="00CF34D0"/>
    <w:rsid w:val="00D00401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A4D"/>
    <w:rsid w:val="00D104E6"/>
    <w:rsid w:val="00D132BC"/>
    <w:rsid w:val="00D150B0"/>
    <w:rsid w:val="00D15272"/>
    <w:rsid w:val="00D161B8"/>
    <w:rsid w:val="00D17258"/>
    <w:rsid w:val="00D219A5"/>
    <w:rsid w:val="00D22464"/>
    <w:rsid w:val="00D25FC6"/>
    <w:rsid w:val="00D27B1C"/>
    <w:rsid w:val="00D27C21"/>
    <w:rsid w:val="00D30487"/>
    <w:rsid w:val="00D30F7E"/>
    <w:rsid w:val="00D320A2"/>
    <w:rsid w:val="00D326C7"/>
    <w:rsid w:val="00D32DD8"/>
    <w:rsid w:val="00D32F51"/>
    <w:rsid w:val="00D33481"/>
    <w:rsid w:val="00D359EB"/>
    <w:rsid w:val="00D362DB"/>
    <w:rsid w:val="00D411B6"/>
    <w:rsid w:val="00D433D6"/>
    <w:rsid w:val="00D440A2"/>
    <w:rsid w:val="00D4557B"/>
    <w:rsid w:val="00D463EA"/>
    <w:rsid w:val="00D46D5B"/>
    <w:rsid w:val="00D47316"/>
    <w:rsid w:val="00D47541"/>
    <w:rsid w:val="00D47A5B"/>
    <w:rsid w:val="00D47A9C"/>
    <w:rsid w:val="00D50B56"/>
    <w:rsid w:val="00D516BE"/>
    <w:rsid w:val="00D52CC7"/>
    <w:rsid w:val="00D52D0B"/>
    <w:rsid w:val="00D5440E"/>
    <w:rsid w:val="00D54E6F"/>
    <w:rsid w:val="00D5541F"/>
    <w:rsid w:val="00D5674E"/>
    <w:rsid w:val="00D56D2A"/>
    <w:rsid w:val="00D57126"/>
    <w:rsid w:val="00D57531"/>
    <w:rsid w:val="00D60E8B"/>
    <w:rsid w:val="00D612BC"/>
    <w:rsid w:val="00D61D87"/>
    <w:rsid w:val="00D62C0F"/>
    <w:rsid w:val="00D63B4F"/>
    <w:rsid w:val="00D65BF2"/>
    <w:rsid w:val="00D65E4E"/>
    <w:rsid w:val="00D65EBA"/>
    <w:rsid w:val="00D67E06"/>
    <w:rsid w:val="00D71259"/>
    <w:rsid w:val="00D71D11"/>
    <w:rsid w:val="00D7354F"/>
    <w:rsid w:val="00D7417D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988"/>
    <w:rsid w:val="00D86538"/>
    <w:rsid w:val="00D873FE"/>
    <w:rsid w:val="00D875CB"/>
    <w:rsid w:val="00D970D2"/>
    <w:rsid w:val="00D976EB"/>
    <w:rsid w:val="00DA0948"/>
    <w:rsid w:val="00DA0A4E"/>
    <w:rsid w:val="00DA0F94"/>
    <w:rsid w:val="00DA1AF1"/>
    <w:rsid w:val="00DA2289"/>
    <w:rsid w:val="00DA687B"/>
    <w:rsid w:val="00DA6C97"/>
    <w:rsid w:val="00DB01A7"/>
    <w:rsid w:val="00DB2BCC"/>
    <w:rsid w:val="00DB3E17"/>
    <w:rsid w:val="00DB4273"/>
    <w:rsid w:val="00DB4CC7"/>
    <w:rsid w:val="00DB5765"/>
    <w:rsid w:val="00DB5857"/>
    <w:rsid w:val="00DB64C8"/>
    <w:rsid w:val="00DB6D02"/>
    <w:rsid w:val="00DC260A"/>
    <w:rsid w:val="00DC2B8F"/>
    <w:rsid w:val="00DC5332"/>
    <w:rsid w:val="00DC59F5"/>
    <w:rsid w:val="00DC6FEB"/>
    <w:rsid w:val="00DC769E"/>
    <w:rsid w:val="00DD2498"/>
    <w:rsid w:val="00DD24EE"/>
    <w:rsid w:val="00DD322C"/>
    <w:rsid w:val="00DD3E3D"/>
    <w:rsid w:val="00DD4F48"/>
    <w:rsid w:val="00DD51F0"/>
    <w:rsid w:val="00DD56AA"/>
    <w:rsid w:val="00DD5CF9"/>
    <w:rsid w:val="00DD5FB8"/>
    <w:rsid w:val="00DD6FDA"/>
    <w:rsid w:val="00DD7799"/>
    <w:rsid w:val="00DE1323"/>
    <w:rsid w:val="00DE134D"/>
    <w:rsid w:val="00DE30CB"/>
    <w:rsid w:val="00DE3C28"/>
    <w:rsid w:val="00DE5B89"/>
    <w:rsid w:val="00DE7F8F"/>
    <w:rsid w:val="00DF11C4"/>
    <w:rsid w:val="00DF19A1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70E6"/>
    <w:rsid w:val="00E10BB7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6422"/>
    <w:rsid w:val="00E46DBA"/>
    <w:rsid w:val="00E51117"/>
    <w:rsid w:val="00E51EEA"/>
    <w:rsid w:val="00E53FFA"/>
    <w:rsid w:val="00E54297"/>
    <w:rsid w:val="00E54B2C"/>
    <w:rsid w:val="00E5510F"/>
    <w:rsid w:val="00E575CA"/>
    <w:rsid w:val="00E6008B"/>
    <w:rsid w:val="00E6044F"/>
    <w:rsid w:val="00E6367A"/>
    <w:rsid w:val="00E63C8D"/>
    <w:rsid w:val="00E64337"/>
    <w:rsid w:val="00E65F37"/>
    <w:rsid w:val="00E674AE"/>
    <w:rsid w:val="00E67BA7"/>
    <w:rsid w:val="00E74264"/>
    <w:rsid w:val="00E749B7"/>
    <w:rsid w:val="00E7522C"/>
    <w:rsid w:val="00E765B7"/>
    <w:rsid w:val="00E77532"/>
    <w:rsid w:val="00E77EEE"/>
    <w:rsid w:val="00E805B6"/>
    <w:rsid w:val="00E81D32"/>
    <w:rsid w:val="00E84171"/>
    <w:rsid w:val="00E85A49"/>
    <w:rsid w:val="00E86265"/>
    <w:rsid w:val="00E90E72"/>
    <w:rsid w:val="00E90FD0"/>
    <w:rsid w:val="00E91125"/>
    <w:rsid w:val="00E91418"/>
    <w:rsid w:val="00E92272"/>
    <w:rsid w:val="00E92823"/>
    <w:rsid w:val="00E92BAA"/>
    <w:rsid w:val="00E94D7F"/>
    <w:rsid w:val="00E95E47"/>
    <w:rsid w:val="00E969ED"/>
    <w:rsid w:val="00E9746B"/>
    <w:rsid w:val="00EA059F"/>
    <w:rsid w:val="00EA06E9"/>
    <w:rsid w:val="00EA150B"/>
    <w:rsid w:val="00EA3E33"/>
    <w:rsid w:val="00EA3FD0"/>
    <w:rsid w:val="00EA40DF"/>
    <w:rsid w:val="00EA58C8"/>
    <w:rsid w:val="00EA625E"/>
    <w:rsid w:val="00EA7474"/>
    <w:rsid w:val="00EB0B3D"/>
    <w:rsid w:val="00EB2AE8"/>
    <w:rsid w:val="00EB395D"/>
    <w:rsid w:val="00EB3EA5"/>
    <w:rsid w:val="00EB42B2"/>
    <w:rsid w:val="00EB487B"/>
    <w:rsid w:val="00EB4AFC"/>
    <w:rsid w:val="00EB5F02"/>
    <w:rsid w:val="00EB602D"/>
    <w:rsid w:val="00EB6064"/>
    <w:rsid w:val="00EB6314"/>
    <w:rsid w:val="00EB6684"/>
    <w:rsid w:val="00EB6E54"/>
    <w:rsid w:val="00EB705C"/>
    <w:rsid w:val="00EC22F7"/>
    <w:rsid w:val="00EC2345"/>
    <w:rsid w:val="00EC2CDE"/>
    <w:rsid w:val="00EC36FD"/>
    <w:rsid w:val="00EC7188"/>
    <w:rsid w:val="00EC759E"/>
    <w:rsid w:val="00EC7897"/>
    <w:rsid w:val="00ED0338"/>
    <w:rsid w:val="00ED0BF3"/>
    <w:rsid w:val="00ED0DE3"/>
    <w:rsid w:val="00ED1142"/>
    <w:rsid w:val="00ED20DF"/>
    <w:rsid w:val="00ED2462"/>
    <w:rsid w:val="00ED4C1D"/>
    <w:rsid w:val="00ED6836"/>
    <w:rsid w:val="00EE09A4"/>
    <w:rsid w:val="00EE0EB3"/>
    <w:rsid w:val="00EE0EF1"/>
    <w:rsid w:val="00EE2663"/>
    <w:rsid w:val="00EE55F5"/>
    <w:rsid w:val="00EE5855"/>
    <w:rsid w:val="00EE666F"/>
    <w:rsid w:val="00EE7019"/>
    <w:rsid w:val="00EE73A8"/>
    <w:rsid w:val="00EE7A99"/>
    <w:rsid w:val="00EF1FEE"/>
    <w:rsid w:val="00EF24C7"/>
    <w:rsid w:val="00EF273B"/>
    <w:rsid w:val="00EF2954"/>
    <w:rsid w:val="00EF2B43"/>
    <w:rsid w:val="00EF352E"/>
    <w:rsid w:val="00EF6526"/>
    <w:rsid w:val="00EF7868"/>
    <w:rsid w:val="00F01685"/>
    <w:rsid w:val="00F034E7"/>
    <w:rsid w:val="00F04847"/>
    <w:rsid w:val="00F04FC3"/>
    <w:rsid w:val="00F06C98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6941"/>
    <w:rsid w:val="00F1738A"/>
    <w:rsid w:val="00F17B20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339E3"/>
    <w:rsid w:val="00F377C0"/>
    <w:rsid w:val="00F37F2C"/>
    <w:rsid w:val="00F403A5"/>
    <w:rsid w:val="00F406AC"/>
    <w:rsid w:val="00F40D4D"/>
    <w:rsid w:val="00F4140F"/>
    <w:rsid w:val="00F4395E"/>
    <w:rsid w:val="00F449C0"/>
    <w:rsid w:val="00F45B4D"/>
    <w:rsid w:val="00F45B8B"/>
    <w:rsid w:val="00F474D8"/>
    <w:rsid w:val="00F53368"/>
    <w:rsid w:val="00F5438A"/>
    <w:rsid w:val="00F546F2"/>
    <w:rsid w:val="00F55654"/>
    <w:rsid w:val="00F5653D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6D9D"/>
    <w:rsid w:val="00F67CD4"/>
    <w:rsid w:val="00F70E55"/>
    <w:rsid w:val="00F73CAB"/>
    <w:rsid w:val="00F743B3"/>
    <w:rsid w:val="00F7451F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914CF"/>
    <w:rsid w:val="00F930CD"/>
    <w:rsid w:val="00F932ED"/>
    <w:rsid w:val="00F9448B"/>
    <w:rsid w:val="00F97D3E"/>
    <w:rsid w:val="00FA0498"/>
    <w:rsid w:val="00FA0E41"/>
    <w:rsid w:val="00FA2BFA"/>
    <w:rsid w:val="00FA2FB6"/>
    <w:rsid w:val="00FA3479"/>
    <w:rsid w:val="00FA37C3"/>
    <w:rsid w:val="00FA409E"/>
    <w:rsid w:val="00FA4725"/>
    <w:rsid w:val="00FA4F9D"/>
    <w:rsid w:val="00FA6F47"/>
    <w:rsid w:val="00FB068C"/>
    <w:rsid w:val="00FB12F4"/>
    <w:rsid w:val="00FB1530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4CD"/>
    <w:rsid w:val="00FC283C"/>
    <w:rsid w:val="00FC33A8"/>
    <w:rsid w:val="00FC4412"/>
    <w:rsid w:val="00FC4B16"/>
    <w:rsid w:val="00FC5878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4DA5"/>
    <w:rsid w:val="00FD4DBF"/>
    <w:rsid w:val="00FD57B8"/>
    <w:rsid w:val="00FD7291"/>
    <w:rsid w:val="00FE0D89"/>
    <w:rsid w:val="00FE1316"/>
    <w:rsid w:val="00FE2792"/>
    <w:rsid w:val="00FE54DC"/>
    <w:rsid w:val="00FE5743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96865"/>
    <w:rPr>
      <w:rFonts w:ascii="Arial Armenian" w:hAnsi="Arial Armenian" w:cs="Times New Roman"/>
      <w:sz w:val="28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602A3"/>
    <w:rPr>
      <w:rFonts w:ascii="Arial LatArm" w:hAnsi="Arial LatArm" w:cs="Times New Roman"/>
      <w:b/>
      <w:color w:val="0000FF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96865"/>
    <w:rPr>
      <w:rFonts w:ascii="Arial LatArm" w:hAnsi="Arial LatArm" w:cs="Times New Roman"/>
      <w:i/>
      <w:lang w:val="ru-RU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602A3"/>
    <w:rPr>
      <w:rFonts w:ascii="Arial LatArm" w:hAnsi="Arial LatArm" w:cs="Times New Roman"/>
      <w:i/>
      <w:sz w:val="18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7602A3"/>
    <w:rPr>
      <w:rFonts w:ascii="Arial LatArm" w:hAnsi="Arial LatArm" w:cs="Times New Roman"/>
      <w:b/>
      <w:sz w:val="26"/>
      <w:lang w:val="ru-RU"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7602A3"/>
    <w:rPr>
      <w:rFonts w:ascii="Arial LatArm" w:hAnsi="Arial LatArm" w:cs="Times New Roman"/>
      <w:b/>
      <w:color w:val="000000"/>
      <w:sz w:val="22"/>
      <w:lang w:val="ru-RU"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96865"/>
    <w:rPr>
      <w:rFonts w:ascii="Times Armenian" w:hAnsi="Times Armenian" w:cs="Times New Roman"/>
      <w:b/>
      <w:lang w:val="ru-RU"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96865"/>
    <w:rPr>
      <w:rFonts w:ascii="Times Armenian" w:hAnsi="Times Armenian" w:cs="Times New Roman"/>
      <w:i/>
      <w:lang w:val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7602A3"/>
    <w:rPr>
      <w:rFonts w:ascii="Times Armenian" w:hAnsi="Times Armenian" w:cs="Times New Roman"/>
      <w:b/>
      <w:color w:val="000000"/>
      <w:sz w:val="22"/>
      <w:lang w:val="ru-RU" w:eastAsia="ru-RU"/>
    </w:rPr>
  </w:style>
  <w:style w:type="paragraph" w:styleId="BodyTextIndent">
    <w:name w:val="Body Text Indent"/>
    <w:aliases w:val="Char,Char Char Char Char"/>
    <w:basedOn w:val="Normal"/>
    <w:link w:val="BodyTextIndentChar"/>
    <w:uiPriority w:val="99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character" w:customStyle="1" w:styleId="BodyTextIndentChar">
    <w:name w:val="Body Text Indent Char"/>
    <w:aliases w:val="Char Char,Char Char Char Char Char"/>
    <w:basedOn w:val="DefaultParagraphFont"/>
    <w:link w:val="BodyTextIndent"/>
    <w:uiPriority w:val="99"/>
    <w:locked/>
    <w:rsid w:val="00F85F62"/>
    <w:rPr>
      <w:rFonts w:ascii="Arial LatArm" w:hAnsi="Arial LatArm" w:cs="Times New Roman"/>
      <w:i/>
      <w:lang w:val="ru-RU" w:eastAsia="ru-RU"/>
    </w:rPr>
  </w:style>
  <w:style w:type="paragraph" w:styleId="Footer">
    <w:name w:val="footer"/>
    <w:basedOn w:val="Normal"/>
    <w:link w:val="FooterChar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96865"/>
    <w:rPr>
      <w:rFonts w:cs="Times New Roman"/>
      <w:lang w:val="ru-RU" w:eastAsia="ru-RU"/>
    </w:rPr>
  </w:style>
  <w:style w:type="paragraph" w:styleId="BodyTextIndent3">
    <w:name w:val="Body Text Indent 3"/>
    <w:basedOn w:val="Normal"/>
    <w:link w:val="BodyTextIndent3Char"/>
    <w:uiPriority w:val="99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516665"/>
    <w:rPr>
      <w:rFonts w:ascii="Times Armenian" w:hAnsi="Times Armenian" w:cs="Times New Roman"/>
    </w:rPr>
  </w:style>
  <w:style w:type="paragraph" w:styleId="BodyText2">
    <w:name w:val="Body Text 2"/>
    <w:basedOn w:val="Normal"/>
    <w:link w:val="BodyText2Char"/>
    <w:uiPriority w:val="99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602A3"/>
    <w:rPr>
      <w:rFonts w:ascii="Arial LatArm" w:hAnsi="Arial LatArm" w:cs="Times New Roman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7602A3"/>
    <w:rPr>
      <w:rFonts w:ascii="Baltica" w:hAnsi="Baltica" w:cs="Times New Roman"/>
      <w:lang w:val="ru-RU" w:eastAsia="ru-RU"/>
    </w:rPr>
  </w:style>
  <w:style w:type="paragraph" w:customStyle="1" w:styleId="Default">
    <w:name w:val="Default"/>
    <w:uiPriority w:val="99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02A31"/>
    <w:rPr>
      <w:rFonts w:ascii="Tahoma" w:hAnsi="Tahoma" w:cs="Times New Roman"/>
      <w:sz w:val="16"/>
    </w:rPr>
  </w:style>
  <w:style w:type="character" w:styleId="Hyperlink">
    <w:name w:val="Hyperlink"/>
    <w:basedOn w:val="DefaultParagraphFont"/>
    <w:uiPriority w:val="99"/>
    <w:rsid w:val="0060526C"/>
    <w:rPr>
      <w:rFonts w:cs="Times New Roman"/>
      <w:color w:val="0000FF"/>
      <w:u w:val="single"/>
    </w:rPr>
  </w:style>
  <w:style w:type="character" w:customStyle="1" w:styleId="CharChar1">
    <w:name w:val="Char Char1"/>
    <w:uiPriority w:val="99"/>
    <w:locked/>
    <w:rsid w:val="0067579A"/>
    <w:rPr>
      <w:rFonts w:ascii="Arial LatArm" w:hAnsi="Arial LatArm"/>
      <w:i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09686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096865"/>
    <w:rPr>
      <w:rFonts w:cs="Times New Roman"/>
      <w:sz w:val="24"/>
      <w:lang w:val="ru-RU" w:eastAsia="ru-RU"/>
    </w:rPr>
  </w:style>
  <w:style w:type="paragraph" w:styleId="Index1">
    <w:name w:val="index 1"/>
    <w:basedOn w:val="Normal"/>
    <w:next w:val="Normal"/>
    <w:autoRedefine/>
    <w:uiPriority w:val="99"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uiPriority w:val="99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uiPriority w:val="99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602A3"/>
    <w:rPr>
      <w:rFonts w:cs="Times New Roman"/>
      <w:lang w:val="ru-RU" w:eastAsia="ru-RU"/>
    </w:rPr>
  </w:style>
  <w:style w:type="paragraph" w:styleId="BodyText3">
    <w:name w:val="Body Text 3"/>
    <w:basedOn w:val="Normal"/>
    <w:link w:val="BodyText3Char"/>
    <w:uiPriority w:val="99"/>
    <w:rsid w:val="00096865"/>
    <w:pPr>
      <w:jc w:val="both"/>
    </w:pPr>
    <w:rPr>
      <w:rFonts w:ascii="Arial LatArm" w:hAnsi="Arial LatArm"/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7602A3"/>
    <w:rPr>
      <w:rFonts w:ascii="Arial LatArm" w:hAnsi="Arial LatArm" w:cs="Times New Roman"/>
      <w:lang w:val="ru-RU" w:eastAsia="ru-RU"/>
    </w:rPr>
  </w:style>
  <w:style w:type="paragraph" w:styleId="Title">
    <w:name w:val="Title"/>
    <w:basedOn w:val="Normal"/>
    <w:link w:val="TitleChar"/>
    <w:uiPriority w:val="99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096865"/>
    <w:rPr>
      <w:rFonts w:ascii="Arial Armenian" w:hAnsi="Arial Armenian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096865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096865"/>
    <w:rPr>
      <w:rFonts w:ascii="Times Armenian" w:hAnsi="Times Armeni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A0AF2"/>
    <w:rPr>
      <w:rFonts w:ascii="Times Armenian" w:hAnsi="Times Armenian" w:cs="Times New Roman"/>
      <w:lang w:eastAsia="ru-RU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uiPriority w:val="99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uiPriority w:val="99"/>
    <w:locked/>
    <w:rsid w:val="00096865"/>
    <w:rPr>
      <w:rFonts w:ascii="Arial Armenian" w:hAnsi="Arial Armenian"/>
      <w:sz w:val="22"/>
      <w:lang w:val="ru-RU" w:eastAsia="ru-RU"/>
    </w:rPr>
  </w:style>
  <w:style w:type="character" w:customStyle="1" w:styleId="CharCharChar">
    <w:name w:val="Char Char Char"/>
    <w:uiPriority w:val="99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096865"/>
    <w:rPr>
      <w:rFonts w:cs="Times New Roman"/>
      <w:b/>
    </w:rPr>
  </w:style>
  <w:style w:type="character" w:styleId="FootnoteReference">
    <w:name w:val="footnote reference"/>
    <w:basedOn w:val="DefaultParagraphFont"/>
    <w:uiPriority w:val="99"/>
    <w:semiHidden/>
    <w:rsid w:val="00096865"/>
    <w:rPr>
      <w:rFonts w:cs="Times New Roman"/>
      <w:vertAlign w:val="superscript"/>
    </w:rPr>
  </w:style>
  <w:style w:type="character" w:customStyle="1" w:styleId="CharChar22">
    <w:name w:val="Char Char22"/>
    <w:uiPriority w:val="99"/>
    <w:rsid w:val="007602A3"/>
    <w:rPr>
      <w:rFonts w:ascii="Arial Armenian" w:hAnsi="Arial Armenian"/>
      <w:sz w:val="28"/>
      <w:lang w:val="ru-RU"/>
    </w:rPr>
  </w:style>
  <w:style w:type="character" w:customStyle="1" w:styleId="CharChar20">
    <w:name w:val="Char Char20"/>
    <w:uiPriority w:val="99"/>
    <w:rsid w:val="007602A3"/>
    <w:rPr>
      <w:rFonts w:ascii="Times LatArm" w:hAnsi="Times LatArm"/>
      <w:b/>
      <w:sz w:val="28"/>
      <w:lang w:val="ru-RU"/>
    </w:rPr>
  </w:style>
  <w:style w:type="character" w:customStyle="1" w:styleId="CharChar16">
    <w:name w:val="Char Char16"/>
    <w:uiPriority w:val="99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uiPriority w:val="99"/>
    <w:rsid w:val="007602A3"/>
    <w:rPr>
      <w:rFonts w:ascii="Times Armenian" w:hAnsi="Times Armenian"/>
      <w:i/>
      <w:lang w:val="ru-RU"/>
    </w:rPr>
  </w:style>
  <w:style w:type="character" w:customStyle="1" w:styleId="CharChar13">
    <w:name w:val="Char Char13"/>
    <w:uiPriority w:val="99"/>
    <w:rsid w:val="007602A3"/>
    <w:rPr>
      <w:rFonts w:ascii="Arial Armenian" w:hAnsi="Arial Armenian"/>
      <w:lang w:val="ru-RU"/>
    </w:rPr>
  </w:style>
  <w:style w:type="character" w:styleId="CommentReference">
    <w:name w:val="annotation reference"/>
    <w:basedOn w:val="DefaultParagraphFont"/>
    <w:uiPriority w:val="99"/>
    <w:semiHidden/>
    <w:rsid w:val="007602A3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7602A3"/>
    <w:rPr>
      <w:rFonts w:ascii="Times Armenian" w:hAnsi="Times Armeni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B3EA5"/>
    <w:rPr>
      <w:rFonts w:ascii="Times Armenian" w:hAnsi="Times Armenian" w:cs="Times New Roman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602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16665"/>
    <w:rPr>
      <w:b/>
    </w:rPr>
  </w:style>
  <w:style w:type="paragraph" w:styleId="EndnoteText">
    <w:name w:val="endnote text"/>
    <w:basedOn w:val="Normal"/>
    <w:link w:val="EndnoteTextChar"/>
    <w:uiPriority w:val="99"/>
    <w:semiHidden/>
    <w:rsid w:val="007602A3"/>
    <w:rPr>
      <w:rFonts w:ascii="Times Armenian" w:hAnsi="Times Armeni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516665"/>
    <w:rPr>
      <w:rFonts w:ascii="Times Armenian" w:hAnsi="Times Armenian" w:cs="Times New Roman"/>
      <w:lang w:eastAsia="ru-RU"/>
    </w:rPr>
  </w:style>
  <w:style w:type="character" w:styleId="EndnoteReference">
    <w:name w:val="endnote reference"/>
    <w:basedOn w:val="DefaultParagraphFont"/>
    <w:uiPriority w:val="99"/>
    <w:semiHidden/>
    <w:rsid w:val="007602A3"/>
    <w:rPr>
      <w:rFonts w:cs="Times New Roman"/>
      <w:vertAlign w:val="superscript"/>
    </w:rPr>
  </w:style>
  <w:style w:type="paragraph" w:styleId="DocumentMap">
    <w:name w:val="Document Map"/>
    <w:basedOn w:val="Normal"/>
    <w:link w:val="DocumentMapChar"/>
    <w:uiPriority w:val="99"/>
    <w:semiHidden/>
    <w:rsid w:val="007602A3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16665"/>
    <w:rPr>
      <w:rFonts w:ascii="Tahoma" w:hAnsi="Tahoma" w:cs="Times New Roman"/>
      <w:shd w:val="clear" w:color="auto" w:fill="000080"/>
      <w:lang w:eastAsia="ru-RU"/>
    </w:rPr>
  </w:style>
  <w:style w:type="paragraph" w:styleId="Revision">
    <w:name w:val="Revision"/>
    <w:hidden/>
    <w:uiPriority w:val="99"/>
    <w:semiHidden/>
    <w:rsid w:val="007602A3"/>
    <w:rPr>
      <w:rFonts w:ascii="Times Armenian" w:hAnsi="Times Armenian"/>
      <w:sz w:val="24"/>
      <w:szCs w:val="20"/>
    </w:rPr>
  </w:style>
  <w:style w:type="table" w:styleId="TableGrid">
    <w:name w:val="Table Grid"/>
    <w:basedOn w:val="TableNormal"/>
    <w:uiPriority w:val="99"/>
    <w:rsid w:val="007602A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uiPriority w:val="99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uiPriority w:val="99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uiPriority w:val="99"/>
    <w:rsid w:val="00731D26"/>
    <w:rPr>
      <w:rFonts w:ascii="Arial Armenian" w:hAnsi="Arial Armenian"/>
      <w:sz w:val="28"/>
      <w:lang w:val="ru-RU" w:eastAsia="ru-RU"/>
    </w:rPr>
  </w:style>
  <w:style w:type="character" w:customStyle="1" w:styleId="CharChar21">
    <w:name w:val="Char Char21"/>
    <w:uiPriority w:val="99"/>
    <w:rsid w:val="00731D26"/>
    <w:rPr>
      <w:rFonts w:ascii="Arial LatArm" w:hAnsi="Arial LatArm"/>
      <w:b/>
      <w:color w:val="0000FF"/>
      <w:lang w:val="ru-RU" w:eastAsia="ru-RU"/>
    </w:rPr>
  </w:style>
  <w:style w:type="paragraph" w:styleId="ListParagraph">
    <w:name w:val="List Paragraph"/>
    <w:basedOn w:val="Normal"/>
    <w:link w:val="ListParagraphChar"/>
    <w:uiPriority w:val="99"/>
    <w:qFormat/>
    <w:rsid w:val="00731D26"/>
    <w:pPr>
      <w:ind w:left="720"/>
    </w:pPr>
    <w:rPr>
      <w:rFonts w:ascii="Times Armenian" w:hAnsi="Times Armenian"/>
      <w:szCs w:val="20"/>
    </w:rPr>
  </w:style>
  <w:style w:type="character" w:customStyle="1" w:styleId="CharChar25">
    <w:name w:val="Char Char25"/>
    <w:uiPriority w:val="99"/>
    <w:rsid w:val="00536BFB"/>
    <w:rPr>
      <w:rFonts w:ascii="Arial Armenian" w:hAnsi="Arial Armenian"/>
      <w:sz w:val="28"/>
      <w:lang w:val="ru-RU" w:eastAsia="ru-RU"/>
    </w:rPr>
  </w:style>
  <w:style w:type="character" w:customStyle="1" w:styleId="CharChar24">
    <w:name w:val="Char Char24"/>
    <w:uiPriority w:val="99"/>
    <w:rsid w:val="00536BFB"/>
    <w:rPr>
      <w:rFonts w:ascii="Arial LatArm" w:hAnsi="Arial LatArm"/>
      <w:b/>
      <w:color w:val="0000FF"/>
      <w:lang w:val="ru-RU" w:eastAsia="ru-RU"/>
    </w:rPr>
  </w:style>
  <w:style w:type="paragraph" w:styleId="BlockText">
    <w:name w:val="Block Text"/>
    <w:basedOn w:val="Normal"/>
    <w:uiPriority w:val="99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uiPriority w:val="99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uiPriority w:val="99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uiPriority w:val="99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uiPriority w:val="99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uiPriority w:val="99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uiPriority w:val="99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uiPriority w:val="99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uiPriority w:val="99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uiPriority w:val="99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uiPriority w:val="99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uiPriority w:val="99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uiPriority w:val="99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uiPriority w:val="99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uiPriority w:val="99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uiPriority w:val="99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uiPriority w:val="99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uiPriority w:val="99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uiPriority w:val="99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uiPriority w:val="99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uiPriority w:val="99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uiPriority w:val="99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basedOn w:val="DefaultParagraphFont"/>
    <w:uiPriority w:val="99"/>
    <w:rsid w:val="00536BFB"/>
    <w:rPr>
      <w:rFonts w:cs="Times New Roman"/>
      <w:color w:val="800080"/>
      <w:u w:val="single"/>
    </w:rPr>
  </w:style>
  <w:style w:type="character" w:customStyle="1" w:styleId="CharCharCharChar1">
    <w:name w:val="Char Char Char Char1"/>
    <w:aliases w:val="Char Char Char Char Char Char"/>
    <w:uiPriority w:val="99"/>
    <w:rsid w:val="00536BFB"/>
    <w:rPr>
      <w:rFonts w:ascii="Arial LatArm" w:hAnsi="Arial LatArm"/>
      <w:sz w:val="24"/>
      <w:lang w:val="ru-RU" w:eastAsia="ru-RU"/>
    </w:rPr>
  </w:style>
  <w:style w:type="character" w:customStyle="1" w:styleId="CharChar2">
    <w:name w:val="Char Char2"/>
    <w:uiPriority w:val="99"/>
    <w:locked/>
    <w:rsid w:val="00630CC3"/>
    <w:rPr>
      <w:lang w:val="ru-RU" w:eastAsia="ru-RU"/>
    </w:rPr>
  </w:style>
  <w:style w:type="paragraph" w:customStyle="1" w:styleId="Char3CharCharChar">
    <w:name w:val="Char3 Char Char Char"/>
    <w:basedOn w:val="Normal"/>
    <w:next w:val="Normal"/>
    <w:uiPriority w:val="99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99"/>
    <w:locked/>
    <w:rsid w:val="00DB3E17"/>
    <w:rPr>
      <w:rFonts w:ascii="Times Armenian" w:hAnsi="Times Armenian"/>
      <w:sz w:val="24"/>
      <w:lang w:eastAsia="ru-RU"/>
    </w:rPr>
  </w:style>
  <w:style w:type="character" w:customStyle="1" w:styleId="CharChar4">
    <w:name w:val="Char Char4"/>
    <w:uiPriority w:val="99"/>
    <w:locked/>
    <w:rsid w:val="00EB3EA5"/>
    <w:rPr>
      <w:sz w:val="24"/>
      <w:lang w:val="ru-RU" w:eastAsia="ru-RU"/>
    </w:rPr>
  </w:style>
  <w:style w:type="paragraph" w:customStyle="1" w:styleId="msonormalcxspmiddle">
    <w:name w:val="msonormalcxspmiddle"/>
    <w:basedOn w:val="Normal"/>
    <w:uiPriority w:val="99"/>
    <w:rsid w:val="00EB3EA5"/>
    <w:pPr>
      <w:spacing w:before="100" w:beforeAutospacing="1" w:after="100" w:afterAutospacing="1"/>
    </w:pPr>
  </w:style>
  <w:style w:type="character" w:customStyle="1" w:styleId="CharChar5">
    <w:name w:val="Char Char5"/>
    <w:uiPriority w:val="99"/>
    <w:locked/>
    <w:rsid w:val="00EB3EA5"/>
    <w:rPr>
      <w:sz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82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2</Pages>
  <Words>453</Words>
  <Characters>2583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H.Avetisyan</dc:creator>
  <cp:keywords/>
  <dc:description/>
  <cp:lastModifiedBy>User</cp:lastModifiedBy>
  <cp:revision>6</cp:revision>
  <cp:lastPrinted>2017-05-24T12:04:00Z</cp:lastPrinted>
  <dcterms:created xsi:type="dcterms:W3CDTF">2017-09-25T08:06:00Z</dcterms:created>
  <dcterms:modified xsi:type="dcterms:W3CDTF">2018-05-07T08:13:00Z</dcterms:modified>
</cp:coreProperties>
</file>