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62B9" w14:textId="03AA4ECB" w:rsidR="00F81E7E" w:rsidRPr="00775D40" w:rsidRDefault="00775D40" w:rsidP="00F81E7E">
      <w:pPr>
        <w:tabs>
          <w:tab w:val="left" w:pos="1380"/>
        </w:tabs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p w14:paraId="15CEEE5D" w14:textId="77777777" w:rsidR="002851B0" w:rsidRDefault="002851B0" w:rsidP="002851B0">
      <w:pPr>
        <w:spacing w:after="0" w:line="240" w:lineRule="auto"/>
        <w:ind w:firstLine="851"/>
        <w:jc w:val="right"/>
        <w:rPr>
          <w:rFonts w:ascii="GHEA Grapalat" w:hAnsi="GHEA Grapalat" w:cs="Sylfaen"/>
          <w:sz w:val="24"/>
          <w:szCs w:val="24"/>
        </w:rPr>
      </w:pPr>
    </w:p>
    <w:p w14:paraId="2F59B4C8" w14:textId="77777777" w:rsidR="000A0C6F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</w:p>
    <w:p w14:paraId="0688CAB2" w14:textId="77777777" w:rsidR="000A0C6F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</w:p>
    <w:p w14:paraId="0C42D010" w14:textId="1F792B8F" w:rsidR="000A0C6F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«ԹԵՈՖԱՐՄԱ ԻՄՊՈՐՏ»</w:t>
      </w:r>
      <w:r w:rsidRPr="005C1D41">
        <w:rPr>
          <w:rFonts w:ascii="GHEA Grapalat" w:hAnsi="GHEA Grapalat"/>
          <w:sz w:val="24"/>
          <w:szCs w:val="24"/>
        </w:rPr>
        <w:t xml:space="preserve"> </w:t>
      </w:r>
      <w:r w:rsidRPr="00F536C0">
        <w:rPr>
          <w:rFonts w:ascii="GHEA Grapalat" w:hAnsi="GHEA Grapalat"/>
          <w:sz w:val="24"/>
          <w:szCs w:val="24"/>
        </w:rPr>
        <w:t>ՍՊ</w:t>
      </w:r>
      <w:r w:rsidRPr="005C1D41">
        <w:rPr>
          <w:rFonts w:ascii="GHEA Grapalat" w:hAnsi="GHEA Grapalat"/>
          <w:sz w:val="24"/>
          <w:szCs w:val="24"/>
        </w:rPr>
        <w:t>Ը</w:t>
      </w:r>
      <w:r w:rsidRPr="00F536C0">
        <w:rPr>
          <w:rFonts w:ascii="GHEA Grapalat" w:hAnsi="GHEA Grapalat"/>
          <w:sz w:val="24"/>
          <w:szCs w:val="24"/>
        </w:rPr>
        <w:t xml:space="preserve">-Ի ՏՆՕՐԵՆ </w:t>
      </w:r>
      <w:r>
        <w:rPr>
          <w:rFonts w:ascii="GHEA Grapalat" w:hAnsi="GHEA Grapalat"/>
          <w:sz w:val="24"/>
          <w:szCs w:val="24"/>
        </w:rPr>
        <w:t>ՎԱՀՐԱՄ ՄԱԿԻՆ</w:t>
      </w:r>
      <w:r w:rsidRPr="00F536C0">
        <w:rPr>
          <w:rFonts w:ascii="GHEA Grapalat" w:hAnsi="GHEA Grapalat"/>
          <w:sz w:val="24"/>
          <w:szCs w:val="24"/>
        </w:rPr>
        <w:t>ՅԱՆԻՆ</w:t>
      </w:r>
    </w:p>
    <w:p w14:paraId="7A349F8B" w14:textId="77777777" w:rsidR="000A0C6F" w:rsidRPr="00F536C0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  <w:r w:rsidRPr="00F536C0">
        <w:rPr>
          <w:rFonts w:ascii="GHEA Grapalat" w:hAnsi="GHEA Grapalat"/>
          <w:sz w:val="24"/>
          <w:szCs w:val="24"/>
        </w:rPr>
        <w:t>ՀՎՀՀ</w:t>
      </w:r>
      <w:r w:rsidRPr="00BB42A5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00471216</w:t>
      </w:r>
      <w:r w:rsidRPr="00F536C0">
        <w:rPr>
          <w:rFonts w:ascii="GHEA Grapalat" w:hAnsi="GHEA Grapalat"/>
          <w:sz w:val="24"/>
          <w:szCs w:val="24"/>
        </w:rPr>
        <w:t xml:space="preserve"> </w:t>
      </w:r>
    </w:p>
    <w:p w14:paraId="4FD99E5E" w14:textId="77777777" w:rsidR="000A0C6F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  <w:r w:rsidRPr="00F536C0">
        <w:rPr>
          <w:rFonts w:ascii="GHEA Grapalat" w:hAnsi="GHEA Grapalat"/>
          <w:sz w:val="24"/>
          <w:szCs w:val="24"/>
        </w:rPr>
        <w:t xml:space="preserve">Հասցե՝ </w:t>
      </w:r>
      <w:r>
        <w:rPr>
          <w:rFonts w:ascii="GHEA Grapalat" w:hAnsi="GHEA Grapalat"/>
          <w:sz w:val="24"/>
          <w:szCs w:val="24"/>
        </w:rPr>
        <w:t>Արմավիրի մարզ, Փարաքար, գ. Թաիրով, Դեմիրճյան թղմ., 1փ, 22/1</w:t>
      </w:r>
    </w:p>
    <w:p w14:paraId="6A9D5430" w14:textId="77777777" w:rsidR="000A0C6F" w:rsidRPr="00BB42A5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  <w:r w:rsidRPr="00BB42A5">
        <w:rPr>
          <w:rFonts w:ascii="GHEA Grapalat" w:hAnsi="GHEA Grapalat"/>
          <w:sz w:val="24"/>
          <w:szCs w:val="24"/>
        </w:rPr>
        <w:t xml:space="preserve">Հեռ. +374 </w:t>
      </w:r>
      <w:r>
        <w:rPr>
          <w:rFonts w:ascii="GHEA Grapalat" w:hAnsi="GHEA Grapalat"/>
          <w:sz w:val="24"/>
          <w:szCs w:val="24"/>
        </w:rPr>
        <w:t xml:space="preserve"> 11 60 66 06</w:t>
      </w:r>
      <w:r w:rsidRPr="00BB42A5">
        <w:rPr>
          <w:rFonts w:ascii="GHEA Grapalat" w:hAnsi="GHEA Grapalat"/>
          <w:sz w:val="24"/>
          <w:szCs w:val="24"/>
        </w:rPr>
        <w:t xml:space="preserve"> </w:t>
      </w:r>
    </w:p>
    <w:p w14:paraId="30B39FB0" w14:textId="77777777" w:rsidR="000A0C6F" w:rsidRPr="00B7259B" w:rsidRDefault="000A0C6F" w:rsidP="000A0C6F">
      <w:pPr>
        <w:tabs>
          <w:tab w:val="left" w:pos="1380"/>
        </w:tabs>
        <w:spacing w:after="0" w:line="360" w:lineRule="auto"/>
        <w:jc w:val="right"/>
        <w:rPr>
          <w:rStyle w:val="Hyperlink"/>
          <w:rFonts w:ascii="GHEA Grapalat" w:hAnsi="GHEA Grapalat"/>
          <w:sz w:val="24"/>
          <w:szCs w:val="24"/>
        </w:rPr>
      </w:pPr>
      <w:r w:rsidRPr="00BB42A5">
        <w:rPr>
          <w:rFonts w:ascii="GHEA Grapalat" w:hAnsi="GHEA Grapalat"/>
          <w:sz w:val="24"/>
          <w:szCs w:val="24"/>
        </w:rPr>
        <w:t xml:space="preserve">Էլ. հասցեն՝ </w:t>
      </w:r>
      <w:hyperlink r:id="rId7" w:history="1">
        <w:r w:rsidRPr="00B7259B">
          <w:rPr>
            <w:rStyle w:val="Hyperlink"/>
            <w:rFonts w:ascii="GHEA Grapalat" w:hAnsi="GHEA Grapalat"/>
            <w:sz w:val="24"/>
            <w:szCs w:val="24"/>
          </w:rPr>
          <w:t>info</w:t>
        </w:r>
        <w:r w:rsidRPr="00684A87">
          <w:rPr>
            <w:rStyle w:val="Hyperlink"/>
            <w:rFonts w:ascii="GHEA Grapalat" w:hAnsi="GHEA Grapalat"/>
            <w:sz w:val="24"/>
            <w:szCs w:val="24"/>
          </w:rPr>
          <w:t>@theopharma.</w:t>
        </w:r>
      </w:hyperlink>
      <w:r w:rsidRPr="00B7259B">
        <w:rPr>
          <w:rStyle w:val="Hyperlink"/>
          <w:rFonts w:ascii="GHEA Grapalat" w:hAnsi="GHEA Grapalat"/>
          <w:sz w:val="24"/>
          <w:szCs w:val="24"/>
        </w:rPr>
        <w:t>a</w:t>
      </w:r>
      <w:r w:rsidRPr="007D6FE6">
        <w:rPr>
          <w:rStyle w:val="Hyperlink"/>
          <w:rFonts w:ascii="GHEA Grapalat" w:hAnsi="GHEA Grapalat"/>
          <w:sz w:val="24"/>
          <w:szCs w:val="24"/>
        </w:rPr>
        <w:t>m</w:t>
      </w:r>
    </w:p>
    <w:p w14:paraId="7601EC24" w14:textId="77777777" w:rsidR="000A0C6F" w:rsidRPr="00BB42A5" w:rsidRDefault="000A0C6F" w:rsidP="000A0C6F">
      <w:pPr>
        <w:tabs>
          <w:tab w:val="left" w:pos="1380"/>
        </w:tabs>
        <w:spacing w:after="0" w:line="360" w:lineRule="auto"/>
        <w:jc w:val="right"/>
        <w:rPr>
          <w:rFonts w:ascii="GHEA Grapalat" w:hAnsi="GHEA Grapalat"/>
          <w:sz w:val="24"/>
          <w:szCs w:val="24"/>
        </w:rPr>
      </w:pPr>
    </w:p>
    <w:p w14:paraId="42CD0CAD" w14:textId="77777777" w:rsidR="000A0C6F" w:rsidRPr="00BB42A5" w:rsidRDefault="000A0C6F" w:rsidP="000A0C6F">
      <w:pPr>
        <w:tabs>
          <w:tab w:val="left" w:pos="1380"/>
        </w:tabs>
        <w:spacing w:after="0" w:line="360" w:lineRule="auto"/>
        <w:jc w:val="center"/>
        <w:rPr>
          <w:rFonts w:ascii="GHEA Grapalat" w:hAnsi="GHEA Grapalat"/>
          <w:sz w:val="24"/>
          <w:szCs w:val="24"/>
        </w:rPr>
      </w:pPr>
      <w:r w:rsidRPr="00BB42A5">
        <w:rPr>
          <w:rFonts w:ascii="GHEA Grapalat" w:hAnsi="GHEA Grapalat"/>
          <w:sz w:val="24"/>
          <w:szCs w:val="24"/>
        </w:rPr>
        <w:t>Ծանուցում</w:t>
      </w:r>
    </w:p>
    <w:p w14:paraId="4F6C1C64" w14:textId="77777777" w:rsidR="000A0C6F" w:rsidRPr="00BB42A5" w:rsidRDefault="000A0C6F" w:rsidP="000A0C6F">
      <w:pPr>
        <w:tabs>
          <w:tab w:val="left" w:pos="1380"/>
        </w:tabs>
        <w:spacing w:after="0" w:line="360" w:lineRule="auto"/>
        <w:jc w:val="center"/>
        <w:rPr>
          <w:rFonts w:ascii="GHEA Grapalat" w:hAnsi="GHEA Grapalat"/>
          <w:sz w:val="24"/>
          <w:szCs w:val="24"/>
        </w:rPr>
      </w:pPr>
      <w:r w:rsidRPr="00BB42A5">
        <w:rPr>
          <w:rFonts w:ascii="GHEA Grapalat" w:hAnsi="GHEA Grapalat"/>
          <w:sz w:val="24"/>
          <w:szCs w:val="24"/>
        </w:rPr>
        <w:t xml:space="preserve">Պայմանագիրը միակողմանի </w:t>
      </w:r>
      <w:r>
        <w:rPr>
          <w:rFonts w:ascii="GHEA Grapalat" w:hAnsi="GHEA Grapalat"/>
          <w:sz w:val="24"/>
          <w:szCs w:val="24"/>
        </w:rPr>
        <w:t xml:space="preserve">մասնակի </w:t>
      </w:r>
      <w:r w:rsidRPr="00BB42A5">
        <w:rPr>
          <w:rFonts w:ascii="GHEA Grapalat" w:hAnsi="GHEA Grapalat"/>
          <w:sz w:val="24"/>
          <w:szCs w:val="24"/>
        </w:rPr>
        <w:t>լուծելու մասին</w:t>
      </w:r>
    </w:p>
    <w:p w14:paraId="018A167A" w14:textId="77777777" w:rsidR="000A0C6F" w:rsidRDefault="000A0C6F" w:rsidP="000A0C6F">
      <w:pPr>
        <w:spacing w:after="0" w:line="360" w:lineRule="auto"/>
        <w:ind w:firstLine="851"/>
        <w:jc w:val="both"/>
        <w:rPr>
          <w:rFonts w:ascii="GHEA Grapalat" w:hAnsi="GHEA Grapalat" w:cs="Sylfaen"/>
          <w:sz w:val="24"/>
          <w:szCs w:val="24"/>
        </w:rPr>
      </w:pPr>
    </w:p>
    <w:p w14:paraId="298CFA3F" w14:textId="77777777" w:rsidR="000A0C6F" w:rsidRPr="003B7A76" w:rsidRDefault="000A0C6F" w:rsidP="000A0C6F">
      <w:pPr>
        <w:spacing w:after="0" w:line="360" w:lineRule="auto"/>
        <w:ind w:firstLine="851"/>
        <w:jc w:val="both"/>
        <w:rPr>
          <w:rFonts w:ascii="GHEA Grapalat" w:hAnsi="GHEA Grapalat" w:cs="Sylfaen"/>
          <w:sz w:val="24"/>
          <w:szCs w:val="24"/>
        </w:rPr>
      </w:pPr>
    </w:p>
    <w:p w14:paraId="20691802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3B7A76">
        <w:rPr>
          <w:rFonts w:ascii="GHEA Grapalat" w:hAnsi="GHEA Grapalat" w:cs="Sylfaen"/>
          <w:sz w:val="24"/>
          <w:szCs w:val="24"/>
        </w:rPr>
        <w:t>Հարգելի</w:t>
      </w:r>
      <w:r>
        <w:rPr>
          <w:rFonts w:ascii="GHEA Grapalat" w:hAnsi="GHEA Grapalat" w:cs="Sylfaen"/>
          <w:sz w:val="24"/>
          <w:szCs w:val="24"/>
        </w:rPr>
        <w:t>´</w:t>
      </w:r>
      <w:r w:rsidRPr="003B7A76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պարոն</w:t>
      </w:r>
      <w:r w:rsidRPr="00E06E78">
        <w:rPr>
          <w:rFonts w:ascii="GHEA Grapalat" w:hAnsi="GHEA Grapalat" w:cs="Sylfaen"/>
          <w:sz w:val="24"/>
          <w:szCs w:val="24"/>
        </w:rPr>
        <w:t xml:space="preserve"> </w:t>
      </w:r>
      <w:r w:rsidRPr="00BB42A5">
        <w:rPr>
          <w:rFonts w:ascii="GHEA Grapalat" w:hAnsi="GHEA Grapalat" w:cs="Sylfaen"/>
          <w:sz w:val="24"/>
          <w:szCs w:val="24"/>
        </w:rPr>
        <w:t>Մ</w:t>
      </w:r>
      <w:r>
        <w:rPr>
          <w:rFonts w:ascii="GHEA Grapalat" w:hAnsi="GHEA Grapalat" w:cs="Sylfaen"/>
          <w:sz w:val="24"/>
          <w:szCs w:val="24"/>
        </w:rPr>
        <w:t>ակինյան</w:t>
      </w:r>
      <w:r w:rsidRPr="00FC637D">
        <w:rPr>
          <w:rFonts w:ascii="GHEA Grapalat" w:hAnsi="GHEA Grapalat" w:cs="Sylfaen"/>
          <w:sz w:val="24"/>
          <w:szCs w:val="24"/>
        </w:rPr>
        <w:t>,</w:t>
      </w:r>
    </w:p>
    <w:p w14:paraId="7ACAD0E3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F536C0">
        <w:rPr>
          <w:rFonts w:ascii="GHEA Grapalat" w:hAnsi="GHEA Grapalat" w:cs="Sylfaen"/>
          <w:sz w:val="24"/>
          <w:szCs w:val="24"/>
        </w:rPr>
        <w:t>Առողջապահության նախարարության և «</w:t>
      </w:r>
      <w:r>
        <w:rPr>
          <w:rFonts w:ascii="GHEA Grapalat" w:hAnsi="GHEA Grapalat" w:cs="Sylfaen"/>
          <w:sz w:val="24"/>
          <w:szCs w:val="24"/>
        </w:rPr>
        <w:t>Թեոֆարմա Իմպորտ</w:t>
      </w:r>
      <w:r w:rsidRPr="00F536C0">
        <w:rPr>
          <w:rFonts w:ascii="GHEA Grapalat" w:hAnsi="GHEA Grapalat" w:cs="Sylfaen"/>
          <w:sz w:val="24"/>
          <w:szCs w:val="24"/>
        </w:rPr>
        <w:t>» ՍՊԸ-ի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F536C0">
        <w:rPr>
          <w:rFonts w:ascii="GHEA Grapalat" w:hAnsi="GHEA Grapalat" w:cs="Sylfaen"/>
          <w:sz w:val="24"/>
          <w:szCs w:val="24"/>
        </w:rPr>
        <w:t>(այսուհետ՝ Ընկերություն)</w:t>
      </w:r>
      <w:r w:rsidRPr="009C21E7">
        <w:rPr>
          <w:rFonts w:ascii="GHEA Grapalat" w:hAnsi="GHEA Grapalat" w:cs="Sylfaen"/>
          <w:sz w:val="24"/>
          <w:szCs w:val="24"/>
        </w:rPr>
        <w:t xml:space="preserve"> միջև </w:t>
      </w:r>
      <w:r>
        <w:rPr>
          <w:rFonts w:ascii="GHEA Grapalat" w:hAnsi="GHEA Grapalat" w:cs="Sylfaen"/>
          <w:sz w:val="24"/>
          <w:szCs w:val="24"/>
        </w:rPr>
        <w:t>27</w:t>
      </w:r>
      <w:r w:rsidRPr="009C21E7">
        <w:rPr>
          <w:rFonts w:ascii="GHEA Grapalat" w:hAnsi="GHEA Grapalat" w:cs="Sylfaen"/>
          <w:sz w:val="24"/>
          <w:szCs w:val="24"/>
        </w:rPr>
        <w:t>.</w:t>
      </w:r>
      <w:r>
        <w:rPr>
          <w:rFonts w:ascii="GHEA Grapalat" w:hAnsi="GHEA Grapalat" w:cs="Sylfaen"/>
          <w:sz w:val="24"/>
          <w:szCs w:val="24"/>
        </w:rPr>
        <w:t>05</w:t>
      </w:r>
      <w:r w:rsidRPr="009C21E7">
        <w:rPr>
          <w:rFonts w:ascii="GHEA Grapalat" w:hAnsi="GHEA Grapalat" w:cs="Sylfaen"/>
          <w:sz w:val="24"/>
          <w:szCs w:val="24"/>
        </w:rPr>
        <w:t>.202</w:t>
      </w:r>
      <w:r>
        <w:rPr>
          <w:rFonts w:ascii="GHEA Grapalat" w:hAnsi="GHEA Grapalat" w:cs="Sylfaen"/>
          <w:sz w:val="24"/>
          <w:szCs w:val="24"/>
        </w:rPr>
        <w:t>5</w:t>
      </w:r>
      <w:r w:rsidRPr="009C21E7">
        <w:rPr>
          <w:rFonts w:ascii="GHEA Grapalat" w:hAnsi="GHEA Grapalat" w:cs="Sylfaen"/>
          <w:sz w:val="24"/>
          <w:szCs w:val="24"/>
        </w:rPr>
        <w:t>թ. կնքվել է «ՀՀ ԱՆ ԷԱՃԱՊՁԲ-202</w:t>
      </w:r>
      <w:r>
        <w:rPr>
          <w:rFonts w:ascii="GHEA Grapalat" w:hAnsi="GHEA Grapalat" w:cs="Sylfaen"/>
          <w:sz w:val="24"/>
          <w:szCs w:val="24"/>
        </w:rPr>
        <w:t>5</w:t>
      </w:r>
      <w:r w:rsidRPr="009C21E7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</w:rPr>
        <w:t>37/2</w:t>
      </w:r>
      <w:r w:rsidRPr="009C21E7">
        <w:rPr>
          <w:rFonts w:ascii="GHEA Grapalat" w:hAnsi="GHEA Grapalat" w:cs="Sylfaen"/>
          <w:sz w:val="24"/>
          <w:szCs w:val="24"/>
        </w:rPr>
        <w:t>-</w:t>
      </w:r>
      <w:r>
        <w:rPr>
          <w:rFonts w:ascii="GHEA Grapalat" w:hAnsi="GHEA Grapalat" w:cs="Sylfaen"/>
          <w:sz w:val="24"/>
          <w:szCs w:val="24"/>
        </w:rPr>
        <w:t>1</w:t>
      </w:r>
      <w:r w:rsidRPr="009C21E7">
        <w:rPr>
          <w:rFonts w:ascii="GHEA Grapalat" w:hAnsi="GHEA Grapalat" w:cs="Sylfaen"/>
          <w:sz w:val="24"/>
          <w:szCs w:val="24"/>
        </w:rPr>
        <w:t xml:space="preserve">» պայմանագիրը (այսուհետ՝ Պայմանագիր)՝ </w:t>
      </w:r>
      <w:r>
        <w:rPr>
          <w:rFonts w:ascii="GHEA Grapalat" w:hAnsi="GHEA Grapalat" w:cs="Sylfaen"/>
          <w:sz w:val="24"/>
          <w:szCs w:val="24"/>
        </w:rPr>
        <w:t>14,985,000</w:t>
      </w:r>
      <w:r w:rsidRPr="009C21E7">
        <w:rPr>
          <w:rFonts w:ascii="GHEA Grapalat" w:hAnsi="GHEA Grapalat" w:cs="Sylfaen"/>
          <w:sz w:val="24"/>
          <w:szCs w:val="24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տասնչորս</w:t>
      </w:r>
      <w:r w:rsidRPr="009C21E7">
        <w:rPr>
          <w:rFonts w:ascii="GHEA Grapalat" w:hAnsi="GHEA Grapalat" w:cs="Sylfaen"/>
          <w:sz w:val="24"/>
          <w:szCs w:val="24"/>
        </w:rPr>
        <w:t xml:space="preserve"> միլիոն </w:t>
      </w:r>
      <w:r>
        <w:rPr>
          <w:rFonts w:ascii="GHEA Grapalat" w:hAnsi="GHEA Grapalat" w:cs="Sylfaen"/>
          <w:sz w:val="24"/>
          <w:szCs w:val="24"/>
        </w:rPr>
        <w:t>ինը հարյուր ութսունհինգ հազար</w:t>
      </w:r>
      <w:r w:rsidRPr="009C21E7">
        <w:rPr>
          <w:rFonts w:ascii="GHEA Grapalat" w:hAnsi="GHEA Grapalat" w:cs="Sylfaen"/>
          <w:sz w:val="24"/>
          <w:szCs w:val="24"/>
        </w:rPr>
        <w:t>) ՀՀ դրամ ընդհանուր արժեքով՝ «Գնումների մասին» ՀՀ օրենքի 15-րդ հոդվածի</w:t>
      </w:r>
      <w:r w:rsidRPr="00C638AA">
        <w:rPr>
          <w:rFonts w:ascii="GHEA Grapalat" w:hAnsi="GHEA Grapalat" w:cs="Sylfaen"/>
          <w:sz w:val="24"/>
          <w:szCs w:val="24"/>
        </w:rPr>
        <w:t xml:space="preserve"> 6-րդ մասի հիման վրա:</w:t>
      </w:r>
    </w:p>
    <w:p w14:paraId="51BC99F3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C638AA">
        <w:rPr>
          <w:rFonts w:ascii="GHEA Grapalat" w:hAnsi="GHEA Grapalat" w:cs="Sylfaen"/>
          <w:sz w:val="24"/>
          <w:szCs w:val="24"/>
        </w:rPr>
        <w:t xml:space="preserve">Համապատասխան ֆինանսական միջոցներ </w:t>
      </w:r>
      <w:r>
        <w:rPr>
          <w:rFonts w:ascii="GHEA Grapalat" w:hAnsi="GHEA Grapalat" w:cs="Sylfaen"/>
          <w:sz w:val="24"/>
          <w:szCs w:val="24"/>
        </w:rPr>
        <w:t>նախատեսվե</w:t>
      </w:r>
      <w:r w:rsidRPr="00C638AA">
        <w:rPr>
          <w:rFonts w:ascii="GHEA Grapalat" w:hAnsi="GHEA Grapalat" w:cs="Sylfaen"/>
          <w:sz w:val="24"/>
          <w:szCs w:val="24"/>
        </w:rPr>
        <w:t xml:space="preserve">լուց հետո, </w:t>
      </w:r>
      <w:r>
        <w:rPr>
          <w:rFonts w:ascii="GHEA Grapalat" w:hAnsi="GHEA Grapalat" w:cs="Sylfaen"/>
          <w:sz w:val="24"/>
          <w:szCs w:val="24"/>
        </w:rPr>
        <w:t>09</w:t>
      </w:r>
      <w:r w:rsidRPr="00C638AA">
        <w:rPr>
          <w:rFonts w:ascii="GHEA Grapalat" w:hAnsi="GHEA Grapalat" w:cs="Sylfaen"/>
          <w:sz w:val="24"/>
          <w:szCs w:val="24"/>
        </w:rPr>
        <w:t>.0</w:t>
      </w:r>
      <w:r>
        <w:rPr>
          <w:rFonts w:ascii="GHEA Grapalat" w:hAnsi="GHEA Grapalat" w:cs="Sylfaen"/>
          <w:sz w:val="24"/>
          <w:szCs w:val="24"/>
        </w:rPr>
        <w:t>7</w:t>
      </w:r>
      <w:r w:rsidRPr="00C638AA">
        <w:rPr>
          <w:rFonts w:ascii="GHEA Grapalat" w:hAnsi="GHEA Grapalat" w:cs="Sylfaen"/>
          <w:sz w:val="24"/>
          <w:szCs w:val="24"/>
        </w:rPr>
        <w:t>.202</w:t>
      </w:r>
      <w:r>
        <w:rPr>
          <w:rFonts w:ascii="GHEA Grapalat" w:hAnsi="GHEA Grapalat" w:cs="Sylfaen"/>
          <w:sz w:val="24"/>
          <w:szCs w:val="24"/>
        </w:rPr>
        <w:t>5</w:t>
      </w:r>
      <w:r w:rsidRPr="00C638AA">
        <w:rPr>
          <w:rFonts w:ascii="GHEA Grapalat" w:hAnsi="GHEA Grapalat" w:cs="Sylfaen"/>
          <w:sz w:val="24"/>
          <w:szCs w:val="24"/>
        </w:rPr>
        <w:t>թ. կողմերի միջև կնքված թիվ 1 Համաձայնագրով սահմանվել է</w:t>
      </w:r>
      <w:r>
        <w:rPr>
          <w:rFonts w:ascii="GHEA Grapalat" w:hAnsi="GHEA Grapalat" w:cs="Sylfaen"/>
          <w:sz w:val="24"/>
          <w:szCs w:val="24"/>
        </w:rPr>
        <w:t>, որ «Դակտինոմիցին» դեղը</w:t>
      </w:r>
      <w:r w:rsidRPr="00C638AA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80</w:t>
      </w:r>
      <w:r w:rsidRPr="00C638AA">
        <w:rPr>
          <w:rFonts w:ascii="GHEA Grapalat" w:hAnsi="GHEA Grapalat" w:cs="Sylfaen"/>
          <w:sz w:val="24"/>
          <w:szCs w:val="24"/>
        </w:rPr>
        <w:t xml:space="preserve"> հատ քանակով պետք է մատակարարվ</w:t>
      </w:r>
      <w:r w:rsidRPr="0010493E">
        <w:rPr>
          <w:rFonts w:ascii="GHEA Grapalat" w:hAnsi="GHEA Grapalat" w:cs="Sylfaen"/>
          <w:sz w:val="24"/>
          <w:szCs w:val="24"/>
        </w:rPr>
        <w:t>ի</w:t>
      </w:r>
      <w:r w:rsidRPr="00C638AA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համաձայնագիրը կնքելուց հետո</w:t>
      </w:r>
      <w:r w:rsidRPr="00C638AA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2</w:t>
      </w:r>
      <w:r w:rsidRPr="00C638AA">
        <w:rPr>
          <w:rFonts w:ascii="GHEA Grapalat" w:hAnsi="GHEA Grapalat" w:cs="Sylfaen"/>
          <w:sz w:val="24"/>
          <w:szCs w:val="24"/>
        </w:rPr>
        <w:t xml:space="preserve">0 օրացուցային օրերի ընթացքում: </w:t>
      </w:r>
    </w:p>
    <w:p w14:paraId="4B6ADCB6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163DA0">
        <w:rPr>
          <w:rFonts w:ascii="GHEA Grapalat" w:hAnsi="GHEA Grapalat" w:cs="Sylfaen"/>
          <w:sz w:val="24"/>
          <w:szCs w:val="24"/>
        </w:rPr>
        <w:t xml:space="preserve">Պայմանագրի 2.1.1 կետով սահմանաված է, որ գնորդը իրավունք ունի «Ապրանքը պայմանագրով սահմանված ժամկետում Վաճառողի կողմից չմատակարարելու դեպքում հրաժարվել ապրանքից, եթե մատակարարման ժամկետները խախտվել են </w:t>
      </w:r>
      <w:r w:rsidRPr="00163DA0">
        <w:rPr>
          <w:rFonts w:ascii="GHEA Grapalat" w:hAnsi="GHEA Grapalat" w:cs="Sylfaen"/>
          <w:sz w:val="24"/>
          <w:szCs w:val="24"/>
        </w:rPr>
        <w:lastRenderedPageBreak/>
        <w:t>10 օրից ավելի», ինչպես նաև Պայմանագրի 2.1.7 կետով՝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163DA0">
        <w:rPr>
          <w:rFonts w:ascii="GHEA Grapalat" w:hAnsi="GHEA Grapalat" w:cs="Sylfaen"/>
          <w:sz w:val="24"/>
          <w:szCs w:val="24"/>
        </w:rPr>
        <w:t xml:space="preserve">գնորդը իրավունք ունի «Միակողմանի լուծել պայմանագիրը (լրիվ կամ մասնակի), եթե </w:t>
      </w:r>
      <w:r>
        <w:rPr>
          <w:rFonts w:ascii="GHEA Grapalat" w:hAnsi="GHEA Grapalat" w:cs="Sylfaen"/>
          <w:sz w:val="24"/>
          <w:szCs w:val="24"/>
        </w:rPr>
        <w:t>Վաճառող</w:t>
      </w:r>
      <w:r w:rsidRPr="00F94B9F">
        <w:rPr>
          <w:rFonts w:ascii="GHEA Grapalat" w:hAnsi="GHEA Grapalat" w:cs="Sylfaen"/>
          <w:sz w:val="24"/>
          <w:szCs w:val="24"/>
        </w:rPr>
        <w:t>ն էականորեն խախտել է պայմանագիրը: Պայմանագրի 2.1.7.1 կետի բ) պարբերությամբ սահմանաված է, որ պայմանագրի խախտելն էական է համարվում, եթե ապրանքի մատակարարման ժամկետները խախտվել են 10 օրից ավելի:</w:t>
      </w:r>
    </w:p>
    <w:p w14:paraId="5DA21F5C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Գ</w:t>
      </w:r>
      <w:r w:rsidRPr="00C638AA">
        <w:rPr>
          <w:rFonts w:ascii="GHEA Grapalat" w:hAnsi="GHEA Grapalat" w:cs="Sylfaen"/>
          <w:sz w:val="24"/>
          <w:szCs w:val="24"/>
        </w:rPr>
        <w:t>նման գործընթացի պատասխանատու ստորաբաժան</w:t>
      </w:r>
      <w:r>
        <w:rPr>
          <w:rFonts w:ascii="GHEA Grapalat" w:hAnsi="GHEA Grapalat" w:cs="Sylfaen"/>
          <w:sz w:val="24"/>
          <w:szCs w:val="24"/>
        </w:rPr>
        <w:t>ումը 26</w:t>
      </w:r>
      <w:r w:rsidRPr="00C638AA">
        <w:rPr>
          <w:rFonts w:ascii="GHEA Grapalat" w:hAnsi="GHEA Grapalat" w:cs="Sylfaen"/>
          <w:sz w:val="24"/>
          <w:szCs w:val="24"/>
        </w:rPr>
        <w:t>.</w:t>
      </w:r>
      <w:r>
        <w:rPr>
          <w:rFonts w:ascii="GHEA Grapalat" w:hAnsi="GHEA Grapalat" w:cs="Sylfaen"/>
          <w:sz w:val="24"/>
          <w:szCs w:val="24"/>
        </w:rPr>
        <w:t>12</w:t>
      </w:r>
      <w:r w:rsidRPr="00C638AA">
        <w:rPr>
          <w:rFonts w:ascii="GHEA Grapalat" w:hAnsi="GHEA Grapalat" w:cs="Sylfaen"/>
          <w:sz w:val="24"/>
          <w:szCs w:val="24"/>
        </w:rPr>
        <w:t>.202</w:t>
      </w:r>
      <w:r>
        <w:rPr>
          <w:rFonts w:ascii="GHEA Grapalat" w:hAnsi="GHEA Grapalat" w:cs="Sylfaen"/>
          <w:sz w:val="24"/>
          <w:szCs w:val="24"/>
        </w:rPr>
        <w:t>5</w:t>
      </w:r>
      <w:r w:rsidRPr="00C638AA">
        <w:rPr>
          <w:rFonts w:ascii="GHEA Grapalat" w:hAnsi="GHEA Grapalat" w:cs="Sylfaen"/>
          <w:sz w:val="24"/>
          <w:szCs w:val="24"/>
        </w:rPr>
        <w:t xml:space="preserve">թ. թիվ </w:t>
      </w:r>
      <w:r w:rsidRPr="008116F6">
        <w:rPr>
          <w:rFonts w:ascii="GHEA Grapalat" w:hAnsi="GHEA Grapalat" w:cs="Sylfaen"/>
          <w:sz w:val="24"/>
          <w:szCs w:val="24"/>
        </w:rPr>
        <w:t>Ն/22/18519-2025</w:t>
      </w:r>
      <w:r w:rsidRPr="00C638AA">
        <w:rPr>
          <w:rFonts w:ascii="GHEA Grapalat" w:hAnsi="GHEA Grapalat" w:cs="Sylfaen"/>
          <w:sz w:val="24"/>
          <w:szCs w:val="24"/>
        </w:rPr>
        <w:t xml:space="preserve"> գրությամբ </w:t>
      </w:r>
      <w:r>
        <w:rPr>
          <w:rFonts w:ascii="GHEA Grapalat" w:hAnsi="GHEA Grapalat" w:cs="Sylfaen"/>
          <w:sz w:val="24"/>
          <w:szCs w:val="24"/>
        </w:rPr>
        <w:t xml:space="preserve">առաջարկել է </w:t>
      </w:r>
      <w:r w:rsidRPr="008116F6">
        <w:rPr>
          <w:rFonts w:ascii="GHEA Grapalat" w:hAnsi="GHEA Grapalat" w:cs="Sylfaen"/>
          <w:sz w:val="24"/>
          <w:szCs w:val="24"/>
        </w:rPr>
        <w:t>կիրառել «Դակտինոմիցին» դեղի մասով պայմանագրով նախատեսված դրույթները</w:t>
      </w:r>
      <w:r>
        <w:rPr>
          <w:rFonts w:ascii="GHEA Grapalat" w:hAnsi="GHEA Grapalat" w:cs="Sylfaen"/>
          <w:sz w:val="24"/>
          <w:szCs w:val="24"/>
        </w:rPr>
        <w:t xml:space="preserve">: </w:t>
      </w:r>
    </w:p>
    <w:p w14:paraId="2F9A062F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F94B9F">
        <w:rPr>
          <w:rFonts w:ascii="GHEA Grapalat" w:hAnsi="GHEA Grapalat" w:cs="Sylfaen"/>
          <w:sz w:val="24"/>
          <w:szCs w:val="24"/>
        </w:rPr>
        <w:t>ՀՀ քաղաքացիական օրենագրքի (այսուհետ՝ Օրենսգիրք) 408-րդ հոդվածի համաձայն՝ պարտավորության խախտում է համարվում այն չկատարելը կամ անպատշաճ (կետանցով, ապրանքների, աշխատանքների և</w:t>
      </w:r>
      <w:r>
        <w:rPr>
          <w:rFonts w:ascii="GHEA Grapalat" w:hAnsi="GHEA Grapalat" w:cs="Sylfaen"/>
          <w:sz w:val="24"/>
          <w:szCs w:val="24"/>
        </w:rPr>
        <w:t xml:space="preserve"> ծառայությունների թերություններով կամ պարտավորության բովանդակությամբ որոշվող այլ պայմանների խախտմամաբ</w:t>
      </w:r>
      <w:r w:rsidRPr="00F94B9F">
        <w:rPr>
          <w:rFonts w:ascii="GHEA Grapalat" w:hAnsi="GHEA Grapalat" w:cs="Sylfaen"/>
          <w:sz w:val="24"/>
          <w:szCs w:val="24"/>
        </w:rPr>
        <w:t>) կատարելը:</w:t>
      </w:r>
      <w:r w:rsidRPr="00BB42A5">
        <w:rPr>
          <w:rFonts w:ascii="GHEA Grapalat" w:hAnsi="GHEA Grapalat" w:cs="Sylfaen"/>
          <w:sz w:val="24"/>
          <w:szCs w:val="24"/>
        </w:rPr>
        <w:t xml:space="preserve"> </w:t>
      </w:r>
      <w:r w:rsidRPr="00F94B9F">
        <w:rPr>
          <w:rFonts w:ascii="GHEA Grapalat" w:hAnsi="GHEA Grapalat" w:cs="Sylfaen"/>
          <w:sz w:val="24"/>
          <w:szCs w:val="24"/>
        </w:rPr>
        <w:t xml:space="preserve">Օրենսգրքի 466-րդ հոդվածի 3-րդ մասի համաձայն՝ պայմանագիրը լրիվ կամ մասնակի կատարելուց միակողմանի հրաժարվելու դեպքում, երբ պայմանագրից հրաժարվելը թույլատրվում է </w:t>
      </w:r>
      <w:r w:rsidRPr="007B0920">
        <w:rPr>
          <w:rFonts w:ascii="GHEA Grapalat" w:hAnsi="GHEA Grapalat" w:cs="Sylfaen"/>
          <w:sz w:val="24"/>
          <w:szCs w:val="24"/>
        </w:rPr>
        <w:t>օրենքով կամ կողմերի համաձայնությամբ, պայմանագիրը համապատասխանաբար համարվում է լուծված կամ փոփոխված:</w:t>
      </w:r>
    </w:p>
    <w:p w14:paraId="42EBF2EB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B222BF">
        <w:rPr>
          <w:rFonts w:ascii="GHEA Grapalat" w:hAnsi="GHEA Grapalat" w:cs="Sylfaen"/>
          <w:sz w:val="24"/>
          <w:szCs w:val="24"/>
        </w:rPr>
        <w:t xml:space="preserve">Հաշվի առնելով այն հանգամանքը, որ Ընկերությունը խախտել է պայմանագրով ստանձնած պարտավորությունները, և հիմք ընդունելով </w:t>
      </w:r>
      <w:r>
        <w:rPr>
          <w:rFonts w:ascii="GHEA Grapalat" w:hAnsi="GHEA Grapalat" w:cs="Sylfaen"/>
          <w:sz w:val="24"/>
          <w:szCs w:val="24"/>
        </w:rPr>
        <w:t xml:space="preserve">պատասխանատու ստորաբաժանման </w:t>
      </w:r>
      <w:r w:rsidRPr="00B222BF">
        <w:rPr>
          <w:rFonts w:ascii="GHEA Grapalat" w:hAnsi="GHEA Grapalat" w:cs="Sylfaen"/>
          <w:sz w:val="24"/>
          <w:szCs w:val="24"/>
        </w:rPr>
        <w:t xml:space="preserve">առաջարկը, Առողջապահության նախարարությունը՝ ղեկավարվելով վերը նշված իրավական հիմքերով, միակողմանի </w:t>
      </w:r>
      <w:r>
        <w:rPr>
          <w:rFonts w:ascii="GHEA Grapalat" w:hAnsi="GHEA Grapalat" w:cs="Sylfaen"/>
          <w:sz w:val="24"/>
          <w:szCs w:val="24"/>
        </w:rPr>
        <w:t xml:space="preserve">մասնակի </w:t>
      </w:r>
      <w:r w:rsidRPr="00B222BF">
        <w:rPr>
          <w:rFonts w:ascii="GHEA Grapalat" w:hAnsi="GHEA Grapalat" w:cs="Sylfaen"/>
          <w:sz w:val="24"/>
          <w:szCs w:val="24"/>
        </w:rPr>
        <w:t xml:space="preserve">հրաժարվում է </w:t>
      </w:r>
      <w:r>
        <w:rPr>
          <w:rFonts w:ascii="GHEA Grapalat" w:hAnsi="GHEA Grapalat" w:cs="Sylfaen"/>
          <w:sz w:val="24"/>
          <w:szCs w:val="24"/>
        </w:rPr>
        <w:t>27</w:t>
      </w:r>
      <w:r w:rsidRPr="00B222BF">
        <w:rPr>
          <w:rFonts w:ascii="GHEA Grapalat" w:hAnsi="GHEA Grapalat" w:cs="Sylfaen"/>
          <w:sz w:val="24"/>
          <w:szCs w:val="24"/>
        </w:rPr>
        <w:t>.</w:t>
      </w:r>
      <w:r>
        <w:rPr>
          <w:rFonts w:ascii="GHEA Grapalat" w:hAnsi="GHEA Grapalat" w:cs="Sylfaen"/>
          <w:sz w:val="24"/>
          <w:szCs w:val="24"/>
        </w:rPr>
        <w:t>05</w:t>
      </w:r>
      <w:r w:rsidRPr="00B222BF">
        <w:rPr>
          <w:rFonts w:ascii="GHEA Grapalat" w:hAnsi="GHEA Grapalat" w:cs="Sylfaen"/>
          <w:sz w:val="24"/>
          <w:szCs w:val="24"/>
        </w:rPr>
        <w:t>.202</w:t>
      </w:r>
      <w:r>
        <w:rPr>
          <w:rFonts w:ascii="GHEA Grapalat" w:hAnsi="GHEA Grapalat" w:cs="Sylfaen"/>
          <w:sz w:val="24"/>
          <w:szCs w:val="24"/>
        </w:rPr>
        <w:t>5</w:t>
      </w:r>
      <w:r w:rsidRPr="00B222BF">
        <w:rPr>
          <w:rFonts w:ascii="GHEA Grapalat" w:hAnsi="GHEA Grapalat" w:cs="Sylfaen"/>
          <w:sz w:val="24"/>
          <w:szCs w:val="24"/>
        </w:rPr>
        <w:t xml:space="preserve">թ. կնքված </w:t>
      </w:r>
      <w:r w:rsidRPr="009C21E7">
        <w:rPr>
          <w:rFonts w:ascii="GHEA Grapalat" w:hAnsi="GHEA Grapalat" w:cs="Sylfaen"/>
          <w:sz w:val="24"/>
          <w:szCs w:val="24"/>
        </w:rPr>
        <w:t>«ՀՀ ԱՆ ԷԱՃԱՊՁԲ-202</w:t>
      </w:r>
      <w:r>
        <w:rPr>
          <w:rFonts w:ascii="GHEA Grapalat" w:hAnsi="GHEA Grapalat" w:cs="Sylfaen"/>
          <w:sz w:val="24"/>
          <w:szCs w:val="24"/>
        </w:rPr>
        <w:t>5/37/2-1</w:t>
      </w:r>
      <w:r w:rsidRPr="009C21E7">
        <w:rPr>
          <w:rFonts w:ascii="GHEA Grapalat" w:hAnsi="GHEA Grapalat" w:cs="Sylfaen"/>
          <w:sz w:val="24"/>
          <w:szCs w:val="24"/>
        </w:rPr>
        <w:t>»</w:t>
      </w:r>
      <w:r w:rsidRPr="00B222BF">
        <w:rPr>
          <w:rFonts w:ascii="GHEA Grapalat" w:hAnsi="GHEA Grapalat" w:cs="Sylfaen"/>
          <w:sz w:val="24"/>
          <w:szCs w:val="24"/>
        </w:rPr>
        <w:t xml:space="preserve"> պետության կարիքների համար ապրանքի մատակարարման պայմանագրից՝ համարելով այն </w:t>
      </w:r>
      <w:r>
        <w:rPr>
          <w:rFonts w:ascii="GHEA Grapalat" w:hAnsi="GHEA Grapalat" w:cs="Sylfaen"/>
          <w:sz w:val="24"/>
          <w:szCs w:val="24"/>
        </w:rPr>
        <w:t>մասնակի</w:t>
      </w:r>
      <w:r w:rsidRPr="00B222BF">
        <w:rPr>
          <w:rFonts w:ascii="GHEA Grapalat" w:hAnsi="GHEA Grapalat" w:cs="Sylfaen"/>
          <w:sz w:val="24"/>
          <w:szCs w:val="24"/>
        </w:rPr>
        <w:t xml:space="preserve"> լուծված:</w:t>
      </w:r>
    </w:p>
    <w:p w14:paraId="70D303E6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B222BF">
        <w:rPr>
          <w:rFonts w:ascii="GHEA Grapalat" w:hAnsi="GHEA Grapalat" w:cs="Sylfaen"/>
          <w:sz w:val="24"/>
          <w:szCs w:val="24"/>
        </w:rPr>
        <w:t xml:space="preserve">«Գնումների մասին» ՀՀ օրենքի 6-րդ հոդվածի 1-ին մասի 6-րդ կետի համաձայն՝ </w:t>
      </w:r>
      <w:r>
        <w:rPr>
          <w:rFonts w:ascii="GHEA Grapalat" w:hAnsi="GHEA Grapalat" w:cs="Sylfaen"/>
          <w:sz w:val="24"/>
          <w:szCs w:val="24"/>
        </w:rPr>
        <w:t>մ</w:t>
      </w:r>
      <w:r w:rsidRPr="00B222BF">
        <w:rPr>
          <w:rFonts w:ascii="GHEA Grapalat" w:hAnsi="GHEA Grapalat" w:cs="Sylfaen"/>
          <w:sz w:val="24"/>
          <w:szCs w:val="24"/>
        </w:rPr>
        <w:t xml:space="preserve">ասնակիցն ընդգրկվում է գնումների գործընքացին մասնակցելու իրավունք չունեցող մասնակիցների ցուցակում, եթե խախտել է պայմանագրով նախատեսված կամ գնման գործընթացի շրջանակում ստանձնած պարտավորությունը, որը հանգեցրել է պատվիրատուի կողմից պայմանագրի միակողմանի լուծմանը կամ գնման գործընթացին տվյալ մասնակցի հետագա մասնակցության դադարեցմանը և </w:t>
      </w:r>
      <w:r w:rsidRPr="00B222BF">
        <w:rPr>
          <w:rFonts w:ascii="GHEA Grapalat" w:hAnsi="GHEA Grapalat" w:cs="Sylfaen"/>
          <w:sz w:val="24"/>
          <w:szCs w:val="24"/>
        </w:rPr>
        <w:lastRenderedPageBreak/>
        <w:t>մասնակիցը հրավերով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B222BF"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B222BF">
        <w:rPr>
          <w:rFonts w:ascii="GHEA Grapalat" w:hAnsi="GHEA Grapalat" w:cs="Sylfaen"/>
          <w:sz w:val="24"/>
          <w:szCs w:val="24"/>
        </w:rPr>
        <w:t>(կամ) պայմանագրով սահմանաված ժամկետում չի վճարել հայտի, պայմանագրի և (կամ) որակավորման ապահովման գումարները:</w:t>
      </w:r>
    </w:p>
    <w:p w14:paraId="6A498949" w14:textId="77777777" w:rsidR="000A0C6F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B222BF">
        <w:rPr>
          <w:rFonts w:ascii="GHEA Grapalat" w:hAnsi="GHEA Grapalat" w:cs="Sylfaen"/>
          <w:sz w:val="24"/>
          <w:szCs w:val="24"/>
        </w:rPr>
        <w:t>Հ</w:t>
      </w:r>
      <w:r>
        <w:rPr>
          <w:rFonts w:ascii="GHEA Grapalat" w:hAnsi="GHEA Grapalat" w:cs="Sylfaen"/>
          <w:sz w:val="24"/>
          <w:szCs w:val="24"/>
        </w:rPr>
        <w:t>աշվի</w:t>
      </w:r>
      <w:r w:rsidRPr="00B222BF">
        <w:rPr>
          <w:rFonts w:ascii="GHEA Grapalat" w:hAnsi="GHEA Grapalat" w:cs="Sylfaen"/>
          <w:sz w:val="24"/>
          <w:szCs w:val="24"/>
        </w:rPr>
        <w:t xml:space="preserve"> առնելով </w:t>
      </w:r>
      <w:r>
        <w:rPr>
          <w:rFonts w:ascii="GHEA Grapalat" w:hAnsi="GHEA Grapalat" w:cs="Sylfaen"/>
          <w:sz w:val="24"/>
          <w:szCs w:val="24"/>
        </w:rPr>
        <w:t>վերոգրյալը,</w:t>
      </w:r>
      <w:r w:rsidRPr="00B222BF">
        <w:rPr>
          <w:rFonts w:ascii="GHEA Grapalat" w:hAnsi="GHEA Grapalat" w:cs="Sylfaen"/>
          <w:sz w:val="24"/>
          <w:szCs w:val="24"/>
        </w:rPr>
        <w:t xml:space="preserve"> տեղեկացնում եմ՝ Պ</w:t>
      </w:r>
      <w:r w:rsidRPr="00861586">
        <w:rPr>
          <w:rFonts w:ascii="GHEA Grapalat" w:hAnsi="GHEA Grapalat" w:cs="Sylfaen"/>
          <w:sz w:val="24"/>
          <w:szCs w:val="24"/>
        </w:rPr>
        <w:t xml:space="preserve">այմանագրի միակողմանի </w:t>
      </w:r>
      <w:r>
        <w:rPr>
          <w:rFonts w:ascii="GHEA Grapalat" w:hAnsi="GHEA Grapalat" w:cs="Sylfaen"/>
          <w:sz w:val="24"/>
          <w:szCs w:val="24"/>
        </w:rPr>
        <w:t xml:space="preserve">մասնակի </w:t>
      </w:r>
      <w:r w:rsidRPr="00861586">
        <w:rPr>
          <w:rFonts w:ascii="GHEA Grapalat" w:hAnsi="GHEA Grapalat" w:cs="Sylfaen"/>
          <w:sz w:val="24"/>
          <w:szCs w:val="24"/>
        </w:rPr>
        <w:t xml:space="preserve">լուծման արդյունքում պայմանագրի կատարման ապահովման գումարը կազմում է </w:t>
      </w:r>
      <w:bookmarkStart w:id="0" w:name="_Hlk217996038"/>
      <w:r>
        <w:rPr>
          <w:rFonts w:ascii="GHEA Grapalat" w:hAnsi="GHEA Grapalat" w:cs="Sylfaen"/>
          <w:sz w:val="24"/>
          <w:szCs w:val="24"/>
        </w:rPr>
        <w:t>164,000</w:t>
      </w:r>
      <w:r w:rsidRPr="00861586">
        <w:rPr>
          <w:rFonts w:ascii="GHEA Grapalat" w:hAnsi="GHEA Grapalat" w:cs="Sylfaen"/>
          <w:sz w:val="24"/>
          <w:szCs w:val="24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մեկ</w:t>
      </w:r>
      <w:r w:rsidRPr="00861586">
        <w:rPr>
          <w:rFonts w:ascii="GHEA Grapalat" w:hAnsi="GHEA Grapalat" w:cs="Sylfaen"/>
          <w:sz w:val="24"/>
          <w:szCs w:val="24"/>
        </w:rPr>
        <w:t xml:space="preserve"> հարյուր</w:t>
      </w:r>
      <w:r>
        <w:rPr>
          <w:rFonts w:ascii="GHEA Grapalat" w:hAnsi="GHEA Grapalat" w:cs="Sylfaen"/>
          <w:sz w:val="24"/>
          <w:szCs w:val="24"/>
        </w:rPr>
        <w:t xml:space="preserve"> վաթսունչորս</w:t>
      </w:r>
      <w:r w:rsidRPr="00861586">
        <w:rPr>
          <w:rFonts w:ascii="GHEA Grapalat" w:hAnsi="GHEA Grapalat" w:cs="Sylfaen"/>
          <w:sz w:val="24"/>
          <w:szCs w:val="24"/>
        </w:rPr>
        <w:t xml:space="preserve"> հազար) ՀՀ դրամ </w:t>
      </w:r>
      <w:bookmarkEnd w:id="0"/>
      <w:r w:rsidRPr="00861586">
        <w:rPr>
          <w:rFonts w:ascii="GHEA Grapalat" w:hAnsi="GHEA Grapalat" w:cs="Sylfaen"/>
          <w:sz w:val="24"/>
          <w:szCs w:val="24"/>
        </w:rPr>
        <w:t xml:space="preserve">և որակավորման ապահովման գումարը կազմում է </w:t>
      </w:r>
      <w:r>
        <w:rPr>
          <w:rFonts w:ascii="GHEA Grapalat" w:hAnsi="GHEA Grapalat" w:cs="Sylfaen"/>
          <w:sz w:val="24"/>
          <w:szCs w:val="24"/>
        </w:rPr>
        <w:t>246,000</w:t>
      </w:r>
      <w:r w:rsidRPr="00861586">
        <w:rPr>
          <w:rFonts w:ascii="GHEA Grapalat" w:hAnsi="GHEA Grapalat" w:cs="Sylfaen"/>
          <w:sz w:val="24"/>
          <w:szCs w:val="24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երկու հարյուր քառասունվեց հազար</w:t>
      </w:r>
      <w:r w:rsidRPr="00861586">
        <w:rPr>
          <w:rFonts w:ascii="GHEA Grapalat" w:hAnsi="GHEA Grapalat" w:cs="Sylfaen"/>
          <w:sz w:val="24"/>
          <w:szCs w:val="24"/>
        </w:rPr>
        <w:t>) ՀՀ դրամ</w:t>
      </w:r>
      <w:r>
        <w:rPr>
          <w:rFonts w:ascii="GHEA Grapalat" w:hAnsi="GHEA Grapalat" w:cs="Sylfaen"/>
          <w:sz w:val="24"/>
          <w:szCs w:val="24"/>
        </w:rPr>
        <w:t>: Վերոգրյալ գումարները</w:t>
      </w:r>
      <w:r w:rsidRPr="00861586">
        <w:rPr>
          <w:rFonts w:ascii="GHEA Grapalat" w:hAnsi="GHEA Grapalat" w:cs="Sylfaen"/>
          <w:sz w:val="24"/>
          <w:szCs w:val="24"/>
        </w:rPr>
        <w:t xml:space="preserve"> անհրաժեշտ է վճարել ՀՀ ֆինանսների նախարարության կողմից բացված գանձապետական </w:t>
      </w:r>
      <w:r w:rsidRPr="00861586">
        <w:rPr>
          <w:rFonts w:ascii="GHEA Grapalat" w:hAnsi="GHEA Grapalat" w:cs="Sylfaen"/>
          <w:b/>
          <w:sz w:val="24"/>
          <w:szCs w:val="24"/>
        </w:rPr>
        <w:t>900008000664</w:t>
      </w:r>
      <w:r w:rsidRPr="00861586">
        <w:rPr>
          <w:rFonts w:ascii="GHEA Grapalat" w:hAnsi="GHEA Grapalat" w:cs="Sylfaen"/>
          <w:sz w:val="24"/>
          <w:szCs w:val="24"/>
        </w:rPr>
        <w:t xml:space="preserve"> հաշվեհամարին:</w:t>
      </w:r>
    </w:p>
    <w:p w14:paraId="2224A3BE" w14:textId="77777777" w:rsidR="000A0C6F" w:rsidRPr="0010493E" w:rsidRDefault="000A0C6F" w:rsidP="000A0C6F">
      <w:pPr>
        <w:spacing w:after="0" w:line="360" w:lineRule="auto"/>
        <w:ind w:firstLine="425"/>
        <w:jc w:val="both"/>
        <w:rPr>
          <w:rFonts w:ascii="GHEA Grapalat" w:hAnsi="GHEA Grapalat" w:cs="Sylfaen"/>
          <w:sz w:val="24"/>
          <w:szCs w:val="24"/>
        </w:rPr>
      </w:pPr>
      <w:r w:rsidRPr="00861586">
        <w:rPr>
          <w:rFonts w:ascii="GHEA Grapalat" w:hAnsi="GHEA Grapalat" w:cs="Sylfaen"/>
          <w:sz w:val="24"/>
          <w:szCs w:val="24"/>
        </w:rPr>
        <w:t>Միաժամանակ տեղեկացնում եմ, եթե մինչև 202</w:t>
      </w:r>
      <w:r>
        <w:rPr>
          <w:rFonts w:ascii="GHEA Grapalat" w:hAnsi="GHEA Grapalat" w:cs="Sylfaen"/>
          <w:sz w:val="24"/>
          <w:szCs w:val="24"/>
        </w:rPr>
        <w:t>6</w:t>
      </w:r>
      <w:r w:rsidRPr="00861586">
        <w:rPr>
          <w:rFonts w:ascii="GHEA Grapalat" w:hAnsi="GHEA Grapalat" w:cs="Sylfaen"/>
          <w:sz w:val="24"/>
          <w:szCs w:val="24"/>
        </w:rPr>
        <w:t xml:space="preserve"> թվականի </w:t>
      </w:r>
      <w:r>
        <w:rPr>
          <w:rFonts w:ascii="GHEA Grapalat" w:hAnsi="GHEA Grapalat" w:cs="Sylfaen"/>
          <w:sz w:val="24"/>
          <w:szCs w:val="24"/>
        </w:rPr>
        <w:t>հունվարի</w:t>
      </w:r>
      <w:r w:rsidRPr="00861586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9</w:t>
      </w:r>
      <w:r w:rsidRPr="00861586">
        <w:rPr>
          <w:rFonts w:ascii="GHEA Grapalat" w:hAnsi="GHEA Grapalat" w:cs="Sylfaen"/>
          <w:sz w:val="24"/>
          <w:szCs w:val="24"/>
        </w:rPr>
        <w:t xml:space="preserve">-ը ներառյալ Ձեր կողմից վճարվի վերը նշված </w:t>
      </w:r>
      <w:r w:rsidRPr="00F8558C">
        <w:rPr>
          <w:rFonts w:ascii="GHEA Grapalat" w:hAnsi="GHEA Grapalat" w:cs="Sylfaen"/>
          <w:sz w:val="24"/>
          <w:szCs w:val="24"/>
        </w:rPr>
        <w:t>164,000 (մեկ հարյուր վաթսունչորս հազար) ՀՀ դրամ</w:t>
      </w:r>
      <w:r w:rsidRPr="00861586">
        <w:rPr>
          <w:rFonts w:ascii="GHEA Grapalat" w:hAnsi="GHEA Grapalat" w:cs="Sylfaen"/>
          <w:sz w:val="24"/>
          <w:szCs w:val="24"/>
        </w:rPr>
        <w:t xml:space="preserve"> ՝</w:t>
      </w:r>
      <w:r>
        <w:rPr>
          <w:rFonts w:ascii="GHEA Grapalat" w:hAnsi="GHEA Grapalat" w:cs="Sylfaen"/>
          <w:sz w:val="24"/>
          <w:szCs w:val="24"/>
        </w:rPr>
        <w:t xml:space="preserve"> պայմանագրի կատարման ապահովման և </w:t>
      </w:r>
      <w:r w:rsidRPr="00F8558C">
        <w:rPr>
          <w:rFonts w:ascii="GHEA Grapalat" w:hAnsi="GHEA Grapalat" w:cs="Sylfaen"/>
          <w:sz w:val="24"/>
          <w:szCs w:val="24"/>
        </w:rPr>
        <w:t xml:space="preserve">246,000 (երկու հարյուր քառասունվեց հազար) ՀՀ դրամ </w:t>
      </w:r>
      <w:r w:rsidRPr="00861586">
        <w:rPr>
          <w:rFonts w:ascii="GHEA Grapalat" w:hAnsi="GHEA Grapalat" w:cs="Sylfaen"/>
          <w:sz w:val="24"/>
          <w:szCs w:val="24"/>
        </w:rPr>
        <w:t xml:space="preserve">՝ որակավորման ապահովման գումարները, ապա Ընկերությունը չի ներառվի գնումների գործընթացին մասնակցելու իրավունք չունեցող մասնակիցների ցուցակում: Նշված </w:t>
      </w:r>
      <w:r w:rsidRPr="007D2D44">
        <w:rPr>
          <w:rFonts w:ascii="GHEA Grapalat" w:hAnsi="GHEA Grapalat" w:cs="Sylfaen"/>
          <w:sz w:val="24"/>
          <w:szCs w:val="24"/>
        </w:rPr>
        <w:t xml:space="preserve">բոլոր </w:t>
      </w:r>
      <w:r w:rsidRPr="00861586">
        <w:rPr>
          <w:rFonts w:ascii="GHEA Grapalat" w:hAnsi="GHEA Grapalat" w:cs="Sylfaen"/>
          <w:sz w:val="24"/>
          <w:szCs w:val="24"/>
        </w:rPr>
        <w:t xml:space="preserve">գումարները անհրաժեշտ է </w:t>
      </w:r>
      <w:r w:rsidRPr="0010493E">
        <w:rPr>
          <w:rFonts w:ascii="GHEA Grapalat" w:hAnsi="GHEA Grapalat" w:cs="Sylfaen"/>
          <w:sz w:val="24"/>
          <w:szCs w:val="24"/>
        </w:rPr>
        <w:t>վճարել Կենտրոնական գանձապետարանում լիազորված մարմնի անվամբ բացված վերը նշված գանձապետական հաշիվներին և վճարման հանձնարարականների բնօրինակները մինչև 202</w:t>
      </w:r>
      <w:r>
        <w:rPr>
          <w:rFonts w:ascii="GHEA Grapalat" w:hAnsi="GHEA Grapalat" w:cs="Sylfaen"/>
          <w:sz w:val="24"/>
          <w:szCs w:val="24"/>
        </w:rPr>
        <w:t>6</w:t>
      </w:r>
      <w:r w:rsidRPr="0010493E">
        <w:rPr>
          <w:rFonts w:ascii="GHEA Grapalat" w:hAnsi="GHEA Grapalat" w:cs="Sylfaen"/>
          <w:sz w:val="24"/>
          <w:szCs w:val="24"/>
        </w:rPr>
        <w:t xml:space="preserve"> թվականի </w:t>
      </w:r>
      <w:r>
        <w:rPr>
          <w:rFonts w:ascii="GHEA Grapalat" w:hAnsi="GHEA Grapalat" w:cs="Sylfaen"/>
          <w:sz w:val="24"/>
          <w:szCs w:val="24"/>
        </w:rPr>
        <w:t>հունվարի</w:t>
      </w:r>
      <w:r w:rsidRPr="0010493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9</w:t>
      </w:r>
      <w:r w:rsidRPr="0010493E">
        <w:rPr>
          <w:rFonts w:ascii="GHEA Grapalat" w:hAnsi="GHEA Grapalat" w:cs="Sylfaen"/>
          <w:sz w:val="24"/>
          <w:szCs w:val="24"/>
        </w:rPr>
        <w:t>-ը ներառյալ ներկայացնել Առողջապահության նախարարության ֆինանսատնտեսագիտական վարչության գնումների համակարգման բաժին (209 սենյակ):</w:t>
      </w:r>
    </w:p>
    <w:p w14:paraId="57E6923B" w14:textId="77777777" w:rsidR="005F4684" w:rsidRDefault="005F4684" w:rsidP="0070492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14:paraId="47589F98" w14:textId="4DF327D0" w:rsidR="00DD0EC5" w:rsidRPr="005C66BC" w:rsidRDefault="00DD0EC5" w:rsidP="00DD0EC5">
      <w:pPr>
        <w:spacing w:after="0" w:line="360" w:lineRule="auto"/>
        <w:ind w:firstLine="709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</w:rPr>
      </w:pPr>
      <w:r w:rsidRPr="005C66BC">
        <w:rPr>
          <w:rStyle w:val="Emphasis"/>
          <w:rFonts w:ascii="GHEA Grapalat" w:hAnsi="GHEA Grapalat"/>
          <w:i w:val="0"/>
          <w:iCs w:val="0"/>
          <w:sz w:val="24"/>
          <w:szCs w:val="24"/>
        </w:rPr>
        <w:t>ՀԱՐԳԱՆՔՈՎ՝</w:t>
      </w: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tab/>
      </w: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tab/>
      </w: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tab/>
      </w: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tab/>
      </w: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tab/>
        <w:t>ՎԱՐԴԱՆՈՒՇ ԳՐԻԳՈՐՅԱՆ</w:t>
      </w:r>
    </w:p>
    <w:p w14:paraId="1609A2A9" w14:textId="7C7ADFCF" w:rsidR="00FD3F0C" w:rsidRDefault="00704929" w:rsidP="00DD0EC5">
      <w:pPr>
        <w:spacing w:after="0" w:line="360" w:lineRule="auto"/>
        <w:ind w:firstLine="709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</w:rPr>
      </w:pPr>
      <w:r>
        <w:rPr>
          <w:rStyle w:val="Emphasis"/>
          <w:rFonts w:ascii="GHEA Grapalat" w:hAnsi="GHEA Grapalat"/>
          <w:i w:val="0"/>
          <w:iCs w:val="0"/>
          <w:sz w:val="24"/>
          <w:szCs w:val="24"/>
        </w:rPr>
        <w:pict w14:anchorId="10E913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8" o:title=""/>
            <o:lock v:ext="edit" ungrouping="t" rotation="t" cropping="t" verticies="t" text="t" grouping="t"/>
            <o:signatureline v:ext="edit" id="{E5BB4097-9E22-455B-B261-2572F11A7ECF}" provid="{00000000-0000-0000-0000-000000000000}" issignatureline="t"/>
          </v:shape>
        </w:pict>
      </w:r>
    </w:p>
    <w:p w14:paraId="25306D45" w14:textId="66251FD8" w:rsidR="00DD0EC5" w:rsidRDefault="00DD0EC5" w:rsidP="00DD0EC5">
      <w:pPr>
        <w:spacing w:after="0" w:line="240" w:lineRule="auto"/>
        <w:rPr>
          <w:rStyle w:val="Emphasis"/>
          <w:rFonts w:ascii="GHEA Grapalat" w:hAnsi="GHEA Grapalat"/>
          <w:i w:val="0"/>
          <w:iCs w:val="0"/>
          <w:sz w:val="16"/>
          <w:szCs w:val="16"/>
        </w:rPr>
      </w:pPr>
    </w:p>
    <w:p w14:paraId="39438FD7" w14:textId="77777777" w:rsidR="00F81E7E" w:rsidRDefault="00F81E7E" w:rsidP="00DD0EC5">
      <w:pPr>
        <w:spacing w:after="0" w:line="240" w:lineRule="auto"/>
        <w:rPr>
          <w:rStyle w:val="Emphasis"/>
          <w:rFonts w:ascii="GHEA Grapalat" w:hAnsi="GHEA Grapalat"/>
          <w:i w:val="0"/>
          <w:iCs w:val="0"/>
          <w:sz w:val="16"/>
          <w:szCs w:val="16"/>
        </w:rPr>
      </w:pPr>
    </w:p>
    <w:p w14:paraId="4DDCC51C" w14:textId="77777777" w:rsidR="00DD0EC5" w:rsidRPr="005C66BC" w:rsidRDefault="00DD0EC5" w:rsidP="00DD0EC5">
      <w:pPr>
        <w:spacing w:after="0" w:line="240" w:lineRule="auto"/>
        <w:rPr>
          <w:rStyle w:val="Emphasis"/>
          <w:rFonts w:ascii="GHEA Grapalat" w:hAnsi="GHEA Grapalat"/>
          <w:i w:val="0"/>
          <w:iCs w:val="0"/>
          <w:sz w:val="16"/>
          <w:szCs w:val="16"/>
        </w:rPr>
      </w:pPr>
      <w:r w:rsidRPr="005C66BC">
        <w:rPr>
          <w:rStyle w:val="Emphasis"/>
          <w:rFonts w:ascii="GHEA Grapalat" w:hAnsi="GHEA Grapalat"/>
          <w:i w:val="0"/>
          <w:iCs w:val="0"/>
          <w:sz w:val="16"/>
          <w:szCs w:val="16"/>
        </w:rPr>
        <w:t>Կատարող Հասմիկ Սարգսյան</w:t>
      </w:r>
    </w:p>
    <w:p w14:paraId="2982A33B" w14:textId="77777777" w:rsidR="00DD0EC5" w:rsidRPr="005C66BC" w:rsidRDefault="00DD0EC5" w:rsidP="00DD0EC5">
      <w:pPr>
        <w:spacing w:after="0" w:line="240" w:lineRule="auto"/>
        <w:rPr>
          <w:rStyle w:val="Emphasis"/>
          <w:rFonts w:ascii="GHEA Grapalat" w:hAnsi="GHEA Grapalat"/>
          <w:i w:val="0"/>
          <w:iCs w:val="0"/>
          <w:sz w:val="16"/>
          <w:szCs w:val="16"/>
        </w:rPr>
      </w:pPr>
      <w:r w:rsidRPr="005C66BC">
        <w:rPr>
          <w:rStyle w:val="Emphasis"/>
          <w:rFonts w:ascii="GHEA Grapalat" w:hAnsi="GHEA Grapalat"/>
          <w:i w:val="0"/>
          <w:iCs w:val="0"/>
          <w:sz w:val="16"/>
          <w:szCs w:val="16"/>
        </w:rPr>
        <w:t>ԱՆ ֆինանսատնտեսագիտական վարչություն</w:t>
      </w:r>
    </w:p>
    <w:p w14:paraId="26CCBC6D" w14:textId="56743428" w:rsidR="00127187" w:rsidRDefault="00DD0EC5" w:rsidP="005F4684">
      <w:pPr>
        <w:spacing w:after="0" w:line="240" w:lineRule="auto"/>
        <w:rPr>
          <w:rFonts w:ascii="GHEA Grapalat" w:hAnsi="GHEA Grapalat" w:cs="Sylfaen"/>
          <w:sz w:val="24"/>
          <w:szCs w:val="24"/>
        </w:rPr>
      </w:pPr>
      <w:r w:rsidRPr="00133A48">
        <w:rPr>
          <w:rStyle w:val="Emphasis"/>
          <w:rFonts w:ascii="GHEA Grapalat" w:hAnsi="GHEA Grapalat"/>
          <w:i w:val="0"/>
          <w:iCs w:val="0"/>
          <w:sz w:val="16"/>
          <w:szCs w:val="16"/>
          <w:lang w:val="en-US"/>
        </w:rPr>
        <w:t>հեռ. (060) 80-80-03/1804</w:t>
      </w:r>
    </w:p>
    <w:sectPr w:rsidR="00127187" w:rsidSect="00A04864">
      <w:headerReference w:type="default" r:id="rId9"/>
      <w:headerReference w:type="first" r:id="rId10"/>
      <w:footerReference w:type="first" r:id="rId11"/>
      <w:pgSz w:w="11906" w:h="16838" w:code="9"/>
      <w:pgMar w:top="851" w:right="1134" w:bottom="851" w:left="1418" w:header="53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DA04" w14:textId="77777777" w:rsidR="00E83B04" w:rsidRDefault="00E83B04">
      <w:r>
        <w:separator/>
      </w:r>
    </w:p>
  </w:endnote>
  <w:endnote w:type="continuationSeparator" w:id="0">
    <w:p w14:paraId="058F75EC" w14:textId="77777777" w:rsidR="00E83B04" w:rsidRDefault="00E8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384CB" w14:textId="77777777" w:rsidR="005648AC" w:rsidRPr="00FA761A" w:rsidRDefault="00B625F0" w:rsidP="00FA761A">
    <w:pPr>
      <w:pStyle w:val="Footer"/>
      <w:rPr>
        <w:rFonts w:ascii="GHEA Grapalat" w:hAnsi="GHEA Grapalat"/>
        <w:lang w:val="en-US"/>
      </w:rPr>
    </w:pPr>
    <w:r w:rsidRPr="00FA761A">
      <w:rPr>
        <w:rFonts w:ascii="GHEA Grapalat" w:hAnsi="GHEA Grapalat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A64214" wp14:editId="6041C95D">
              <wp:simplePos x="0" y="0"/>
              <wp:positionH relativeFrom="column">
                <wp:posOffset>1600835</wp:posOffset>
              </wp:positionH>
              <wp:positionV relativeFrom="paragraph">
                <wp:posOffset>53874</wp:posOffset>
              </wp:positionV>
              <wp:extent cx="4491533" cy="58039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1533" cy="58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C59EB0" w14:textId="77777777" w:rsidR="00B625F0" w:rsidRPr="00B625F0" w:rsidRDefault="00B625F0" w:rsidP="00B625F0">
                          <w:pPr>
                            <w:pStyle w:val="Heading1"/>
                            <w:spacing w:before="0" w:after="0"/>
                            <w:jc w:val="center"/>
                            <w:rPr>
                              <w:rFonts w:ascii="GHEA Grapalat" w:hAnsi="GHEA Grapalat" w:cs="Times New Roman"/>
                              <w:bCs w:val="0"/>
                              <w:kern w:val="0"/>
                              <w:sz w:val="14"/>
                              <w:szCs w:val="14"/>
                              <w:lang w:val="hy-AM"/>
                            </w:rPr>
                          </w:pPr>
                          <w:r w:rsidRPr="00B625F0">
                            <w:rPr>
                              <w:rFonts w:ascii="GHEA Grapalat" w:hAnsi="GHEA Grapalat" w:cs="Sylfaen"/>
                              <w:sz w:val="14"/>
                              <w:szCs w:val="14"/>
                              <w:lang w:val="hy-AM"/>
                            </w:rPr>
                            <w:t>Հայաստանի</w:t>
                          </w:r>
                          <w:r w:rsidRPr="00B625F0">
                            <w:rPr>
                              <w:rFonts w:ascii="GHEA Grapalat" w:hAnsi="GHEA Grapalat" w:cs="Times Armenian"/>
                              <w:sz w:val="14"/>
                              <w:szCs w:val="14"/>
                              <w:lang w:val="hy-AM"/>
                            </w:rPr>
                            <w:t xml:space="preserve"> </w:t>
                          </w:r>
                          <w:r w:rsidRPr="00B625F0">
                            <w:rPr>
                              <w:rFonts w:ascii="GHEA Grapalat" w:hAnsi="GHEA Grapalat" w:cs="Sylfaen"/>
                              <w:sz w:val="14"/>
                              <w:szCs w:val="14"/>
                              <w:lang w:val="hy-AM"/>
                            </w:rPr>
                            <w:t>Հանրապետություն</w:t>
                          </w:r>
                          <w:r w:rsidRPr="00B625F0">
                            <w:rPr>
                              <w:rFonts w:ascii="GHEA Grapalat" w:hAnsi="GHEA Grapalat" w:cs="Times Armenian"/>
                              <w:sz w:val="14"/>
                              <w:szCs w:val="14"/>
                              <w:lang w:val="hy-AM"/>
                            </w:rPr>
                            <w:t xml:space="preserve">, ք. </w:t>
                          </w:r>
                          <w:r w:rsidRPr="00B625F0">
                            <w:rPr>
                              <w:rFonts w:ascii="GHEA Grapalat" w:hAnsi="GHEA Grapalat" w:cs="Sylfaen"/>
                              <w:sz w:val="14"/>
                              <w:szCs w:val="14"/>
                              <w:lang w:val="hy-AM"/>
                            </w:rPr>
                            <w:t>Երևան,</w:t>
                          </w:r>
                          <w:r w:rsidRPr="00B625F0">
                            <w:rPr>
                              <w:rFonts w:ascii="GHEA Grapalat" w:hAnsi="GHEA Grapalat" w:cs="Times Armenian"/>
                              <w:sz w:val="14"/>
                              <w:szCs w:val="14"/>
                              <w:lang w:val="hy-AM"/>
                            </w:rPr>
                            <w:t xml:space="preserve"> 0010, Հանրապետության հր., </w:t>
                          </w:r>
                          <w:r w:rsidRPr="00B625F0">
                            <w:rPr>
                              <w:rFonts w:ascii="GHEA Grapalat" w:hAnsi="GHEA Grapalat" w:cs="Sylfaen"/>
                              <w:sz w:val="14"/>
                              <w:szCs w:val="14"/>
                              <w:lang w:val="hy-AM"/>
                            </w:rPr>
                            <w:t>Կառավարական</w:t>
                          </w:r>
                          <w:r w:rsidRPr="00B625F0">
                            <w:rPr>
                              <w:rFonts w:ascii="GHEA Grapalat" w:hAnsi="GHEA Grapalat" w:cs="Times Armenian"/>
                              <w:sz w:val="14"/>
                              <w:szCs w:val="14"/>
                              <w:lang w:val="hy-AM"/>
                            </w:rPr>
                            <w:t xml:space="preserve"> </w:t>
                          </w:r>
                          <w:r w:rsidRPr="00B625F0">
                            <w:rPr>
                              <w:rFonts w:ascii="GHEA Grapalat" w:hAnsi="GHEA Grapalat" w:cs="Sylfaen"/>
                              <w:sz w:val="14"/>
                              <w:szCs w:val="14"/>
                              <w:lang w:val="hy-AM"/>
                            </w:rPr>
                            <w:t>տուն</w:t>
                          </w:r>
                          <w:r w:rsidRPr="00B625F0">
                            <w:rPr>
                              <w:rFonts w:ascii="GHEA Grapalat" w:hAnsi="GHEA Grapalat" w:cs="Times Armenian"/>
                              <w:sz w:val="14"/>
                              <w:szCs w:val="14"/>
                              <w:lang w:val="hy-AM"/>
                            </w:rPr>
                            <w:t xml:space="preserve"> 3</w:t>
                          </w:r>
                        </w:p>
                        <w:p w14:paraId="77659B0E" w14:textId="666EBDF5" w:rsidR="00B625F0" w:rsidRPr="00B625F0" w:rsidRDefault="00B625F0" w:rsidP="00B625F0">
                          <w:pPr>
                            <w:pStyle w:val="NormalWeb"/>
                            <w:spacing w:before="0" w:beforeAutospacing="0" w:after="0" w:afterAutospacing="0" w:line="240" w:lineRule="auto"/>
                            <w:jc w:val="center"/>
                            <w:rPr>
                              <w:rFonts w:ascii="GHEA Grapalat" w:hAnsi="GHEA Grapalat"/>
                              <w:b/>
                              <w:sz w:val="14"/>
                              <w:szCs w:val="14"/>
                            </w:rPr>
                          </w:pPr>
                          <w:r w:rsidRPr="00B625F0">
                            <w:rPr>
                              <w:rFonts w:ascii="GHEA Grapalat" w:hAnsi="GHEA Grapalat" w:cs="Times Armenian"/>
                              <w:b/>
                              <w:sz w:val="14"/>
                              <w:szCs w:val="14"/>
                            </w:rPr>
                            <w:t>Հ</w:t>
                          </w:r>
                          <w:r w:rsidRPr="00B625F0">
                            <w:rPr>
                              <w:rFonts w:ascii="GHEA Grapalat" w:hAnsi="GHEA Grapalat" w:cs="Sylfaen"/>
                              <w:b/>
                              <w:bCs/>
                              <w:kern w:val="32"/>
                              <w:sz w:val="14"/>
                              <w:szCs w:val="14"/>
                            </w:rPr>
                            <w:t>եռ</w:t>
                          </w:r>
                          <w:r w:rsidRPr="00B625F0">
                            <w:rPr>
                              <w:rFonts w:ascii="GHEA Grapalat" w:hAnsi="GHEA Grapalat" w:cs="Times Armenian"/>
                              <w:b/>
                              <w:bCs/>
                              <w:kern w:val="32"/>
                              <w:sz w:val="14"/>
                              <w:szCs w:val="14"/>
                            </w:rPr>
                            <w:t>.` (+ 374 60) 80 80 03</w:t>
                          </w:r>
                          <w:r w:rsidR="00947378">
                            <w:rPr>
                              <w:rFonts w:ascii="GHEA Grapalat" w:hAnsi="GHEA Grapalat" w:cs="Times Armenian"/>
                              <w:b/>
                              <w:bCs/>
                              <w:kern w:val="32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B625F0">
                            <w:rPr>
                              <w:rFonts w:ascii="GHEA Grapalat" w:hAnsi="GHEA Grapalat" w:cs="Sylfaen"/>
                              <w:b/>
                              <w:bCs/>
                              <w:sz w:val="14"/>
                              <w:szCs w:val="14"/>
                            </w:rPr>
                            <w:t>էլ</w:t>
                          </w:r>
                          <w:r w:rsidRPr="00B625F0">
                            <w:rPr>
                              <w:rFonts w:ascii="GHEA Grapalat" w:hAnsi="GHEA Grapalat" w:cs="Times Armenian"/>
                              <w:b/>
                              <w:bCs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B625F0">
                            <w:rPr>
                              <w:rFonts w:ascii="GHEA Grapalat" w:hAnsi="GHEA Grapalat" w:cs="Sylfaen"/>
                              <w:b/>
                              <w:bCs/>
                              <w:sz w:val="14"/>
                              <w:szCs w:val="14"/>
                            </w:rPr>
                            <w:t>փոստ</w:t>
                          </w:r>
                          <w:r w:rsidRPr="00B625F0">
                            <w:rPr>
                              <w:rFonts w:ascii="GHEA Grapalat" w:hAnsi="GHEA Grapalat" w:cs="Times Armenian"/>
                              <w:b/>
                              <w:bCs/>
                              <w:sz w:val="14"/>
                              <w:szCs w:val="14"/>
                            </w:rPr>
                            <w:t xml:space="preserve">` </w:t>
                          </w:r>
                          <w:hyperlink r:id="rId1" w:history="1">
                            <w:r w:rsidRPr="00B625F0">
                              <w:rPr>
                                <w:rStyle w:val="Hyperlink"/>
                                <w:rFonts w:ascii="GHEA Grapalat" w:hAnsi="GHEA Grapalat"/>
                                <w:b/>
                                <w:sz w:val="14"/>
                                <w:szCs w:val="14"/>
                                <w:lang w:val="it-IT"/>
                              </w:rPr>
                              <w:t>info</w:t>
                            </w:r>
                            <w:r w:rsidRPr="00B625F0">
                              <w:rPr>
                                <w:rStyle w:val="Hyperlink"/>
                                <w:rFonts w:ascii="GHEA Grapalat" w:hAnsi="GHEA Grapalat"/>
                                <w:b/>
                                <w:sz w:val="14"/>
                                <w:szCs w:val="14"/>
                              </w:rPr>
                              <w:t>@</w:t>
                            </w:r>
                            <w:r w:rsidRPr="00B625F0">
                              <w:rPr>
                                <w:rStyle w:val="Hyperlink"/>
                                <w:rFonts w:ascii="GHEA Grapalat" w:hAnsi="GHEA Grapalat"/>
                                <w:b/>
                                <w:sz w:val="14"/>
                                <w:szCs w:val="14"/>
                                <w:lang w:val="it-IT"/>
                              </w:rPr>
                              <w:t>moh</w:t>
                            </w:r>
                            <w:r w:rsidRPr="00B625F0">
                              <w:rPr>
                                <w:rStyle w:val="Hyperlink"/>
                                <w:rFonts w:ascii="GHEA Grapalat" w:hAnsi="GHEA Grapalat"/>
                                <w:b/>
                                <w:sz w:val="14"/>
                                <w:szCs w:val="14"/>
                              </w:rPr>
                              <w:t>.</w:t>
                            </w:r>
                            <w:r w:rsidRPr="00B625F0">
                              <w:rPr>
                                <w:rStyle w:val="Hyperlink"/>
                                <w:rFonts w:ascii="GHEA Grapalat" w:hAnsi="GHEA Grapalat"/>
                                <w:b/>
                                <w:sz w:val="14"/>
                                <w:szCs w:val="14"/>
                                <w:lang w:val="it-IT"/>
                              </w:rPr>
                              <w:t>am</w:t>
                            </w:r>
                          </w:hyperlink>
                        </w:p>
                        <w:p w14:paraId="0FFA4F1E" w14:textId="77777777" w:rsidR="00FA761A" w:rsidRPr="00B625F0" w:rsidRDefault="00FA761A" w:rsidP="00AA1C91">
                          <w:pPr>
                            <w:pStyle w:val="NormalWeb"/>
                            <w:spacing w:before="0" w:beforeAutospacing="0" w:after="0" w:afterAutospacing="0" w:line="240" w:lineRule="auto"/>
                            <w:jc w:val="center"/>
                            <w:rPr>
                              <w:rFonts w:ascii="GHEA Grapalat" w:hAnsi="GHEA Grapalat"/>
                              <w:b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6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6421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126.05pt;margin-top:4.25pt;width:353.65pt;height:4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" filled="f" stroked="f">
              <v:textbox inset=",1.3mm">
                <w:txbxContent>
                  <w:p w14:paraId="4BC59EB0" w14:textId="77777777" w:rsidR="00B625F0" w:rsidRPr="00B625F0" w:rsidRDefault="00B625F0" w:rsidP="00B625F0">
                    <w:pPr>
                      <w:pStyle w:val="Heading1"/>
                      <w:spacing w:before="0" w:after="0"/>
                      <w:jc w:val="center"/>
                      <w:rPr>
                        <w:rFonts w:ascii="GHEA Grapalat" w:hAnsi="GHEA Grapalat" w:cs="Times New Roman"/>
                        <w:bCs w:val="0"/>
                        <w:kern w:val="0"/>
                        <w:sz w:val="14"/>
                        <w:szCs w:val="14"/>
                        <w:lang w:val="hy-AM"/>
                      </w:rPr>
                    </w:pPr>
                    <w:r w:rsidRPr="00B625F0">
                      <w:rPr>
                        <w:rFonts w:ascii="GHEA Grapalat" w:hAnsi="GHEA Grapalat" w:cs="Sylfaen"/>
                        <w:sz w:val="14"/>
                        <w:szCs w:val="14"/>
                        <w:lang w:val="hy-AM"/>
                      </w:rPr>
                      <w:t>Հայաստանի</w:t>
                    </w:r>
                    <w:r w:rsidRPr="00B625F0">
                      <w:rPr>
                        <w:rFonts w:ascii="GHEA Grapalat" w:hAnsi="GHEA Grapalat" w:cs="Times Armenian"/>
                        <w:sz w:val="14"/>
                        <w:szCs w:val="14"/>
                        <w:lang w:val="hy-AM"/>
                      </w:rPr>
                      <w:t xml:space="preserve"> </w:t>
                    </w:r>
                    <w:r w:rsidRPr="00B625F0">
                      <w:rPr>
                        <w:rFonts w:ascii="GHEA Grapalat" w:hAnsi="GHEA Grapalat" w:cs="Sylfaen"/>
                        <w:sz w:val="14"/>
                        <w:szCs w:val="14"/>
                        <w:lang w:val="hy-AM"/>
                      </w:rPr>
                      <w:t>Հանրապետություն</w:t>
                    </w:r>
                    <w:r w:rsidRPr="00B625F0">
                      <w:rPr>
                        <w:rFonts w:ascii="GHEA Grapalat" w:hAnsi="GHEA Grapalat" w:cs="Times Armenian"/>
                        <w:sz w:val="14"/>
                        <w:szCs w:val="14"/>
                        <w:lang w:val="hy-AM"/>
                      </w:rPr>
                      <w:t xml:space="preserve">, ք. </w:t>
                    </w:r>
                    <w:r w:rsidRPr="00B625F0">
                      <w:rPr>
                        <w:rFonts w:ascii="GHEA Grapalat" w:hAnsi="GHEA Grapalat" w:cs="Sylfaen"/>
                        <w:sz w:val="14"/>
                        <w:szCs w:val="14"/>
                        <w:lang w:val="hy-AM"/>
                      </w:rPr>
                      <w:t>Երևան,</w:t>
                    </w:r>
                    <w:r w:rsidRPr="00B625F0">
                      <w:rPr>
                        <w:rFonts w:ascii="GHEA Grapalat" w:hAnsi="GHEA Grapalat" w:cs="Times Armenian"/>
                        <w:sz w:val="14"/>
                        <w:szCs w:val="14"/>
                        <w:lang w:val="hy-AM"/>
                      </w:rPr>
                      <w:t xml:space="preserve"> 0010, Հանրապետության հր., </w:t>
                    </w:r>
                    <w:r w:rsidRPr="00B625F0">
                      <w:rPr>
                        <w:rFonts w:ascii="GHEA Grapalat" w:hAnsi="GHEA Grapalat" w:cs="Sylfaen"/>
                        <w:sz w:val="14"/>
                        <w:szCs w:val="14"/>
                        <w:lang w:val="hy-AM"/>
                      </w:rPr>
                      <w:t>Կառավարական</w:t>
                    </w:r>
                    <w:r w:rsidRPr="00B625F0">
                      <w:rPr>
                        <w:rFonts w:ascii="GHEA Grapalat" w:hAnsi="GHEA Grapalat" w:cs="Times Armenian"/>
                        <w:sz w:val="14"/>
                        <w:szCs w:val="14"/>
                        <w:lang w:val="hy-AM"/>
                      </w:rPr>
                      <w:t xml:space="preserve"> </w:t>
                    </w:r>
                    <w:r w:rsidRPr="00B625F0">
                      <w:rPr>
                        <w:rFonts w:ascii="GHEA Grapalat" w:hAnsi="GHEA Grapalat" w:cs="Sylfaen"/>
                        <w:sz w:val="14"/>
                        <w:szCs w:val="14"/>
                        <w:lang w:val="hy-AM"/>
                      </w:rPr>
                      <w:t>տուն</w:t>
                    </w:r>
                    <w:r w:rsidRPr="00B625F0">
                      <w:rPr>
                        <w:rFonts w:ascii="GHEA Grapalat" w:hAnsi="GHEA Grapalat" w:cs="Times Armenian"/>
                        <w:sz w:val="14"/>
                        <w:szCs w:val="14"/>
                        <w:lang w:val="hy-AM"/>
                      </w:rPr>
                      <w:t xml:space="preserve"> 3</w:t>
                    </w:r>
                  </w:p>
                  <w:p w14:paraId="77659B0E" w14:textId="666EBDF5" w:rsidR="00B625F0" w:rsidRPr="00B625F0" w:rsidRDefault="00B625F0" w:rsidP="00B625F0">
                    <w:pPr>
                      <w:pStyle w:val="NormalWeb"/>
                      <w:spacing w:before="0" w:beforeAutospacing="0" w:after="0" w:afterAutospacing="0" w:line="240" w:lineRule="auto"/>
                      <w:jc w:val="center"/>
                      <w:rPr>
                        <w:rFonts w:ascii="GHEA Grapalat" w:hAnsi="GHEA Grapalat"/>
                        <w:b/>
                        <w:sz w:val="14"/>
                        <w:szCs w:val="14"/>
                      </w:rPr>
                    </w:pPr>
                    <w:r w:rsidRPr="00B625F0">
                      <w:rPr>
                        <w:rFonts w:ascii="GHEA Grapalat" w:hAnsi="GHEA Grapalat" w:cs="Times Armenian"/>
                        <w:b/>
                        <w:sz w:val="14"/>
                        <w:szCs w:val="14"/>
                      </w:rPr>
                      <w:t>Հ</w:t>
                    </w:r>
                    <w:r w:rsidRPr="00B625F0">
                      <w:rPr>
                        <w:rFonts w:ascii="GHEA Grapalat" w:hAnsi="GHEA Grapalat" w:cs="Sylfaen"/>
                        <w:b/>
                        <w:bCs/>
                        <w:kern w:val="32"/>
                        <w:sz w:val="14"/>
                        <w:szCs w:val="14"/>
                      </w:rPr>
                      <w:t>եռ</w:t>
                    </w:r>
                    <w:r w:rsidRPr="00B625F0">
                      <w:rPr>
                        <w:rFonts w:ascii="GHEA Grapalat" w:hAnsi="GHEA Grapalat" w:cs="Times Armenian"/>
                        <w:b/>
                        <w:bCs/>
                        <w:kern w:val="32"/>
                        <w:sz w:val="14"/>
                        <w:szCs w:val="14"/>
                      </w:rPr>
                      <w:t>.` (+ 374 60) 80 80 03</w:t>
                    </w:r>
                    <w:r w:rsidR="00947378">
                      <w:rPr>
                        <w:rFonts w:ascii="GHEA Grapalat" w:hAnsi="GHEA Grapalat" w:cs="Times Armenian"/>
                        <w:b/>
                        <w:bCs/>
                        <w:kern w:val="32"/>
                        <w:sz w:val="14"/>
                        <w:szCs w:val="14"/>
                      </w:rPr>
                      <w:t xml:space="preserve"> </w:t>
                    </w:r>
                    <w:r w:rsidRPr="00B625F0">
                      <w:rPr>
                        <w:rFonts w:ascii="GHEA Grapalat" w:hAnsi="GHEA Grapalat" w:cs="Sylfaen"/>
                        <w:b/>
                        <w:bCs/>
                        <w:sz w:val="14"/>
                        <w:szCs w:val="14"/>
                      </w:rPr>
                      <w:t>էլ</w:t>
                    </w:r>
                    <w:r w:rsidRPr="00B625F0">
                      <w:rPr>
                        <w:rFonts w:ascii="GHEA Grapalat" w:hAnsi="GHEA Grapalat" w:cs="Times Armenian"/>
                        <w:b/>
                        <w:bCs/>
                        <w:sz w:val="14"/>
                        <w:szCs w:val="14"/>
                      </w:rPr>
                      <w:t xml:space="preserve">. </w:t>
                    </w:r>
                    <w:r w:rsidRPr="00B625F0">
                      <w:rPr>
                        <w:rFonts w:ascii="GHEA Grapalat" w:hAnsi="GHEA Grapalat" w:cs="Sylfaen"/>
                        <w:b/>
                        <w:bCs/>
                        <w:sz w:val="14"/>
                        <w:szCs w:val="14"/>
                      </w:rPr>
                      <w:t>փոստ</w:t>
                    </w:r>
                    <w:r w:rsidRPr="00B625F0">
                      <w:rPr>
                        <w:rFonts w:ascii="GHEA Grapalat" w:hAnsi="GHEA Grapalat" w:cs="Times Armenian"/>
                        <w:b/>
                        <w:bCs/>
                        <w:sz w:val="14"/>
                        <w:szCs w:val="14"/>
                      </w:rPr>
                      <w:t xml:space="preserve">` </w:t>
                    </w:r>
                    <w:hyperlink r:id="rId2" w:history="1">
                      <w:r w:rsidRPr="00B625F0">
                        <w:rPr>
                          <w:rStyle w:val="Hyperlink"/>
                          <w:rFonts w:ascii="GHEA Grapalat" w:hAnsi="GHEA Grapalat"/>
                          <w:b/>
                          <w:sz w:val="14"/>
                          <w:szCs w:val="14"/>
                          <w:lang w:val="it-IT"/>
                        </w:rPr>
                        <w:t>info</w:t>
                      </w:r>
                      <w:r w:rsidRPr="00B625F0">
                        <w:rPr>
                          <w:rStyle w:val="Hyperlink"/>
                          <w:rFonts w:ascii="GHEA Grapalat" w:hAnsi="GHEA Grapalat"/>
                          <w:b/>
                          <w:sz w:val="14"/>
                          <w:szCs w:val="14"/>
                        </w:rPr>
                        <w:t>@</w:t>
                      </w:r>
                      <w:r w:rsidRPr="00B625F0">
                        <w:rPr>
                          <w:rStyle w:val="Hyperlink"/>
                          <w:rFonts w:ascii="GHEA Grapalat" w:hAnsi="GHEA Grapalat"/>
                          <w:b/>
                          <w:sz w:val="14"/>
                          <w:szCs w:val="14"/>
                          <w:lang w:val="it-IT"/>
                        </w:rPr>
                        <w:t>moh</w:t>
                      </w:r>
                      <w:r w:rsidRPr="00B625F0">
                        <w:rPr>
                          <w:rStyle w:val="Hyperlink"/>
                          <w:rFonts w:ascii="GHEA Grapalat" w:hAnsi="GHEA Grapalat"/>
                          <w:b/>
                          <w:sz w:val="14"/>
                          <w:szCs w:val="14"/>
                        </w:rPr>
                        <w:t>.</w:t>
                      </w:r>
                      <w:r w:rsidRPr="00B625F0">
                        <w:rPr>
                          <w:rStyle w:val="Hyperlink"/>
                          <w:rFonts w:ascii="GHEA Grapalat" w:hAnsi="GHEA Grapalat"/>
                          <w:b/>
                          <w:sz w:val="14"/>
                          <w:szCs w:val="14"/>
                          <w:lang w:val="it-IT"/>
                        </w:rPr>
                        <w:t>am</w:t>
                      </w:r>
                    </w:hyperlink>
                  </w:p>
                  <w:p w14:paraId="0FFA4F1E" w14:textId="77777777" w:rsidR="00FA761A" w:rsidRPr="00B625F0" w:rsidRDefault="00FA761A" w:rsidP="00AA1C91">
                    <w:pPr>
                      <w:pStyle w:val="NormalWeb"/>
                      <w:spacing w:before="0" w:beforeAutospacing="0" w:after="0" w:afterAutospacing="0" w:line="240" w:lineRule="auto"/>
                      <w:jc w:val="center"/>
                      <w:rPr>
                        <w:rFonts w:ascii="GHEA Grapalat" w:hAnsi="GHEA Grapalat"/>
                        <w:b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56D6D54B" wp14:editId="0AC1764A">
          <wp:simplePos x="0" y="0"/>
          <wp:positionH relativeFrom="margin">
            <wp:align>left</wp:align>
          </wp:positionH>
          <wp:positionV relativeFrom="paragraph">
            <wp:posOffset>65532</wp:posOffset>
          </wp:positionV>
          <wp:extent cx="1537970" cy="345440"/>
          <wp:effectExtent l="0" t="0" r="5080" b="0"/>
          <wp:wrapTight wrapText="bothSides">
            <wp:wrapPolygon edited="0">
              <wp:start x="1338" y="0"/>
              <wp:lineTo x="0" y="5956"/>
              <wp:lineTo x="0" y="11912"/>
              <wp:lineTo x="803" y="20250"/>
              <wp:lineTo x="20334" y="20250"/>
              <wp:lineTo x="20334" y="19059"/>
              <wp:lineTo x="21404" y="7147"/>
              <wp:lineTo x="21404" y="0"/>
              <wp:lineTo x="1338" y="0"/>
            </wp:wrapPolygon>
          </wp:wrapTight>
          <wp:docPr id="6" name="Picture 6" descr="C:\Users\MOH\Desktop\LOGOmo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OH\Desktop\LOGOmoh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797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2F63" w14:textId="77777777" w:rsidR="00E83B04" w:rsidRDefault="00E83B04">
      <w:r>
        <w:separator/>
      </w:r>
    </w:p>
  </w:footnote>
  <w:footnote w:type="continuationSeparator" w:id="0">
    <w:p w14:paraId="272ED478" w14:textId="77777777" w:rsidR="00E83B04" w:rsidRDefault="00E83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6B21" w14:textId="77777777" w:rsidR="002943F2" w:rsidRPr="00A04864" w:rsidRDefault="002943F2" w:rsidP="00A04864">
    <w:pPr>
      <w:pStyle w:val="Header"/>
    </w:pPr>
    <w:r w:rsidRPr="00A04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A484" w14:textId="77777777" w:rsidR="005648AC" w:rsidRDefault="00B84FA1" w:rsidP="005648AC">
    <w:pPr>
      <w:jc w:val="center"/>
      <w:rPr>
        <w:rFonts w:ascii="GHEA Grapalat" w:hAnsi="GHEA Grapalat" w:cs="Sylfaen"/>
        <w:lang w:val="en-US"/>
      </w:rPr>
    </w:pPr>
    <w:r>
      <w:rPr>
        <w:rFonts w:ascii="GHEA Grapalat" w:hAnsi="GHEA Grapalat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0C9454" wp14:editId="78A31A0D">
              <wp:simplePos x="0" y="0"/>
              <wp:positionH relativeFrom="margin">
                <wp:align>right</wp:align>
              </wp:positionH>
              <wp:positionV relativeFrom="paragraph">
                <wp:posOffset>110959</wp:posOffset>
              </wp:positionV>
              <wp:extent cx="4596130" cy="723569"/>
              <wp:effectExtent l="0" t="0" r="0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6130" cy="7235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3B8C5" w14:textId="77777777" w:rsidR="00AA1C91" w:rsidRDefault="005648AC" w:rsidP="00FA761A">
                          <w:pPr>
                            <w:spacing w:after="0" w:line="240" w:lineRule="auto"/>
                            <w:jc w:val="center"/>
                            <w:rPr>
                              <w:rFonts w:ascii="GHEA Grapalat" w:hAnsi="GHEA Grapalat" w:cs="Sylfaen"/>
                              <w:lang w:val="en-US"/>
                            </w:rPr>
                          </w:pPr>
                          <w:r w:rsidRPr="00A04864">
                            <w:rPr>
                              <w:rFonts w:ascii="GHEA Grapalat" w:hAnsi="GHEA Grapalat" w:cs="Sylfaen"/>
                              <w:lang w:val="en-US"/>
                            </w:rPr>
                            <w:t>ՀԱՅԱՍՏԱՆԻ</w:t>
                          </w:r>
                          <w:r w:rsidRPr="00A04864">
                            <w:rPr>
                              <w:rFonts w:ascii="GHEA Grapalat" w:hAnsi="GHEA Grapalat"/>
                              <w:lang w:val="en-US"/>
                            </w:rPr>
                            <w:t xml:space="preserve"> </w:t>
                          </w:r>
                          <w:r w:rsidRPr="00A04864">
                            <w:rPr>
                              <w:rFonts w:ascii="GHEA Grapalat" w:hAnsi="GHEA Grapalat" w:cs="Sylfaen"/>
                              <w:lang w:val="en-US"/>
                            </w:rPr>
                            <w:t>ՀԱՆՐԱՊԵՏՈՒԹՅԱՆ</w:t>
                          </w:r>
                        </w:p>
                        <w:p w14:paraId="4D3426C5" w14:textId="77777777" w:rsidR="005648AC" w:rsidRPr="003C3815" w:rsidRDefault="005648AC" w:rsidP="00FA761A">
                          <w:pPr>
                            <w:spacing w:after="0" w:line="240" w:lineRule="auto"/>
                            <w:jc w:val="center"/>
                            <w:rPr>
                              <w:rFonts w:ascii="GHEA Grapalat" w:hAnsi="GHEA Grapalat" w:cs="Times Armenian"/>
                              <w:szCs w:val="24"/>
                              <w:lang w:val="en-US"/>
                            </w:rPr>
                          </w:pPr>
                          <w:r w:rsidRPr="00A04864">
                            <w:rPr>
                              <w:rFonts w:ascii="GHEA Grapalat" w:hAnsi="GHEA Grapalat" w:cs="Sylfaen"/>
                              <w:lang w:val="en-US"/>
                            </w:rPr>
                            <w:t>ԱՌՈՂՋԱՊԱՀՈՒԹՅԱՆ</w:t>
                          </w:r>
                          <w:r w:rsidRPr="00A04864">
                            <w:rPr>
                              <w:rFonts w:ascii="GHEA Grapalat" w:hAnsi="GHEA Grapalat"/>
                              <w:lang w:val="en-US"/>
                            </w:rPr>
                            <w:t xml:space="preserve"> </w:t>
                          </w:r>
                          <w:r w:rsidRPr="00A04864">
                            <w:rPr>
                              <w:rFonts w:ascii="GHEA Grapalat" w:hAnsi="GHEA Grapalat" w:cs="Sylfaen"/>
                              <w:lang w:val="en-US"/>
                            </w:rPr>
                            <w:t>ՆԱԽԱՐԱՐՈՒԹՅՈՒՆ</w:t>
                          </w:r>
                        </w:p>
                        <w:p w14:paraId="64C03F29" w14:textId="77777777" w:rsidR="006A26A6" w:rsidRPr="006A26A6" w:rsidRDefault="003A5DA3" w:rsidP="006A26A6">
                          <w:pPr>
                            <w:jc w:val="center"/>
                            <w:rPr>
                              <w:rFonts w:ascii="GHEA Grapalat" w:hAnsi="GHEA Grapalat" w:cs="Sylfaen"/>
                              <w:b/>
                            </w:rPr>
                          </w:pPr>
                          <w:r w:rsidRPr="003A5DA3">
                            <w:rPr>
                              <w:rFonts w:ascii="GHEA Grapalat" w:hAnsi="GHEA Grapalat" w:cs="Sylfaen"/>
                              <w:b/>
                              <w:lang w:val="en-US"/>
                            </w:rPr>
                            <w:t>ԳԼԽԱՎՈՐ ՔԱՐՏՈՒՂԱՐ</w:t>
                          </w:r>
                        </w:p>
                        <w:p w14:paraId="3E4401CE" w14:textId="77777777" w:rsidR="005648AC" w:rsidRPr="00CA1C61" w:rsidRDefault="005648AC" w:rsidP="006A26A6">
                          <w:pPr>
                            <w:spacing w:after="0" w:line="240" w:lineRule="auto"/>
                            <w:jc w:val="center"/>
                            <w:rPr>
                              <w:rFonts w:ascii="GHEA Grapalat" w:hAnsi="GHEA Grapalat"/>
                              <w:b/>
                              <w:bCs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82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0C94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0.7pt;margin-top:8.75pt;width:361.9pt;height:56.9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" filled="f" stroked="f">
              <v:textbox inset=",2.3mm">
                <w:txbxContent>
                  <w:p w14:paraId="3AE3B8C5" w14:textId="77777777" w:rsidR="00AA1C91" w:rsidRDefault="005648AC" w:rsidP="00FA761A">
                    <w:pPr>
                      <w:spacing w:after="0" w:line="240" w:lineRule="auto"/>
                      <w:jc w:val="center"/>
                      <w:rPr>
                        <w:rFonts w:ascii="GHEA Grapalat" w:hAnsi="GHEA Grapalat" w:cs="Sylfaen"/>
                        <w:lang w:val="en-US"/>
                      </w:rPr>
                    </w:pPr>
                    <w:r w:rsidRPr="00A04864">
                      <w:rPr>
                        <w:rFonts w:ascii="GHEA Grapalat" w:hAnsi="GHEA Grapalat" w:cs="Sylfaen"/>
                        <w:lang w:val="en-US"/>
                      </w:rPr>
                      <w:t>ՀԱՅԱՍՏԱՆԻ</w:t>
                    </w:r>
                    <w:r w:rsidRPr="00A04864">
                      <w:rPr>
                        <w:rFonts w:ascii="GHEA Grapalat" w:hAnsi="GHEA Grapalat"/>
                        <w:lang w:val="en-US"/>
                      </w:rPr>
                      <w:t xml:space="preserve"> </w:t>
                    </w:r>
                    <w:r w:rsidRPr="00A04864">
                      <w:rPr>
                        <w:rFonts w:ascii="GHEA Grapalat" w:hAnsi="GHEA Grapalat" w:cs="Sylfaen"/>
                        <w:lang w:val="en-US"/>
                      </w:rPr>
                      <w:t>ՀԱՆՐԱՊԵՏՈՒԹՅԱՆ</w:t>
                    </w:r>
                  </w:p>
                  <w:p w14:paraId="4D3426C5" w14:textId="77777777" w:rsidR="005648AC" w:rsidRPr="003C3815" w:rsidRDefault="005648AC" w:rsidP="00FA761A">
                    <w:pPr>
                      <w:spacing w:after="0" w:line="240" w:lineRule="auto"/>
                      <w:jc w:val="center"/>
                      <w:rPr>
                        <w:rFonts w:ascii="GHEA Grapalat" w:hAnsi="GHEA Grapalat" w:cs="Times Armenian"/>
                        <w:szCs w:val="24"/>
                        <w:lang w:val="en-US"/>
                      </w:rPr>
                    </w:pPr>
                    <w:r w:rsidRPr="00A04864">
                      <w:rPr>
                        <w:rFonts w:ascii="GHEA Grapalat" w:hAnsi="GHEA Grapalat" w:cs="Sylfaen"/>
                        <w:lang w:val="en-US"/>
                      </w:rPr>
                      <w:t>ԱՌՈՂՋԱՊԱՀՈՒԹՅԱՆ</w:t>
                    </w:r>
                    <w:r w:rsidRPr="00A04864">
                      <w:rPr>
                        <w:rFonts w:ascii="GHEA Grapalat" w:hAnsi="GHEA Grapalat"/>
                        <w:lang w:val="en-US"/>
                      </w:rPr>
                      <w:t xml:space="preserve"> </w:t>
                    </w:r>
                    <w:r w:rsidRPr="00A04864">
                      <w:rPr>
                        <w:rFonts w:ascii="GHEA Grapalat" w:hAnsi="GHEA Grapalat" w:cs="Sylfaen"/>
                        <w:lang w:val="en-US"/>
                      </w:rPr>
                      <w:t>ՆԱԽԱՐԱՐՈՒԹՅՈՒՆ</w:t>
                    </w:r>
                  </w:p>
                  <w:p w14:paraId="64C03F29" w14:textId="77777777" w:rsidR="006A26A6" w:rsidRPr="006A26A6" w:rsidRDefault="003A5DA3" w:rsidP="006A26A6">
                    <w:pPr>
                      <w:jc w:val="center"/>
                      <w:rPr>
                        <w:rFonts w:ascii="GHEA Grapalat" w:hAnsi="GHEA Grapalat" w:cs="Sylfaen"/>
                        <w:b/>
                      </w:rPr>
                    </w:pPr>
                    <w:r w:rsidRPr="003A5DA3">
                      <w:rPr>
                        <w:rFonts w:ascii="GHEA Grapalat" w:hAnsi="GHEA Grapalat" w:cs="Sylfaen"/>
                        <w:b/>
                        <w:lang w:val="en-US"/>
                      </w:rPr>
                      <w:t>ԳԼԽԱՎՈՐ ՔԱՐՏՈՒՂԱՐ</w:t>
                    </w:r>
                  </w:p>
                  <w:p w14:paraId="3E4401CE" w14:textId="77777777" w:rsidR="005648AC" w:rsidRPr="00CA1C61" w:rsidRDefault="005648AC" w:rsidP="006A26A6">
                    <w:pPr>
                      <w:spacing w:after="0" w:line="240" w:lineRule="auto"/>
                      <w:jc w:val="center"/>
                      <w:rPr>
                        <w:rFonts w:ascii="GHEA Grapalat" w:hAnsi="GHEA Grapalat"/>
                        <w:b/>
                        <w:bCs/>
                        <w:szCs w:val="2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815217"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42B6620" wp14:editId="2FF9A7C7">
          <wp:simplePos x="0" y="0"/>
          <wp:positionH relativeFrom="margin">
            <wp:align>left</wp:align>
          </wp:positionH>
          <wp:positionV relativeFrom="paragraph">
            <wp:posOffset>11236</wp:posOffset>
          </wp:positionV>
          <wp:extent cx="930275" cy="890270"/>
          <wp:effectExtent l="0" t="0" r="3175" b="5080"/>
          <wp:wrapTight wrapText="bothSides">
            <wp:wrapPolygon edited="0">
              <wp:start x="0" y="0"/>
              <wp:lineTo x="0" y="21261"/>
              <wp:lineTo x="21231" y="21261"/>
              <wp:lineTo x="21231" y="0"/>
              <wp:lineTo x="0" y="0"/>
            </wp:wrapPolygon>
          </wp:wrapTight>
          <wp:docPr id="2" name="Picture 2" descr="Untitled-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titled-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552D1A" w14:textId="77777777" w:rsidR="005648AC" w:rsidRDefault="005648AC" w:rsidP="00AA1C91">
    <w:pPr>
      <w:rPr>
        <w:rFonts w:ascii="GHEA Grapalat" w:hAnsi="GHEA Grapalat" w:cs="Sylfaen"/>
        <w:lang w:val="en-US"/>
      </w:rPr>
    </w:pPr>
  </w:p>
  <w:p w14:paraId="65B00D6B" w14:textId="77777777" w:rsidR="00AA1C91" w:rsidRPr="005648AC" w:rsidRDefault="00AA1C91" w:rsidP="00AA1C91">
    <w:pPr>
      <w:rPr>
        <w:rFonts w:ascii="GHEA Grapalat" w:hAnsi="GHEA Grapalat"/>
        <w:lang w:val="en-US"/>
      </w:rPr>
    </w:pPr>
  </w:p>
  <w:p w14:paraId="2DFFACF2" w14:textId="77777777" w:rsidR="002943F2" w:rsidRPr="003C3815" w:rsidRDefault="002943F2" w:rsidP="00A04864">
    <w:pPr>
      <w:pBdr>
        <w:bottom w:val="thinThickSmallGap" w:sz="24" w:space="0" w:color="auto"/>
      </w:pBdr>
      <w:rPr>
        <w:rFonts w:ascii="GHEA Grapalat" w:hAnsi="GHEA Grapalat"/>
        <w:sz w:val="2"/>
        <w:lang w:val="en-US"/>
      </w:rPr>
    </w:pPr>
  </w:p>
  <w:p w14:paraId="449A890B" w14:textId="58B0CA53" w:rsidR="002943F2" w:rsidRDefault="00B625F0" w:rsidP="00B625F0">
    <w:pPr>
      <w:pStyle w:val="Heading1"/>
      <w:spacing w:before="0" w:after="0"/>
      <w:rPr>
        <w:rFonts w:ascii="GHEA Grapalat" w:hAnsi="GHEA Grapalat"/>
        <w:b w:val="0"/>
        <w:sz w:val="22"/>
        <w:szCs w:val="22"/>
      </w:rPr>
    </w:pPr>
    <w:r w:rsidRPr="00D503BA">
      <w:rPr>
        <w:rFonts w:ascii="GHEA Grapalat" w:hAnsi="GHEA Grapalat"/>
        <w:b w:val="0"/>
        <w:sz w:val="22"/>
        <w:szCs w:val="22"/>
      </w:rPr>
      <w:t>№</w:t>
    </w:r>
    <w:r w:rsidR="001D6F68">
      <w:rPr>
        <w:rFonts w:ascii="GHEA Grapalat" w:hAnsi="GHEA Grapalat"/>
        <w:b w:val="0"/>
        <w:sz w:val="22"/>
        <w:szCs w:val="22"/>
        <w:lang w:val="hy-AM"/>
      </w:rPr>
      <w:t xml:space="preserve"> </w:t>
    </w:r>
    <w:r w:rsidR="00901101" w:rsidRPr="00901101">
      <w:rPr>
        <w:rFonts w:ascii="GHEA Grapalat" w:hAnsi="GHEA Grapalat"/>
        <w:b w:val="0"/>
        <w:sz w:val="22"/>
        <w:szCs w:val="22"/>
        <w:lang w:val="hy-AM"/>
      </w:rPr>
      <w:t>ՎԳ/06.3/43235-2025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F0396"/>
    <w:multiLevelType w:val="hybridMultilevel"/>
    <w:tmpl w:val="920416C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49"/>
    <w:rsid w:val="00003E19"/>
    <w:rsid w:val="00021773"/>
    <w:rsid w:val="00027DD8"/>
    <w:rsid w:val="00041CC0"/>
    <w:rsid w:val="00083873"/>
    <w:rsid w:val="00085FB8"/>
    <w:rsid w:val="0008614C"/>
    <w:rsid w:val="000877FB"/>
    <w:rsid w:val="00092FA3"/>
    <w:rsid w:val="000A0C6F"/>
    <w:rsid w:val="000C2A14"/>
    <w:rsid w:val="000C3BB1"/>
    <w:rsid w:val="000E2DDA"/>
    <w:rsid w:val="000F05C5"/>
    <w:rsid w:val="000F64D2"/>
    <w:rsid w:val="00100C62"/>
    <w:rsid w:val="0012418F"/>
    <w:rsid w:val="00127187"/>
    <w:rsid w:val="00127743"/>
    <w:rsid w:val="0013579D"/>
    <w:rsid w:val="001359AB"/>
    <w:rsid w:val="00146EDE"/>
    <w:rsid w:val="00151E41"/>
    <w:rsid w:val="0018238E"/>
    <w:rsid w:val="001856F6"/>
    <w:rsid w:val="00187622"/>
    <w:rsid w:val="00197017"/>
    <w:rsid w:val="001B590C"/>
    <w:rsid w:val="001B7195"/>
    <w:rsid w:val="001C4F7A"/>
    <w:rsid w:val="001D53BB"/>
    <w:rsid w:val="001D6F68"/>
    <w:rsid w:val="001E6680"/>
    <w:rsid w:val="001E78BC"/>
    <w:rsid w:val="001F008B"/>
    <w:rsid w:val="00202BE1"/>
    <w:rsid w:val="00206FF4"/>
    <w:rsid w:val="002321E4"/>
    <w:rsid w:val="00257354"/>
    <w:rsid w:val="0028191D"/>
    <w:rsid w:val="00281EDA"/>
    <w:rsid w:val="00283C21"/>
    <w:rsid w:val="002851B0"/>
    <w:rsid w:val="002943F2"/>
    <w:rsid w:val="00296A89"/>
    <w:rsid w:val="002B1731"/>
    <w:rsid w:val="002B2AF9"/>
    <w:rsid w:val="002C0CFC"/>
    <w:rsid w:val="002D68AE"/>
    <w:rsid w:val="00305C11"/>
    <w:rsid w:val="00312D14"/>
    <w:rsid w:val="00341768"/>
    <w:rsid w:val="003556B6"/>
    <w:rsid w:val="00382B52"/>
    <w:rsid w:val="003A1C8F"/>
    <w:rsid w:val="003A34A5"/>
    <w:rsid w:val="003A576A"/>
    <w:rsid w:val="003A5DA3"/>
    <w:rsid w:val="003B7E49"/>
    <w:rsid w:val="003C3815"/>
    <w:rsid w:val="003C5D6D"/>
    <w:rsid w:val="003F32E0"/>
    <w:rsid w:val="00421CBC"/>
    <w:rsid w:val="00426DD7"/>
    <w:rsid w:val="004344E8"/>
    <w:rsid w:val="0046293A"/>
    <w:rsid w:val="00477E60"/>
    <w:rsid w:val="0048590C"/>
    <w:rsid w:val="00493831"/>
    <w:rsid w:val="004A0516"/>
    <w:rsid w:val="004C6040"/>
    <w:rsid w:val="00503604"/>
    <w:rsid w:val="00506AA5"/>
    <w:rsid w:val="005274DD"/>
    <w:rsid w:val="005408C1"/>
    <w:rsid w:val="005423D1"/>
    <w:rsid w:val="00546B1C"/>
    <w:rsid w:val="00563ADD"/>
    <w:rsid w:val="005648AC"/>
    <w:rsid w:val="0056492C"/>
    <w:rsid w:val="00575A6B"/>
    <w:rsid w:val="00593C8C"/>
    <w:rsid w:val="005A6799"/>
    <w:rsid w:val="005C5E2D"/>
    <w:rsid w:val="005C7279"/>
    <w:rsid w:val="005D1C3A"/>
    <w:rsid w:val="005E0E4F"/>
    <w:rsid w:val="005F4684"/>
    <w:rsid w:val="00627DD2"/>
    <w:rsid w:val="006453D4"/>
    <w:rsid w:val="00661198"/>
    <w:rsid w:val="00662DC6"/>
    <w:rsid w:val="006649F4"/>
    <w:rsid w:val="0067145F"/>
    <w:rsid w:val="00675EF4"/>
    <w:rsid w:val="0068517B"/>
    <w:rsid w:val="00685D49"/>
    <w:rsid w:val="00692FDB"/>
    <w:rsid w:val="006A26A6"/>
    <w:rsid w:val="006A5694"/>
    <w:rsid w:val="006A6A0D"/>
    <w:rsid w:val="006B1964"/>
    <w:rsid w:val="006B2751"/>
    <w:rsid w:val="006D023C"/>
    <w:rsid w:val="006E1F3D"/>
    <w:rsid w:val="006E3BF1"/>
    <w:rsid w:val="006E635F"/>
    <w:rsid w:val="00702D0F"/>
    <w:rsid w:val="00704929"/>
    <w:rsid w:val="007068AB"/>
    <w:rsid w:val="00714BE1"/>
    <w:rsid w:val="00724BE6"/>
    <w:rsid w:val="00730B12"/>
    <w:rsid w:val="00732804"/>
    <w:rsid w:val="00733937"/>
    <w:rsid w:val="00736940"/>
    <w:rsid w:val="007413EC"/>
    <w:rsid w:val="0075209B"/>
    <w:rsid w:val="0075751F"/>
    <w:rsid w:val="007724DD"/>
    <w:rsid w:val="00775D40"/>
    <w:rsid w:val="00776B49"/>
    <w:rsid w:val="007906D7"/>
    <w:rsid w:val="007A3561"/>
    <w:rsid w:val="007A4E0B"/>
    <w:rsid w:val="007A5249"/>
    <w:rsid w:val="007C2B84"/>
    <w:rsid w:val="007F2B5B"/>
    <w:rsid w:val="00800438"/>
    <w:rsid w:val="00800928"/>
    <w:rsid w:val="00815217"/>
    <w:rsid w:val="008413AA"/>
    <w:rsid w:val="00841E57"/>
    <w:rsid w:val="0085059A"/>
    <w:rsid w:val="00866875"/>
    <w:rsid w:val="0086734E"/>
    <w:rsid w:val="00876D7F"/>
    <w:rsid w:val="0088363D"/>
    <w:rsid w:val="008B7E7D"/>
    <w:rsid w:val="008C7C49"/>
    <w:rsid w:val="008D6199"/>
    <w:rsid w:val="008E2A31"/>
    <w:rsid w:val="008F70FF"/>
    <w:rsid w:val="00901101"/>
    <w:rsid w:val="00916DDF"/>
    <w:rsid w:val="0093197A"/>
    <w:rsid w:val="00937AF1"/>
    <w:rsid w:val="00947378"/>
    <w:rsid w:val="0095462E"/>
    <w:rsid w:val="00967D8A"/>
    <w:rsid w:val="00983264"/>
    <w:rsid w:val="009B2B7C"/>
    <w:rsid w:val="009B7793"/>
    <w:rsid w:val="009C1FC0"/>
    <w:rsid w:val="009F54EE"/>
    <w:rsid w:val="00A04864"/>
    <w:rsid w:val="00A11A94"/>
    <w:rsid w:val="00A44FC9"/>
    <w:rsid w:val="00AA1C91"/>
    <w:rsid w:val="00AB0472"/>
    <w:rsid w:val="00AD2809"/>
    <w:rsid w:val="00AD4828"/>
    <w:rsid w:val="00AF62A6"/>
    <w:rsid w:val="00B05A0B"/>
    <w:rsid w:val="00B121B5"/>
    <w:rsid w:val="00B20DE6"/>
    <w:rsid w:val="00B34B60"/>
    <w:rsid w:val="00B353BF"/>
    <w:rsid w:val="00B376AF"/>
    <w:rsid w:val="00B625F0"/>
    <w:rsid w:val="00B81528"/>
    <w:rsid w:val="00B84FA1"/>
    <w:rsid w:val="00B87765"/>
    <w:rsid w:val="00B9080B"/>
    <w:rsid w:val="00B91CD2"/>
    <w:rsid w:val="00BA05D7"/>
    <w:rsid w:val="00BA2D5B"/>
    <w:rsid w:val="00BD3594"/>
    <w:rsid w:val="00BE7BE8"/>
    <w:rsid w:val="00C24F58"/>
    <w:rsid w:val="00C4225D"/>
    <w:rsid w:val="00C55B12"/>
    <w:rsid w:val="00C62911"/>
    <w:rsid w:val="00C641E4"/>
    <w:rsid w:val="00C71ED2"/>
    <w:rsid w:val="00C851C9"/>
    <w:rsid w:val="00CA1C61"/>
    <w:rsid w:val="00CA1EA9"/>
    <w:rsid w:val="00CB2043"/>
    <w:rsid w:val="00CE6231"/>
    <w:rsid w:val="00CF658D"/>
    <w:rsid w:val="00D15711"/>
    <w:rsid w:val="00D31CC5"/>
    <w:rsid w:val="00D503BA"/>
    <w:rsid w:val="00D5667D"/>
    <w:rsid w:val="00D567A1"/>
    <w:rsid w:val="00D66426"/>
    <w:rsid w:val="00D7309F"/>
    <w:rsid w:val="00D73E97"/>
    <w:rsid w:val="00D93C7F"/>
    <w:rsid w:val="00D941A5"/>
    <w:rsid w:val="00DB2C1A"/>
    <w:rsid w:val="00DC556D"/>
    <w:rsid w:val="00DD0EC5"/>
    <w:rsid w:val="00DD6135"/>
    <w:rsid w:val="00E12147"/>
    <w:rsid w:val="00E1341E"/>
    <w:rsid w:val="00E30094"/>
    <w:rsid w:val="00E426FB"/>
    <w:rsid w:val="00E445A7"/>
    <w:rsid w:val="00E463C5"/>
    <w:rsid w:val="00E83B04"/>
    <w:rsid w:val="00EA77B5"/>
    <w:rsid w:val="00EC5C61"/>
    <w:rsid w:val="00EC665D"/>
    <w:rsid w:val="00ED602E"/>
    <w:rsid w:val="00ED7073"/>
    <w:rsid w:val="00ED7AEC"/>
    <w:rsid w:val="00EE0849"/>
    <w:rsid w:val="00EF0DDB"/>
    <w:rsid w:val="00F34064"/>
    <w:rsid w:val="00F35582"/>
    <w:rsid w:val="00F37150"/>
    <w:rsid w:val="00F431F0"/>
    <w:rsid w:val="00F46BD9"/>
    <w:rsid w:val="00F46D74"/>
    <w:rsid w:val="00F81E7E"/>
    <w:rsid w:val="00F917A7"/>
    <w:rsid w:val="00F9201E"/>
    <w:rsid w:val="00F93B09"/>
    <w:rsid w:val="00FA0BEF"/>
    <w:rsid w:val="00FA761A"/>
    <w:rsid w:val="00FC52A6"/>
    <w:rsid w:val="00FD1FE2"/>
    <w:rsid w:val="00FD3F0C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2ADD55"/>
  <w15:docId w15:val="{5D10F551-2D88-417E-ABA9-EA0D44F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8AC"/>
    <w:pPr>
      <w:spacing w:after="200" w:line="276" w:lineRule="auto"/>
    </w:pPr>
    <w:rPr>
      <w:rFonts w:ascii="Calibri" w:eastAsia="Calibri" w:hAnsi="Calibri"/>
      <w:sz w:val="22"/>
      <w:szCs w:val="22"/>
      <w:lang w:val="hy-AM"/>
    </w:rPr>
  </w:style>
  <w:style w:type="paragraph" w:styleId="Heading1">
    <w:name w:val="heading 1"/>
    <w:basedOn w:val="Normal"/>
    <w:next w:val="Normal"/>
    <w:link w:val="Heading1Char"/>
    <w:qFormat/>
    <w:rsid w:val="007068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068AB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068AB"/>
    <w:pPr>
      <w:tabs>
        <w:tab w:val="center" w:pos="4677"/>
        <w:tab w:val="right" w:pos="9355"/>
      </w:tabs>
    </w:pPr>
  </w:style>
  <w:style w:type="paragraph" w:customStyle="1" w:styleId="Char1CharCharCharCharCharCharCharCharCharCharCharChar">
    <w:name w:val="Char1 Char Char Char Char Char Char Char Char Char Char Char Char"/>
    <w:basedOn w:val="Normal"/>
    <w:rsid w:val="00800438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customStyle="1" w:styleId="CharChar">
    <w:name w:val="Char Char"/>
    <w:basedOn w:val="Normal"/>
    <w:rsid w:val="004C6040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character" w:styleId="Hyperlink">
    <w:name w:val="Hyperlink"/>
    <w:unhideWhenUsed/>
    <w:rsid w:val="00F34064"/>
    <w:rPr>
      <w:color w:val="0000FF"/>
      <w:u w:val="single"/>
    </w:rPr>
  </w:style>
  <w:style w:type="paragraph" w:styleId="NormalWeb">
    <w:name w:val="Normal (Web)"/>
    <w:basedOn w:val="Normal"/>
    <w:unhideWhenUsed/>
    <w:rsid w:val="00F3406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harChar0">
    <w:name w:val="Знак Знак Char Char"/>
    <w:basedOn w:val="Normal"/>
    <w:rsid w:val="00F34064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character" w:styleId="Emphasis">
    <w:name w:val="Emphasis"/>
    <w:qFormat/>
    <w:rsid w:val="0013579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625F0"/>
    <w:rPr>
      <w:rFonts w:ascii="Arial" w:eastAsia="Calibri" w:hAnsi="Arial" w:cs="Arial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88363D"/>
    <w:rPr>
      <w:rFonts w:ascii="Calibri" w:eastAsia="Calibri" w:hAnsi="Calibri"/>
      <w:sz w:val="22"/>
      <w:szCs w:val="22"/>
      <w:lang w:val="ru-RU"/>
    </w:rPr>
  </w:style>
  <w:style w:type="paragraph" w:styleId="ListParagraph">
    <w:name w:val="List Paragraph"/>
    <w:basedOn w:val="Normal"/>
    <w:uiPriority w:val="34"/>
    <w:qFormat/>
    <w:rsid w:val="0093197A"/>
    <w:pPr>
      <w:ind w:left="720"/>
      <w:contextualSpacing/>
    </w:pPr>
  </w:style>
  <w:style w:type="paragraph" w:customStyle="1" w:styleId="msonormalmrcssattr">
    <w:name w:val="msonormal_mr_css_attr"/>
    <w:basedOn w:val="Normal"/>
    <w:rsid w:val="00202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heopharma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info@moh.am" TargetMode="External"/><Relationship Id="rId1" Type="http://schemas.openxmlformats.org/officeDocument/2006/relationships/hyperlink" Target="mailto:info@moh.a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orAll\Blank\GlxavorQartux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k17A9ibPagk1ULQrop6+JF5XoS0mlblzUUJTCtjyP/U=</DigestValue>
    </Reference>
    <Reference Type="http://www.w3.org/2000/09/xmldsig#Object" URI="#idOfficeObject">
      <DigestMethod Algorithm="http://www.w3.org/2001/04/xmlenc#sha256"/>
      <DigestValue>XxDIOYHDNiOqiUSc51ioCah8lDIgwNGRw1SEx3IHZMs=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lh2x1F9ZC49LAcJLIEQxunSKsD6fC6uWOugSWo/o4fc=</DigestValue>
    </Reference>
    <Reference Type="http://www.w3.org/2000/09/xmldsig#Object" URI="#idValidSigLnImg">
      <DigestMethod Algorithm="http://www.w3.org/2001/04/xmlenc#sha256"/>
      <DigestValue>1icSdKGRJqLCUsSZlJRy/aJzUdKzH26HBniA5ulizeI=</DigestValue>
    </Reference>
    <Reference Type="http://www.w3.org/2000/09/xmldsig#Object" URI="#idInvalidSigLnImg">
      <DigestMethod Algorithm="http://www.w3.org/2001/04/xmlenc#sha256"/>
      <DigestValue>8R3DRWodc8eEM56Gy8mA76XLXK5AcxYJHGe/1lCfMOE=</DigestValue>
    </Reference>
  </SignedInfo>
  <SignatureValue>dZS8SjwlI7WjUMnAlzrPAGrj+ZyinXGcuHiwjn07fwYEeyOFRSNPbeBTtqwTeLmT3dVLwcAq8LRN
VELBHk69bDAR7Eu99xoDSQ3agbUEyNU591GkKBCsRC81QW5ogFW2ybhuY3/2vjB7c3xbviyt8bvB
dSGCKOAC0E3dRv78BMiYtMuCXoRsoj1AA9PQgTkAtydhef7xJUa6hGKK/FS0Ke5/1IwmuYSXA3XJ
NlGMkcyNcfR9pM0m+1yyMPgpIK0anp4N1vZcl0bz4jtDH74aupMIpvY7OJ7l1JIaFuPSQe5DRc4/
xsxc79J2VU+aSP9MHm9INsdsrYDPuNuMSkiZZw==</SignatureValue>
  <KeyInfo>
    <X509Data>
      <X509Certificate>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4CdnXX8lfi4nLZcVFyIpuwsTODhEGyXgoFgTygGHLXU=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G58Kl8fRcUO173VkA4imTdGiKQPMK0Isk8iyzuf50R0=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gx96sOK1whLTslB1QxxB9NXZWIdyWaf2u/i/XL23ubc=</DigestValue>
      </Reference>
      <Reference URI="/word/document.xml?ContentType=application/vnd.openxmlformats-officedocument.wordprocessingml.document.main+xml">
        <DigestMethod Algorithm="http://www.w3.org/2001/04/xmlenc#sha256"/>
        <DigestValue>HtWkgDCmRjI2DlUTQaQeAtknAus6XqoVWfOOVjv574Y=</DigestValue>
      </Reference>
      <Reference URI="/word/endnotes.xml?ContentType=application/vnd.openxmlformats-officedocument.wordprocessingml.endnotes+xml">
        <DigestMethod Algorithm="http://www.w3.org/2001/04/xmlenc#sha256"/>
        <DigestValue>Th1yjduWM5h6b00CzFjW1XVPs/Dr3r8YBb5FzIPrMCE=</DigestValue>
      </Reference>
      <Reference URI="/word/fontTable.xml?ContentType=application/vnd.openxmlformats-officedocument.wordprocessingml.fontTable+xml">
        <DigestMethod Algorithm="http://www.w3.org/2001/04/xmlenc#sha256"/>
        <DigestValue>i3XKBUxk3pxCp02XrvNEpKg55IV4LO/4f5vgkLq6gZ8=</DigestValue>
      </Reference>
      <Reference URI="/word/footer1.xml?ContentType=application/vnd.openxmlformats-officedocument.wordprocessingml.footer+xml">
        <DigestMethod Algorithm="http://www.w3.org/2001/04/xmlenc#sha256"/>
        <DigestValue>sslehz6yCYuHIsiscE5Z2uhZeh/Ks9dEImTcoYRMDyo=</DigestValue>
      </Reference>
      <Reference URI="/word/footnotes.xml?ContentType=application/vnd.openxmlformats-officedocument.wordprocessingml.footnotes+xml">
        <DigestMethod Algorithm="http://www.w3.org/2001/04/xmlenc#sha256"/>
        <DigestValue>18zo73eSXr4JTPiRG5J/ibpqU0d3u6rsA6gET2qVSDg=</DigestValue>
      </Reference>
      <Reference URI="/word/header1.xml?ContentType=application/vnd.openxmlformats-officedocument.wordprocessingml.header+xml">
        <DigestMethod Algorithm="http://www.w3.org/2001/04/xmlenc#sha256"/>
        <DigestValue>6m5WDD9zrhWmgY+60g9PokEekFfUaWqaItF4n0JhFgE=</DigestValue>
      </Reference>
      <Reference URI="/word/header2.xml?ContentType=application/vnd.openxmlformats-officedocument.wordprocessingml.header+xml">
        <DigestMethod Algorithm="http://www.w3.org/2001/04/xmlenc#sha256"/>
        <DigestValue>TecD6EofXNTmiaAPzojTCLsuB60jVBk5gVMJ73vDW1o=</DigestValue>
      </Reference>
      <Reference URI="/word/media/image1.emf?ContentType=image/x-emf">
        <DigestMethod Algorithm="http://www.w3.org/2001/04/xmlenc#sha256"/>
        <DigestValue>E6+YXt+5UotdRsBK2qLjgpRuCr4jONK90xs89Y8i5EM=</DigestValue>
      </Reference>
      <Reference URI="/word/media/image2.jpeg?ContentType=image/jpeg">
        <DigestMethod Algorithm="http://www.w3.org/2001/04/xmlenc#sha256"/>
        <DigestValue>KH31TdmXfU0MspvZa3ndmK+euM9kN9QVXVv6Uzd3eak=</DigestValue>
      </Reference>
      <Reference URI="/word/media/image3.png?ContentType=image/png">
        <DigestMethod Algorithm="http://www.w3.org/2001/04/xmlenc#sha256"/>
        <DigestValue>eOC6KQJh7UZQlDky0pKjHMQG3PKuD7GSIQP6n9PG2fI=</DigestValue>
      </Reference>
      <Reference URI="/word/numbering.xml?ContentType=application/vnd.openxmlformats-officedocument.wordprocessingml.numbering+xml">
        <DigestMethod Algorithm="http://www.w3.org/2001/04/xmlenc#sha256"/>
        <DigestValue>OrVKnJdmf7YtkZY76ZsxDLE9WWSuuZLOZXL/eBskDGM=</DigestValue>
      </Reference>
      <Reference URI="/word/settings.xml?ContentType=application/vnd.openxmlformats-officedocument.wordprocessingml.settings+xml">
        <DigestMethod Algorithm="http://www.w3.org/2001/04/xmlenc#sha256"/>
        <DigestValue>65Nw7Yz/sOcLN1T5GfOvcchFggZCB+UaGtXBTx4avXk=</DigestValue>
      </Reference>
      <Reference URI="/word/styles.xml?ContentType=application/vnd.openxmlformats-officedocument.wordprocessingml.styles+xml">
        <DigestMethod Algorithm="http://www.w3.org/2001/04/xmlenc#sha256"/>
        <DigestValue>spfr49JI6Gn+K12i/dH+k/7r+ISk+p5fw+4ov08aXdY=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9h3F5KW8zKTwu3QfI2gjXcz0zvBijiftP9GQdc4BdUE=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2025-12-30T11:09:58Z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{E5BB4097-9E22-455B-B261-2572F11A7ECF}</SetupID>
          <SignatureText/>
          <SignatureImage>AQAAAGwAAAAAAAAAAAAAAHoAAAAXAAAAAAAAAAAAAADwDgAA6gIAACBFTUYAAAEABEYAAAwAAAABAAAAAAAAAAAAAAAAAAAAgAcAADgEAABVAgAAUAEAAAAAAAAAAAAAAAAAAAgcCQCAIAUARgAAACwAAAAgAAAARU1GKwFAAQAcAAAAEAAAAAIQwNsBAAAAYAAAAGAAAABGAAAAPA0AADANAABFTUYrIkAEAAwAAAAAAAAAHkAJAAwAAAAAAAAAJEABAAwAAAAAAAAAMEACABAAAAAEAAAAAACAPyFABwAMAAAAAAAAAAhAAAWIDAAAfAw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kWgC0Yd9RWcGCAgBAQZDjBmKAFGOfR0EBQYeEgQ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F/YVAQnQgEBhIBAQEFARMcIQEKASn6ALVhFwEBF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ՌՈՒԲԵՆԻ ՎԱՐԴԱՆՈՒՇ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2025-12-30T11:09:58Z</xd:SigningTime>
          <xd:SigningCertificate>
            <xd:Cert>
              <xd:CertDigest>
                <DigestMethod Algorithm="http://www.w3.org/2001/04/xmlenc#sha256"/>
                <DigestValue>+01Yf238eE0v0mJf9D7oJ09ZAN3BnLhUVS1Y1HJclXQ=</DigestValue>
              </xd:CertDigest>
              <xd:IssuerSerial>
                <X509IssuerName>CN=CA of RoA, SERIALNUMBER=1, O=EKENG CJSC, C=AM</X509IssuerName>
                <X509SerialNumber>8354788014489375072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4BAAB/AAAAAAAAAAAAAADrIAAAjw8AACBFTUYAAAEA+FEAAMMAAAAFAAAAAAAAAAAAAAAAAAAAgAcAADgEAABVAgAAUAEAAAAAAAAAAAAAAAAAAAgcCQCAIAUACgAAABAAAAAAAAAAAAAAAEsAAAAQAAAAAAAAAAUAAAAeAAAAGAAAAAAAAAAAAAAADwEAAIAAAAAnAAAAGAAAAAEAAAAAAAAAAAAAAAAAAAAlAAAADAAAAAEAAABMAAAAZAAAAAAAAAAAAAAADgEAAH8AAAAAAAAAAAAAAA8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0AAAAEAAAA9wAAABEAAAAlAAAADAAAAAEAAABUAAAAiAAAAL4AAAAEAAAA9QAAABAAAAABAAAAAMD4QY7j+EG+AAAABAAAAAoAAABMAAAAAAAAAAAAAAAAAAAA//////////9gAAAAMQAyAC8AMwAwAC8AMgAwADIANQAGAAAABgAAAAQAAAAGAAAABgAAAAQAAAAGAAAABgAAAAYAAAAGAAAASwAAAEAAAAAwAAAABQAAACAAAAABAAAAAQAAABAAAAAAAAAAAAAAAA8BAACAAAAAAAAAAAAAAAAP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4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P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tc1T8AAAAAAAAAAJQv0D8AACRCAAAAQiQAAAAkAAAA61zVPwAAAAAAAAAAlC/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8Bf2FQEJ0IBAYSAQEBBQETHCEBCgEp+gC1YRcBAR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AEgAAAAwAAAABAAAAHgAAABgAAAAJAAAAUAAAAAABAABdAAAAJQAAAAwAAAABAAAAVAAAALQAAAAKAAAAUAAAAIwAAABcAAAAAQAAAADA+EGO4/hBCgAAAFAAAAARAAAATAAAAAAAAAAAAAAAAAAAAP//////////cAAAAEwFSAVSBTIFNQVGBTsFIABOBTEFUAU0BTEFRgVIBVIFRwUAAAgAAAAIAAAACAAAAAgAAAAIAAAACAAAAAcAAAADAAAACAAAAAkAAAAIAAAACAAAAAkAAAAIAAAACAAAAAgAAAAHAAAASwAAAEAAAAAwAAAABQAAACAAAAABAAAAAQAAABAAAAAAAAAAAAAAAA8BAACAAAAAAAAAAAAAAAAP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</Object>
  <Object Id="idInvalidSigLnImg">AQAAAGwAAAAAAAAAAAAAAA4BAAB/AAAAAAAAAAAAAADrIAAAjw8AACBFTUYAAAEAcFcAAMoAAAAFAAAAAAAAAAAAAAAAAAAAgAcAADgEAABVAgAAUAEAAAAAAAAAAAAAAAAAAAgcCQCAIAUACgAAABAAAAAAAAAAAAAAAEsAAAAQAAAAAAAAAAUAAAAeAAAAGAAAAAAAAAAAAAAADwEAAIAAAAAnAAAAGAAAAAEAAAAAAAAAAAAAAAAAAAAlAAAADAAAAAEAAABMAAAAZAAAAAAAAAAAAAAADgEAAH8AAAAAAAAAAAAAAA8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AMD4QY7j+EEjAAAABAAAABEAAABMAAAAAAAAAAAAAAAAAAAA//////////9wAAAASQBuAHYAYQBsAGkAZAAgAHMAaQBnAG4AYQB0AHUAcgBlAAD/AwAAAAcAAAAFAAAABgAAAAMAAAADAAAABwAAAAMAAAAFAAAAAwAAAAcAAAAHAAAABgAAAAQAAAAHAAAABAAAAAYAAABLAAAAQAAAADAAAAAFAAAAIAAAAAEAAAABAAAAEAAAAAAAAAAAAAAADwEAAIAAAAAAAAAAAAAAAA8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AAwPh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8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61zVPwAAAAAAAAAAlC/QPwAAJEIAAABCJAAAACQAAADrXNU/AAAAAAAAAACUL9A/AAAkQgAAAEIEAAAAcwAAAAwAAAAAAAAADQAAABAAAAApAAAAI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LwF/YVAQnQgEBhIBAQEFARMcIQEKASn6ALVhFwEBF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A4BAAB8AAAAAAAAAFAAAAAP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GlxavorQartuxar.dotm</Template>
  <TotalTime>341</TotalTime>
  <Pages>3</Pages>
  <Words>544</Words>
  <Characters>3738</Characters>
  <Application>Microsoft Office Word</Application>
  <DocSecurity>0</DocSecurity>
  <Lines>162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MOH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Sargsyan</dc:creator>
  <cp:keywords>https://mul2-moh.gov.am/tasks/1028865/oneclick?token=4be4b8b856e8ce937fb34f42936da6d6</cp:keywords>
  <cp:lastModifiedBy>Roza Mirzoyan</cp:lastModifiedBy>
  <cp:revision>43</cp:revision>
  <cp:lastPrinted>2025-11-20T13:08:00Z</cp:lastPrinted>
  <dcterms:created xsi:type="dcterms:W3CDTF">2025-11-17T13:47:00Z</dcterms:created>
  <dcterms:modified xsi:type="dcterms:W3CDTF">2025-12-30T11:09:00Z</dcterms:modified>
</cp:coreProperties>
</file>